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64ED" w:rsidRPr="00731845" w:rsidRDefault="003764ED" w:rsidP="00875EEC">
      <w:pPr>
        <w:jc w:val="both"/>
        <w:rPr>
          <w:sz w:val="20"/>
        </w:rPr>
      </w:pPr>
      <w:r w:rsidRPr="00731845">
        <w:rPr>
          <w:b/>
          <w:bCs/>
          <w:sz w:val="20"/>
        </w:rPr>
        <w:t>KPT-DPR.</w:t>
      </w:r>
      <w:r>
        <w:rPr>
          <w:b/>
          <w:bCs/>
          <w:sz w:val="20"/>
        </w:rPr>
        <w:t>725.</w:t>
      </w:r>
      <w:r w:rsidR="00355EAC">
        <w:rPr>
          <w:b/>
          <w:bCs/>
          <w:sz w:val="20"/>
        </w:rPr>
        <w:t>5</w:t>
      </w:r>
      <w:r>
        <w:rPr>
          <w:b/>
          <w:bCs/>
          <w:sz w:val="20"/>
        </w:rPr>
        <w:t>.2021</w:t>
      </w:r>
      <w:r w:rsidR="00875EEC" w:rsidRPr="00731845">
        <w:rPr>
          <w:sz w:val="20"/>
        </w:rPr>
        <w:t xml:space="preserve">      </w:t>
      </w:r>
      <w:r w:rsidR="00875EEC">
        <w:rPr>
          <w:sz w:val="20"/>
        </w:rPr>
        <w:t xml:space="preserve">                                                                                                                           </w:t>
      </w:r>
      <w:r w:rsidR="00875EEC" w:rsidRPr="00731845">
        <w:rPr>
          <w:sz w:val="20"/>
        </w:rPr>
        <w:t xml:space="preserve">   Kielce, dnia</w:t>
      </w:r>
      <w:r w:rsidR="00875EEC">
        <w:rPr>
          <w:sz w:val="20"/>
        </w:rPr>
        <w:t xml:space="preserve"> </w:t>
      </w:r>
      <w:r w:rsidR="00355EAC">
        <w:rPr>
          <w:sz w:val="20"/>
        </w:rPr>
        <w:t>7</w:t>
      </w:r>
      <w:r w:rsidR="00875EEC" w:rsidRPr="00731845">
        <w:rPr>
          <w:sz w:val="20"/>
        </w:rPr>
        <w:t>.</w:t>
      </w:r>
      <w:r w:rsidR="00355EAC">
        <w:rPr>
          <w:sz w:val="20"/>
        </w:rPr>
        <w:t>10</w:t>
      </w:r>
      <w:r w:rsidR="00875EEC" w:rsidRPr="00731845">
        <w:rPr>
          <w:sz w:val="20"/>
        </w:rPr>
        <w:t>.2021</w:t>
      </w:r>
      <w:r w:rsidR="00875EEC">
        <w:rPr>
          <w:sz w:val="20"/>
        </w:rPr>
        <w:t xml:space="preserve"> r.</w:t>
      </w:r>
    </w:p>
    <w:p w:rsidR="003764ED" w:rsidRPr="001D5EF2" w:rsidRDefault="003764ED" w:rsidP="001D5EF2">
      <w:pPr>
        <w:tabs>
          <w:tab w:val="left" w:pos="6237"/>
        </w:tabs>
        <w:jc w:val="right"/>
        <w:rPr>
          <w:sz w:val="20"/>
        </w:rPr>
      </w:pPr>
      <w:r w:rsidRPr="00731845">
        <w:rPr>
          <w:sz w:val="20"/>
        </w:rPr>
        <w:tab/>
        <w:t xml:space="preserve">         </w:t>
      </w:r>
    </w:p>
    <w:p w:rsidR="003764ED" w:rsidRPr="00B81FF6" w:rsidRDefault="003764ED" w:rsidP="003764ED">
      <w:pPr>
        <w:jc w:val="center"/>
        <w:rPr>
          <w:rFonts w:asciiTheme="majorHAnsi" w:hAnsiTheme="majorHAnsi"/>
          <w:b/>
          <w:color w:val="C62D54"/>
          <w:sz w:val="36"/>
          <w:szCs w:val="36"/>
        </w:rPr>
      </w:pPr>
      <w:r>
        <w:rPr>
          <w:rFonts w:asciiTheme="majorHAnsi" w:hAnsiTheme="majorHAnsi"/>
          <w:b/>
          <w:color w:val="C62D54"/>
          <w:sz w:val="36"/>
          <w:szCs w:val="36"/>
        </w:rPr>
        <w:t>OGŁOSZENIE</w:t>
      </w:r>
    </w:p>
    <w:p w:rsidR="003764ED" w:rsidRPr="00B81FF6" w:rsidRDefault="003764ED" w:rsidP="003764ED">
      <w:pPr>
        <w:jc w:val="both"/>
        <w:rPr>
          <w:sz w:val="20"/>
        </w:rPr>
      </w:pPr>
      <w:r w:rsidRPr="00B81FF6">
        <w:rPr>
          <w:sz w:val="20"/>
        </w:rPr>
        <w:t>Kielecki Park Technologiczny działając na podstawie Uchwały Rady Miasta Nr XXXVI/654/2012 Rady Miasta Kielce z dnia</w:t>
      </w:r>
      <w:r w:rsidR="00362054">
        <w:rPr>
          <w:sz w:val="20"/>
        </w:rPr>
        <w:br/>
      </w:r>
      <w:bookmarkStart w:id="0" w:name="_GoBack"/>
      <w:bookmarkEnd w:id="0"/>
      <w:r w:rsidRPr="00B81FF6">
        <w:rPr>
          <w:sz w:val="20"/>
        </w:rPr>
        <w:t>8 listopada 2012</w:t>
      </w:r>
      <w:r w:rsidR="00362054">
        <w:rPr>
          <w:sz w:val="20"/>
        </w:rPr>
        <w:t xml:space="preserve"> </w:t>
      </w:r>
      <w:r w:rsidRPr="00B81FF6">
        <w:rPr>
          <w:sz w:val="20"/>
        </w:rPr>
        <w:t>r. z późn. zm. w sprawie określenia szczegółowych warunków korzystania z nieruchomości będących w trwałym zarządzie Kieleckiego Parku Technologicznego zaprasza do udziału w postępowaniu w trybie PRZETARGU PUBLICZNEGO mającego na celu:</w:t>
      </w:r>
    </w:p>
    <w:p w:rsidR="003764ED" w:rsidRPr="00B81FF6" w:rsidRDefault="003764ED" w:rsidP="003764ED">
      <w:pPr>
        <w:tabs>
          <w:tab w:val="left" w:pos="142"/>
        </w:tabs>
        <w:jc w:val="both"/>
        <w:rPr>
          <w:sz w:val="20"/>
        </w:rPr>
      </w:pPr>
      <w:r w:rsidRPr="00B81FF6">
        <w:rPr>
          <w:sz w:val="20"/>
        </w:rPr>
        <w:t xml:space="preserve">• wynajem nieruchomości zabudowanych, stanowiących własność Miasta Kielce </w:t>
      </w:r>
      <w:r w:rsidR="0089788E" w:rsidRPr="00B81FF6">
        <w:rPr>
          <w:sz w:val="20"/>
        </w:rPr>
        <w:t>i będących</w:t>
      </w:r>
      <w:r w:rsidRPr="00B81FF6">
        <w:rPr>
          <w:sz w:val="20"/>
        </w:rPr>
        <w:t xml:space="preserve"> </w:t>
      </w:r>
      <w:r w:rsidRPr="00B81FF6">
        <w:rPr>
          <w:sz w:val="20"/>
        </w:rPr>
        <w:br/>
        <w:t>w trwałym zarządzie Kieleckiego Parku Technologicznego – Strefa II – Centrum Technologiczne, objętych obszarem Specjalnej Strefy Ekonomicznej „Starachowice” (Podstrefa Kielce).</w:t>
      </w:r>
    </w:p>
    <w:p w:rsidR="00875EEC" w:rsidRDefault="00875EEC" w:rsidP="00875EEC">
      <w:pPr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Przetargiem objęte są nieruchomości stanowiące własność Miasta Kielce i będące w trwałym zarządzie Kieleckiego Parku Technologicznego, położone w Kielcach przy ul. Olszewskiego 20, tj.</w:t>
      </w:r>
    </w:p>
    <w:p w:rsidR="00875EEC" w:rsidRDefault="00355EAC" w:rsidP="00875EEC">
      <w:pPr>
        <w:jc w:val="both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  <w:u w:val="single"/>
        </w:rPr>
        <w:t>Antresola F</w:t>
      </w:r>
      <w:r w:rsidR="00875EEC">
        <w:rPr>
          <w:rFonts w:cs="Calibri"/>
          <w:b/>
          <w:sz w:val="20"/>
          <w:szCs w:val="20"/>
          <w:u w:val="single"/>
        </w:rPr>
        <w:t xml:space="preserve"> - o łącznej powierzchni </w:t>
      </w:r>
      <w:r>
        <w:rPr>
          <w:rFonts w:cs="Calibri"/>
          <w:b/>
          <w:sz w:val="20"/>
          <w:szCs w:val="20"/>
          <w:u w:val="single"/>
        </w:rPr>
        <w:t>181,07</w:t>
      </w:r>
      <w:r w:rsidR="00875EEC">
        <w:rPr>
          <w:rFonts w:cs="Calibri"/>
          <w:b/>
          <w:sz w:val="20"/>
          <w:szCs w:val="20"/>
          <w:u w:val="single"/>
        </w:rPr>
        <w:t xml:space="preserve"> m² zlokalizowany na p</w:t>
      </w:r>
      <w:r>
        <w:rPr>
          <w:rFonts w:cs="Calibri"/>
          <w:b/>
          <w:sz w:val="20"/>
          <w:szCs w:val="20"/>
          <w:u w:val="single"/>
        </w:rPr>
        <w:t>iętrze</w:t>
      </w:r>
      <w:r w:rsidR="00875EEC">
        <w:rPr>
          <w:rFonts w:cs="Calibri"/>
          <w:b/>
          <w:sz w:val="20"/>
          <w:szCs w:val="20"/>
          <w:u w:val="single"/>
        </w:rPr>
        <w:t xml:space="preserve"> Hali produkcyjnej ROMA Tech, położonej </w:t>
      </w:r>
      <w:r w:rsidR="00875EEC">
        <w:rPr>
          <w:rFonts w:cs="Calibri"/>
          <w:b/>
          <w:sz w:val="20"/>
          <w:szCs w:val="20"/>
          <w:u w:val="single"/>
        </w:rPr>
        <w:br/>
        <w:t xml:space="preserve">w Kielcach przy ul. Olszewskiego 20 o łącznej powierzchni </w:t>
      </w:r>
      <w:r w:rsidR="00FF7042">
        <w:rPr>
          <w:rFonts w:cs="Calibri"/>
          <w:b/>
          <w:sz w:val="20"/>
          <w:szCs w:val="20"/>
          <w:u w:val="single"/>
        </w:rPr>
        <w:t>8 295</w:t>
      </w:r>
      <w:r w:rsidR="00875EEC">
        <w:rPr>
          <w:rFonts w:cs="Calibri"/>
          <w:b/>
          <w:sz w:val="20"/>
          <w:szCs w:val="20"/>
          <w:u w:val="single"/>
        </w:rPr>
        <w:t>,</w:t>
      </w:r>
      <w:r w:rsidR="00FF7042">
        <w:rPr>
          <w:rFonts w:cs="Calibri"/>
          <w:b/>
          <w:sz w:val="20"/>
          <w:szCs w:val="20"/>
          <w:u w:val="single"/>
        </w:rPr>
        <w:t>0</w:t>
      </w:r>
      <w:r w:rsidR="00875EEC">
        <w:rPr>
          <w:rFonts w:cs="Calibri"/>
          <w:b/>
          <w:sz w:val="20"/>
          <w:szCs w:val="20"/>
          <w:u w:val="single"/>
        </w:rPr>
        <w:t xml:space="preserve">8 m². </w:t>
      </w:r>
    </w:p>
    <w:p w:rsidR="00875EEC" w:rsidRDefault="00875EEC" w:rsidP="00875EEC">
      <w:pPr>
        <w:spacing w:after="0"/>
        <w:jc w:val="both"/>
        <w:rPr>
          <w:rFonts w:cs="Calibri"/>
          <w:b/>
          <w:sz w:val="20"/>
          <w:szCs w:val="20"/>
        </w:rPr>
      </w:pPr>
      <w:r w:rsidRPr="00B81885">
        <w:rPr>
          <w:rFonts w:cs="Calibri"/>
          <w:b/>
          <w:sz w:val="20"/>
          <w:szCs w:val="20"/>
        </w:rPr>
        <w:t>Specyfikacja Istotnych Warunków Przetargu z załącznikami:</w:t>
      </w:r>
    </w:p>
    <w:p w:rsidR="00875EEC" w:rsidRPr="00B81885" w:rsidRDefault="00875EEC" w:rsidP="00875EEC">
      <w:pPr>
        <w:spacing w:after="0"/>
        <w:jc w:val="both"/>
        <w:rPr>
          <w:rFonts w:cs="Calibri"/>
          <w:b/>
          <w:sz w:val="20"/>
          <w:szCs w:val="20"/>
        </w:rPr>
      </w:pPr>
    </w:p>
    <w:p w:rsidR="003764ED" w:rsidRDefault="003764ED" w:rsidP="00E51F4C">
      <w:pPr>
        <w:spacing w:line="276" w:lineRule="auto"/>
        <w:contextualSpacing/>
        <w:rPr>
          <w:sz w:val="20"/>
        </w:rPr>
      </w:pPr>
      <w:r w:rsidRPr="00B81FF6">
        <w:rPr>
          <w:sz w:val="20"/>
        </w:rPr>
        <w:t>Załącznik nr 1 - Opis techniczny</w:t>
      </w:r>
      <w:r w:rsidR="00355EAC">
        <w:rPr>
          <w:sz w:val="20"/>
        </w:rPr>
        <w:t xml:space="preserve"> – Antresola F</w:t>
      </w:r>
      <w:r w:rsidR="00875EEC">
        <w:rPr>
          <w:sz w:val="20"/>
        </w:rPr>
        <w:t>, ROMA</w:t>
      </w:r>
      <w:r w:rsidR="00B418CF">
        <w:rPr>
          <w:sz w:val="20"/>
        </w:rPr>
        <w:t xml:space="preserve"> Tech</w:t>
      </w:r>
    </w:p>
    <w:p w:rsidR="003764ED" w:rsidRDefault="003764ED" w:rsidP="00E51F4C">
      <w:pPr>
        <w:spacing w:line="276" w:lineRule="auto"/>
        <w:contextualSpacing/>
        <w:rPr>
          <w:sz w:val="20"/>
        </w:rPr>
      </w:pPr>
      <w:r w:rsidRPr="00B81FF6">
        <w:rPr>
          <w:sz w:val="20"/>
        </w:rPr>
        <w:t xml:space="preserve">Załącznik nr 1a </w:t>
      </w:r>
      <w:r w:rsidR="00E51F4C">
        <w:rPr>
          <w:sz w:val="20"/>
        </w:rPr>
        <w:t>-</w:t>
      </w:r>
      <w:r w:rsidRPr="00B81FF6">
        <w:rPr>
          <w:sz w:val="20"/>
        </w:rPr>
        <w:t xml:space="preserve"> Rzut </w:t>
      </w:r>
      <w:r w:rsidR="00355EAC">
        <w:rPr>
          <w:sz w:val="20"/>
        </w:rPr>
        <w:t>antresoli</w:t>
      </w:r>
      <w:r w:rsidR="00875EEC">
        <w:rPr>
          <w:sz w:val="20"/>
        </w:rPr>
        <w:t xml:space="preserve"> </w:t>
      </w:r>
      <w:r w:rsidR="00355EAC">
        <w:rPr>
          <w:sz w:val="20"/>
        </w:rPr>
        <w:t>H</w:t>
      </w:r>
      <w:r w:rsidR="00875EEC">
        <w:rPr>
          <w:sz w:val="20"/>
        </w:rPr>
        <w:t>ali ROMA Tech</w:t>
      </w:r>
    </w:p>
    <w:p w:rsidR="003764ED" w:rsidRPr="00B81FF6" w:rsidRDefault="003764ED" w:rsidP="00E51F4C">
      <w:pPr>
        <w:spacing w:line="276" w:lineRule="auto"/>
        <w:contextualSpacing/>
        <w:rPr>
          <w:sz w:val="20"/>
        </w:rPr>
      </w:pPr>
      <w:r w:rsidRPr="00B81FF6">
        <w:rPr>
          <w:sz w:val="20"/>
        </w:rPr>
        <w:t xml:space="preserve">Załącznik nr 2 </w:t>
      </w:r>
      <w:r w:rsidR="00E51F4C">
        <w:rPr>
          <w:sz w:val="20"/>
        </w:rPr>
        <w:t>-</w:t>
      </w:r>
      <w:r w:rsidRPr="00B81FF6">
        <w:rPr>
          <w:sz w:val="20"/>
        </w:rPr>
        <w:t xml:space="preserve"> Formularz ofertowy</w:t>
      </w:r>
    </w:p>
    <w:p w:rsidR="003764ED" w:rsidRPr="00B81FF6" w:rsidRDefault="003764ED" w:rsidP="00E51F4C">
      <w:pPr>
        <w:spacing w:line="276" w:lineRule="auto"/>
        <w:contextualSpacing/>
        <w:rPr>
          <w:sz w:val="20"/>
        </w:rPr>
      </w:pPr>
      <w:r w:rsidRPr="00B81FF6">
        <w:rPr>
          <w:sz w:val="20"/>
        </w:rPr>
        <w:t>Załącznik nr 3 - Regulamin porządkowy w budynkach Centrum Technologicznego</w:t>
      </w:r>
    </w:p>
    <w:p w:rsidR="003764ED" w:rsidRPr="00B81FF6" w:rsidRDefault="003764ED" w:rsidP="00E51F4C">
      <w:pPr>
        <w:spacing w:line="276" w:lineRule="auto"/>
        <w:contextualSpacing/>
        <w:rPr>
          <w:sz w:val="20"/>
        </w:rPr>
      </w:pPr>
      <w:r w:rsidRPr="00B81FF6">
        <w:rPr>
          <w:sz w:val="20"/>
        </w:rPr>
        <w:t xml:space="preserve">Załącznik nr 4a </w:t>
      </w:r>
      <w:r w:rsidR="00E51F4C">
        <w:rPr>
          <w:sz w:val="20"/>
        </w:rPr>
        <w:t>-</w:t>
      </w:r>
      <w:r w:rsidRPr="00B81FF6">
        <w:rPr>
          <w:sz w:val="20"/>
        </w:rPr>
        <w:t xml:space="preserve"> Wzór umowy najmu (dot. najemców nie objętych pomocą de </w:t>
      </w:r>
      <w:proofErr w:type="spellStart"/>
      <w:r w:rsidRPr="00B81FF6">
        <w:rPr>
          <w:sz w:val="20"/>
        </w:rPr>
        <w:t>minimis</w:t>
      </w:r>
      <w:proofErr w:type="spellEnd"/>
      <w:r w:rsidRPr="00B81FF6">
        <w:rPr>
          <w:sz w:val="20"/>
        </w:rPr>
        <w:t>)</w:t>
      </w:r>
    </w:p>
    <w:p w:rsidR="003764ED" w:rsidRPr="00B81FF6" w:rsidRDefault="003764ED" w:rsidP="00E51F4C">
      <w:pPr>
        <w:spacing w:line="276" w:lineRule="auto"/>
        <w:contextualSpacing/>
        <w:rPr>
          <w:sz w:val="20"/>
        </w:rPr>
      </w:pPr>
      <w:r w:rsidRPr="00B81FF6">
        <w:rPr>
          <w:sz w:val="20"/>
        </w:rPr>
        <w:t xml:space="preserve">Załącznik nr 4b </w:t>
      </w:r>
      <w:r w:rsidR="00E51F4C">
        <w:rPr>
          <w:sz w:val="20"/>
        </w:rPr>
        <w:t>-</w:t>
      </w:r>
      <w:r w:rsidRPr="00B81FF6">
        <w:rPr>
          <w:sz w:val="20"/>
        </w:rPr>
        <w:t xml:space="preserve"> Wzór umowy najmu (dot. najemców objętych pomocą de </w:t>
      </w:r>
      <w:proofErr w:type="spellStart"/>
      <w:r w:rsidRPr="00B81FF6">
        <w:rPr>
          <w:sz w:val="20"/>
        </w:rPr>
        <w:t>minimis</w:t>
      </w:r>
      <w:proofErr w:type="spellEnd"/>
      <w:r w:rsidRPr="00B81FF6">
        <w:rPr>
          <w:sz w:val="20"/>
        </w:rPr>
        <w:t>)</w:t>
      </w:r>
    </w:p>
    <w:p w:rsidR="003764ED" w:rsidRPr="00B81FF6" w:rsidRDefault="003764ED" w:rsidP="00E51F4C">
      <w:pPr>
        <w:spacing w:line="276" w:lineRule="auto"/>
        <w:contextualSpacing/>
        <w:rPr>
          <w:sz w:val="20"/>
        </w:rPr>
      </w:pPr>
      <w:r w:rsidRPr="00B81FF6">
        <w:rPr>
          <w:sz w:val="20"/>
        </w:rPr>
        <w:t xml:space="preserve">Załącznik nr 5 </w:t>
      </w:r>
      <w:r w:rsidR="00E51F4C">
        <w:rPr>
          <w:sz w:val="20"/>
        </w:rPr>
        <w:t xml:space="preserve">- </w:t>
      </w:r>
      <w:r w:rsidRPr="00B81FF6">
        <w:rPr>
          <w:sz w:val="20"/>
        </w:rPr>
        <w:t>Kwestionariusz badania statusu MSP</w:t>
      </w:r>
    </w:p>
    <w:p w:rsidR="003764ED" w:rsidRPr="00B81FF6" w:rsidRDefault="003764ED" w:rsidP="00E51F4C">
      <w:pPr>
        <w:spacing w:line="276" w:lineRule="auto"/>
        <w:contextualSpacing/>
        <w:rPr>
          <w:sz w:val="20"/>
        </w:rPr>
      </w:pPr>
      <w:r w:rsidRPr="00B81FF6">
        <w:rPr>
          <w:sz w:val="20"/>
        </w:rPr>
        <w:t xml:space="preserve">Załącznik nr 6 </w:t>
      </w:r>
      <w:r w:rsidR="00E51F4C">
        <w:rPr>
          <w:sz w:val="20"/>
        </w:rPr>
        <w:t>-</w:t>
      </w:r>
      <w:r w:rsidRPr="00B81FF6">
        <w:rPr>
          <w:sz w:val="20"/>
        </w:rPr>
        <w:t xml:space="preserve"> Formularz informacji przedstawianych przy ubieganiu się o pomoc de </w:t>
      </w:r>
      <w:proofErr w:type="spellStart"/>
      <w:r w:rsidRPr="00B81FF6">
        <w:rPr>
          <w:sz w:val="20"/>
        </w:rPr>
        <w:t>minimis</w:t>
      </w:r>
      <w:proofErr w:type="spellEnd"/>
      <w:r w:rsidRPr="00B81FF6">
        <w:rPr>
          <w:sz w:val="20"/>
        </w:rPr>
        <w:t>.</w:t>
      </w:r>
    </w:p>
    <w:p w:rsidR="003764ED" w:rsidRDefault="003764ED" w:rsidP="00E51F4C">
      <w:pPr>
        <w:spacing w:line="276" w:lineRule="auto"/>
        <w:contextualSpacing/>
        <w:rPr>
          <w:sz w:val="20"/>
        </w:rPr>
      </w:pPr>
      <w:r w:rsidRPr="00B81FF6">
        <w:rPr>
          <w:sz w:val="20"/>
        </w:rPr>
        <w:t>Załącznik nr 7 - Regulamin rozliczania kosztów za media</w:t>
      </w:r>
    </w:p>
    <w:p w:rsidR="003764ED" w:rsidRDefault="00793577" w:rsidP="00E51F4C">
      <w:pPr>
        <w:spacing w:line="276" w:lineRule="auto"/>
        <w:contextualSpacing/>
        <w:rPr>
          <w:sz w:val="20"/>
        </w:rPr>
      </w:pPr>
      <w:r>
        <w:rPr>
          <w:sz w:val="20"/>
        </w:rPr>
        <w:t xml:space="preserve">Załącznik 7a </w:t>
      </w:r>
      <w:r w:rsidR="00E51F4C">
        <w:rPr>
          <w:sz w:val="20"/>
        </w:rPr>
        <w:t>-</w:t>
      </w:r>
      <w:r>
        <w:rPr>
          <w:sz w:val="20"/>
        </w:rPr>
        <w:t xml:space="preserve"> Koszty jednostkowe za media</w:t>
      </w:r>
    </w:p>
    <w:p w:rsidR="001D5EF2" w:rsidRPr="00B81FF6" w:rsidRDefault="001D5EF2" w:rsidP="001D5EF2">
      <w:pPr>
        <w:spacing w:line="248" w:lineRule="atLeast"/>
        <w:rPr>
          <w:sz w:val="20"/>
        </w:rPr>
      </w:pPr>
    </w:p>
    <w:p w:rsidR="00E51F4C" w:rsidRDefault="003764ED" w:rsidP="00E51F4C">
      <w:pPr>
        <w:spacing w:line="240" w:lineRule="auto"/>
        <w:rPr>
          <w:sz w:val="20"/>
        </w:rPr>
      </w:pPr>
      <w:r w:rsidRPr="00B81FF6">
        <w:rPr>
          <w:sz w:val="20"/>
        </w:rPr>
        <w:t>TERMIN SKŁADANIA OFERT:</w:t>
      </w:r>
    </w:p>
    <w:p w:rsidR="003764ED" w:rsidRPr="00B81FF6" w:rsidRDefault="001D5EF2" w:rsidP="00E51F4C">
      <w:pPr>
        <w:spacing w:line="240" w:lineRule="auto"/>
        <w:rPr>
          <w:sz w:val="20"/>
        </w:rPr>
      </w:pPr>
      <w:r>
        <w:rPr>
          <w:b/>
          <w:sz w:val="20"/>
        </w:rPr>
        <w:t>2</w:t>
      </w:r>
      <w:r w:rsidR="00355EAC">
        <w:rPr>
          <w:b/>
          <w:sz w:val="20"/>
        </w:rPr>
        <w:t>9</w:t>
      </w:r>
      <w:r w:rsidR="003764ED">
        <w:rPr>
          <w:b/>
          <w:sz w:val="20"/>
        </w:rPr>
        <w:t>.</w:t>
      </w:r>
      <w:r w:rsidR="00355EAC">
        <w:rPr>
          <w:b/>
          <w:sz w:val="20"/>
        </w:rPr>
        <w:t>10</w:t>
      </w:r>
      <w:r w:rsidR="003764ED">
        <w:rPr>
          <w:b/>
          <w:sz w:val="20"/>
        </w:rPr>
        <w:t>.2021</w:t>
      </w:r>
      <w:r w:rsidR="003764ED" w:rsidRPr="00B81FF6">
        <w:rPr>
          <w:b/>
          <w:sz w:val="20"/>
        </w:rPr>
        <w:t xml:space="preserve"> r. do godziny 1</w:t>
      </w:r>
      <w:r>
        <w:rPr>
          <w:b/>
          <w:sz w:val="20"/>
        </w:rPr>
        <w:t>3</w:t>
      </w:r>
      <w:r w:rsidR="003764ED" w:rsidRPr="00B81FF6">
        <w:rPr>
          <w:b/>
          <w:sz w:val="20"/>
        </w:rPr>
        <w:t>.00.       </w:t>
      </w:r>
      <w:r w:rsidR="003764ED" w:rsidRPr="00B81FF6">
        <w:rPr>
          <w:b/>
          <w:sz w:val="20"/>
        </w:rPr>
        <w:br/>
      </w:r>
      <w:r w:rsidR="003764ED" w:rsidRPr="00B81FF6">
        <w:rPr>
          <w:b/>
          <w:sz w:val="20"/>
        </w:rPr>
        <w:br/>
      </w:r>
      <w:r w:rsidR="003764ED" w:rsidRPr="00B81FF6">
        <w:rPr>
          <w:sz w:val="20"/>
        </w:rPr>
        <w:t>MIEJSCE SKŁADANIA OFERT:</w:t>
      </w:r>
      <w:r w:rsidR="003764ED" w:rsidRPr="00B81FF6">
        <w:rPr>
          <w:sz w:val="20"/>
        </w:rPr>
        <w:br/>
        <w:t>Kielecki Park Technologiczny</w:t>
      </w:r>
      <w:r w:rsidR="003764ED" w:rsidRPr="00B81FF6">
        <w:rPr>
          <w:sz w:val="20"/>
        </w:rPr>
        <w:br/>
        <w:t>ul. Olszewskiego 6; 25-663 Kielce</w:t>
      </w:r>
    </w:p>
    <w:p w:rsidR="00CA3DAE" w:rsidRPr="003764ED" w:rsidRDefault="003764ED" w:rsidP="003764ED">
      <w:pPr>
        <w:spacing w:line="248" w:lineRule="atLeast"/>
        <w:rPr>
          <w:sz w:val="20"/>
        </w:rPr>
      </w:pPr>
      <w:r>
        <w:rPr>
          <w:sz w:val="20"/>
        </w:rPr>
        <w:t>Sekretariat - pok. 0.15</w:t>
      </w:r>
    </w:p>
    <w:sectPr w:rsidR="00CA3DAE" w:rsidRPr="003764ED" w:rsidSect="008162F3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02C3" w:rsidRDefault="00EE02C3" w:rsidP="00013907">
      <w:pPr>
        <w:spacing w:after="0" w:line="240" w:lineRule="auto"/>
      </w:pPr>
      <w:r>
        <w:separator/>
      </w:r>
    </w:p>
  </w:endnote>
  <w:endnote w:type="continuationSeparator" w:id="0">
    <w:p w:rsidR="00EE02C3" w:rsidRDefault="00EE02C3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 Light">
    <w:altName w:val="Segoe Script"/>
    <w:panose1 w:val="020B0604020202020204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6F20" w:rsidRPr="007C13BE" w:rsidRDefault="00B419FB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3764ED">
      <w:rPr>
        <w:b/>
        <w:bCs/>
        <w:noProof/>
        <w:color w:val="CE0058"/>
        <w:sz w:val="16"/>
        <w:szCs w:val="16"/>
      </w:rPr>
      <w:t>2</w:t>
    </w:r>
    <w:r w:rsidRPr="007C13BE">
      <w:rPr>
        <w:b/>
        <w:bCs/>
        <w:color w:val="CE0058"/>
        <w:sz w:val="16"/>
        <w:szCs w:val="16"/>
      </w:rPr>
      <w:fldChar w:fldCharType="end"/>
    </w:r>
    <w:r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3764ED">
      <w:rPr>
        <w:b/>
        <w:bCs/>
        <w:noProof/>
        <w:color w:val="CE0058"/>
        <w:sz w:val="16"/>
        <w:szCs w:val="16"/>
      </w:rPr>
      <w:t>2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02C3" w:rsidRDefault="00EE02C3" w:rsidP="00013907">
      <w:pPr>
        <w:spacing w:after="0" w:line="240" w:lineRule="auto"/>
      </w:pPr>
      <w:r>
        <w:separator/>
      </w:r>
    </w:p>
  </w:footnote>
  <w:footnote w:type="continuationSeparator" w:id="0">
    <w:p w:rsidR="00EE02C3" w:rsidRDefault="00EE02C3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723F" w:rsidRDefault="00B05E8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0"/>
          <wp:wrapNone/>
          <wp:docPr id="1" name="Obraz 1" descr="papier_21_qr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papier_21_qr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907" w:rsidRPr="00D72742" w:rsidRDefault="00EE02C3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2050" type="#_x0000_t75" alt="papier_21-02" style="position:absolute;margin-left:-56.8pt;margin-top:-127.1pt;width:595.2pt;height:841.9pt;z-index:-251657728;mso-wrap-edited:f;mso-width-percent:0;mso-height-percent:0;mso-position-horizontal-relative:margin;mso-position-vertical-relative:margin;mso-width-percent:0;mso-height-percent:0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7C7B" w:rsidRDefault="00EE02C3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49" type="#_x0000_t75" alt="papier_21_qr-01" style="position:absolute;margin-left:-50.25pt;margin-top:-128.5pt;width:595.2pt;height:841.9pt;z-index:-251659776;mso-wrap-edited:f;mso-width-percent:0;mso-height-percent:0;mso-position-horizontal-relative:margin;mso-position-vertical-relative:margin;mso-width-percent:0;mso-height-percent:0" o:allowincell="f">
          <v:imagedata r:id="rId1" o:title="papier_21_qr-01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A07"/>
    <w:rsid w:val="00011B4C"/>
    <w:rsid w:val="00013907"/>
    <w:rsid w:val="00080CDE"/>
    <w:rsid w:val="00083FF5"/>
    <w:rsid w:val="00095973"/>
    <w:rsid w:val="000A699F"/>
    <w:rsid w:val="000D0BB0"/>
    <w:rsid w:val="000D1E01"/>
    <w:rsid w:val="001470D6"/>
    <w:rsid w:val="001872B4"/>
    <w:rsid w:val="001914F0"/>
    <w:rsid w:val="00192CE7"/>
    <w:rsid w:val="001B71CF"/>
    <w:rsid w:val="001C2EA1"/>
    <w:rsid w:val="001D5EF2"/>
    <w:rsid w:val="001F5009"/>
    <w:rsid w:val="00251F90"/>
    <w:rsid w:val="00295A36"/>
    <w:rsid w:val="002A3146"/>
    <w:rsid w:val="002D1E7C"/>
    <w:rsid w:val="002F7C45"/>
    <w:rsid w:val="00355EAC"/>
    <w:rsid w:val="00362054"/>
    <w:rsid w:val="003764ED"/>
    <w:rsid w:val="003B0534"/>
    <w:rsid w:val="003F13E6"/>
    <w:rsid w:val="00404164"/>
    <w:rsid w:val="0041760F"/>
    <w:rsid w:val="00486F35"/>
    <w:rsid w:val="0049028D"/>
    <w:rsid w:val="00530311"/>
    <w:rsid w:val="0054724D"/>
    <w:rsid w:val="005D3B82"/>
    <w:rsid w:val="005E6617"/>
    <w:rsid w:val="006104DC"/>
    <w:rsid w:val="0061396A"/>
    <w:rsid w:val="0062723F"/>
    <w:rsid w:val="006A37F9"/>
    <w:rsid w:val="006D6F20"/>
    <w:rsid w:val="00712D4F"/>
    <w:rsid w:val="00783394"/>
    <w:rsid w:val="007919B7"/>
    <w:rsid w:val="00793577"/>
    <w:rsid w:val="007C13BE"/>
    <w:rsid w:val="008162F3"/>
    <w:rsid w:val="00830A07"/>
    <w:rsid w:val="00830DF2"/>
    <w:rsid w:val="0083664E"/>
    <w:rsid w:val="00875EEC"/>
    <w:rsid w:val="0088010F"/>
    <w:rsid w:val="0089788E"/>
    <w:rsid w:val="008F3A77"/>
    <w:rsid w:val="00920A01"/>
    <w:rsid w:val="00964B25"/>
    <w:rsid w:val="009A3B76"/>
    <w:rsid w:val="009C6BC5"/>
    <w:rsid w:val="00AC6384"/>
    <w:rsid w:val="00B05E8F"/>
    <w:rsid w:val="00B13E06"/>
    <w:rsid w:val="00B2220F"/>
    <w:rsid w:val="00B418CF"/>
    <w:rsid w:val="00B419FB"/>
    <w:rsid w:val="00B51346"/>
    <w:rsid w:val="00BB32C2"/>
    <w:rsid w:val="00BC5E7B"/>
    <w:rsid w:val="00BE6C50"/>
    <w:rsid w:val="00C54A3F"/>
    <w:rsid w:val="00C70C21"/>
    <w:rsid w:val="00CA3DAE"/>
    <w:rsid w:val="00D02D19"/>
    <w:rsid w:val="00D41BD2"/>
    <w:rsid w:val="00D72742"/>
    <w:rsid w:val="00D94917"/>
    <w:rsid w:val="00E15273"/>
    <w:rsid w:val="00E24886"/>
    <w:rsid w:val="00E51F4C"/>
    <w:rsid w:val="00E81776"/>
    <w:rsid w:val="00EB622D"/>
    <w:rsid w:val="00EB6A60"/>
    <w:rsid w:val="00EE02C3"/>
    <w:rsid w:val="00F65734"/>
    <w:rsid w:val="00FC7C7B"/>
    <w:rsid w:val="00FF5922"/>
    <w:rsid w:val="00FF673F"/>
    <w:rsid w:val="00FF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8DF958E"/>
  <w15:docId w15:val="{4BD35D30-8CBB-42DD-9E64-16DE14A37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05E8F"/>
    <w:pPr>
      <w:spacing w:after="160" w:line="25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Z:\Szablony%20dokument&#243;w\KPT%202021\szablon_papier_firmowy\pl\KPT_ck_papier_pl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311033-164A-274E-BF44-11B4C744D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Z:\Szablony dokumentów\KPT 2021\szablon_papier_firmowy\pl\KPT_ck_papier_pl.dotx</Template>
  <TotalTime>5</TotalTime>
  <Pages>1</Pages>
  <Words>293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Luba-Chudzik</dc:creator>
  <cp:keywords/>
  <cp:lastModifiedBy>Microsoft Office User</cp:lastModifiedBy>
  <cp:revision>3</cp:revision>
  <cp:lastPrinted>2021-10-07T08:23:00Z</cp:lastPrinted>
  <dcterms:created xsi:type="dcterms:W3CDTF">2021-10-06T12:07:00Z</dcterms:created>
  <dcterms:modified xsi:type="dcterms:W3CDTF">2021-10-07T08:23:00Z</dcterms:modified>
</cp:coreProperties>
</file>