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99D57" w14:textId="77777777" w:rsidR="008F22EB" w:rsidRPr="00217CAA" w:rsidRDefault="008F22EB" w:rsidP="003837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4F5FECE" w14:textId="77777777" w:rsidR="0088589A" w:rsidRPr="00217CAA" w:rsidRDefault="0088589A" w:rsidP="003837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0DBD6B9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after="0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  <w:r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>KPT-DRR.725.</w:t>
      </w:r>
      <w:r>
        <w:rPr>
          <w:rFonts w:asciiTheme="minorHAnsi" w:eastAsia="Calibri" w:hAnsiTheme="minorHAnsi" w:cstheme="minorHAnsi"/>
          <w:b/>
          <w:bCs/>
          <w:sz w:val="20"/>
          <w:szCs w:val="20"/>
        </w:rPr>
        <w:t>2</w:t>
      </w:r>
      <w:r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>.202</w:t>
      </w:r>
      <w:r>
        <w:rPr>
          <w:rFonts w:asciiTheme="minorHAnsi" w:eastAsia="Calibri" w:hAnsiTheme="minorHAnsi" w:cstheme="minorHAnsi"/>
          <w:b/>
          <w:bCs/>
          <w:sz w:val="20"/>
          <w:szCs w:val="20"/>
        </w:rPr>
        <w:t>1</w:t>
      </w:r>
      <w:r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</w:t>
      </w:r>
    </w:p>
    <w:p w14:paraId="2CC94DC0" w14:textId="77777777" w:rsidR="00D35D8A" w:rsidRPr="00F0473F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after="0"/>
        <w:jc w:val="right"/>
        <w:rPr>
          <w:rFonts w:asciiTheme="minorHAnsi" w:eastAsia="Calibri" w:hAnsiTheme="minorHAnsi" w:cstheme="minorHAnsi"/>
          <w:i/>
          <w:iCs/>
          <w:sz w:val="20"/>
          <w:szCs w:val="20"/>
        </w:rPr>
      </w:pPr>
      <w:r>
        <w:rPr>
          <w:rFonts w:asciiTheme="minorHAnsi" w:eastAsia="Calibri" w:hAnsiTheme="minorHAnsi" w:cstheme="minorHAnsi"/>
          <w:i/>
          <w:iCs/>
          <w:sz w:val="20"/>
          <w:szCs w:val="20"/>
        </w:rPr>
        <w:t xml:space="preserve">Załącznik nr 1 </w:t>
      </w:r>
    </w:p>
    <w:p w14:paraId="41B890B9" w14:textId="77777777" w:rsidR="00D35D8A" w:rsidRPr="00F0473F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/>
        <w:jc w:val="right"/>
        <w:rPr>
          <w:rFonts w:asciiTheme="minorHAnsi" w:eastAsia="Calibri" w:hAnsiTheme="minorHAnsi" w:cstheme="minorHAnsi"/>
          <w:i/>
          <w:iCs/>
          <w:sz w:val="20"/>
          <w:szCs w:val="20"/>
        </w:rPr>
      </w:pPr>
      <w:r w:rsidRPr="001C3085">
        <w:rPr>
          <w:rFonts w:asciiTheme="minorHAnsi" w:eastAsia="Calibri" w:hAnsiTheme="minorHAnsi" w:cstheme="minorHAnsi"/>
          <w:i/>
          <w:iCs/>
          <w:sz w:val="20"/>
          <w:szCs w:val="20"/>
        </w:rPr>
        <w:t xml:space="preserve">do dokumentacji pn. Opis warunków udziału w postępowaniu w trybie przetargu nieograniczonego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 </w:t>
      </w:r>
    </w:p>
    <w:p w14:paraId="6094D81B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after="0"/>
        <w:jc w:val="center"/>
        <w:rPr>
          <w:rFonts w:asciiTheme="minorHAnsi" w:eastAsia="Calibri" w:hAnsiTheme="minorHAnsi" w:cstheme="minorHAnsi"/>
          <w:b/>
          <w:bCs/>
          <w:sz w:val="32"/>
          <w:szCs w:val="20"/>
        </w:rPr>
      </w:pPr>
      <w:r w:rsidRPr="001C3085">
        <w:rPr>
          <w:rFonts w:asciiTheme="minorHAnsi" w:eastAsia="Calibri" w:hAnsiTheme="minorHAnsi" w:cstheme="minorHAnsi"/>
          <w:b/>
          <w:bCs/>
          <w:sz w:val="32"/>
          <w:szCs w:val="20"/>
        </w:rPr>
        <w:t>OPIS TECHNICZNY</w:t>
      </w:r>
    </w:p>
    <w:p w14:paraId="493367EA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C3085">
        <w:rPr>
          <w:rFonts w:asciiTheme="minorHAnsi" w:eastAsia="Calibri" w:hAnsiTheme="minorHAnsi" w:cstheme="minorHAnsi"/>
          <w:b/>
          <w:bCs/>
          <w:sz w:val="20"/>
          <w:szCs w:val="20"/>
        </w:rPr>
        <w:t>Moduł F</w:t>
      </w: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 - </w:t>
      </w:r>
      <w:proofErr w:type="spellStart"/>
      <w:r w:rsidRPr="001C3085">
        <w:rPr>
          <w:rFonts w:asciiTheme="minorHAnsi" w:eastAsia="Calibri" w:hAnsiTheme="minorHAnsi" w:cstheme="minorHAnsi"/>
          <w:sz w:val="20"/>
          <w:szCs w:val="20"/>
        </w:rPr>
        <w:t>laboratoryjno</w:t>
      </w:r>
      <w:proofErr w:type="spellEnd"/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 – produkcyjny o łącznej powierzchni </w:t>
      </w:r>
      <w:r>
        <w:rPr>
          <w:rFonts w:asciiTheme="minorHAnsi" w:eastAsia="Calibri" w:hAnsiTheme="minorHAnsi" w:cstheme="minorHAnsi"/>
          <w:sz w:val="20"/>
          <w:szCs w:val="20"/>
        </w:rPr>
        <w:t>392,00 m</w:t>
      </w:r>
      <w:r w:rsidRPr="001C3085">
        <w:rPr>
          <w:rFonts w:ascii="Arial" w:hAnsi="Arial" w:cs="Arial"/>
          <w:sz w:val="20"/>
          <w:szCs w:val="20"/>
          <w:shd w:val="clear" w:color="auto" w:fill="FFFFFF"/>
        </w:rPr>
        <w:t>²</w:t>
      </w: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 zlokalizowany na parterze budynku laboratoryjno-produkcyjnego. </w:t>
      </w:r>
    </w:p>
    <w:p w14:paraId="54264942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Moduł jest częścią budynku </w:t>
      </w:r>
      <w:proofErr w:type="spellStart"/>
      <w:r w:rsidRPr="001C3085">
        <w:rPr>
          <w:rFonts w:asciiTheme="minorHAnsi" w:eastAsia="Calibri" w:hAnsiTheme="minorHAnsi" w:cstheme="minorHAnsi"/>
          <w:sz w:val="20"/>
          <w:szCs w:val="20"/>
        </w:rPr>
        <w:t>laboratoryjno</w:t>
      </w:r>
      <w:proofErr w:type="spellEnd"/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 – produkcyjnego o łącznej powierzchni 4 245,62 m</w:t>
      </w:r>
      <w:r w:rsidRPr="001C3085">
        <w:rPr>
          <w:rFonts w:ascii="Arial" w:hAnsi="Arial" w:cs="Arial"/>
          <w:sz w:val="20"/>
          <w:szCs w:val="20"/>
          <w:shd w:val="clear" w:color="auto" w:fill="FFFFFF"/>
        </w:rPr>
        <w:t xml:space="preserve">². </w:t>
      </w:r>
    </w:p>
    <w:p w14:paraId="5BD54D3B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Budynek dwukondygnacyjny o wysokości 10,22 m.  </w:t>
      </w:r>
    </w:p>
    <w:p w14:paraId="2100ABA0" w14:textId="77777777" w:rsidR="00D35D8A" w:rsidRPr="001C3085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Rok budowy 2012. Stan techniczny: dobry. </w:t>
      </w:r>
    </w:p>
    <w:p w14:paraId="31C4CEC6" w14:textId="663D5DDD" w:rsidR="00D35D8A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1C3085">
        <w:rPr>
          <w:rFonts w:asciiTheme="minorHAnsi" w:eastAsia="Calibri" w:hAnsiTheme="minorHAnsi" w:cstheme="minorHAnsi"/>
          <w:sz w:val="20"/>
          <w:szCs w:val="20"/>
        </w:rPr>
        <w:t xml:space="preserve">Budynek zaprojektowano z 8 niezależnie zasilanych i funkcjonujących modułów.  </w:t>
      </w:r>
    </w:p>
    <w:p w14:paraId="5B46E29E" w14:textId="77777777" w:rsidR="00D35D8A" w:rsidRDefault="00D35D8A" w:rsidP="00D35D8A">
      <w:pPr>
        <w:pStyle w:val="NormalnyWeb"/>
        <w:tabs>
          <w:tab w:val="right" w:pos="6237"/>
          <w:tab w:val="left" w:pos="6381"/>
          <w:tab w:val="right" w:pos="709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  <w:tab w:val="left" w:pos="7800"/>
          <w:tab w:val="left" w:pos="7820"/>
          <w:tab w:val="left" w:pos="7840"/>
          <w:tab w:val="left" w:pos="7860"/>
          <w:tab w:val="left" w:pos="7880"/>
          <w:tab w:val="left" w:pos="7900"/>
          <w:tab w:val="left" w:pos="7920"/>
          <w:tab w:val="left" w:pos="7940"/>
          <w:tab w:val="left" w:pos="7960"/>
          <w:tab w:val="left" w:pos="7980"/>
          <w:tab w:val="left" w:pos="8000"/>
          <w:tab w:val="left" w:pos="8020"/>
          <w:tab w:val="left" w:pos="8040"/>
          <w:tab w:val="left" w:pos="8060"/>
          <w:tab w:val="left" w:pos="8080"/>
          <w:tab w:val="left" w:pos="8100"/>
          <w:tab w:val="left" w:pos="8120"/>
          <w:tab w:val="left" w:pos="8140"/>
          <w:tab w:val="left" w:pos="8160"/>
          <w:tab w:val="left" w:pos="8180"/>
          <w:tab w:val="left" w:pos="8200"/>
          <w:tab w:val="left" w:pos="8220"/>
          <w:tab w:val="left" w:pos="8240"/>
          <w:tab w:val="left" w:pos="8260"/>
          <w:tab w:val="left" w:pos="8280"/>
          <w:tab w:val="left" w:pos="8300"/>
        </w:tabs>
        <w:spacing w:before="0" w:beforeAutospacing="0" w:after="0" w:afterAutospacing="0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47171ECA" w14:textId="77777777" w:rsidR="00992786" w:rsidRPr="00217CAA" w:rsidRDefault="00020AE1" w:rsidP="00E73473">
      <w:pPr>
        <w:spacing w:line="360" w:lineRule="auto"/>
        <w:ind w:left="-540" w:right="-648" w:firstLine="540"/>
        <w:rPr>
          <w:rFonts w:asciiTheme="minorHAnsi" w:hAnsiTheme="minorHAnsi" w:cstheme="minorHAnsi"/>
          <w:iCs/>
          <w:sz w:val="22"/>
          <w:szCs w:val="22"/>
        </w:rPr>
      </w:pPr>
      <w:r w:rsidRPr="00217CAA">
        <w:rPr>
          <w:rFonts w:asciiTheme="minorHAnsi" w:hAnsiTheme="minorHAnsi" w:cstheme="minorHAnsi"/>
          <w:sz w:val="22"/>
          <w:szCs w:val="22"/>
        </w:rPr>
        <w:t>Lokal składa się z następujących pomieszczeń</w:t>
      </w:r>
      <w:r w:rsidR="004E1AC5" w:rsidRPr="00217CAA">
        <w:rPr>
          <w:rFonts w:asciiTheme="minorHAnsi" w:hAnsiTheme="minorHAnsi" w:cstheme="minorHAnsi"/>
          <w:sz w:val="22"/>
          <w:szCs w:val="22"/>
        </w:rPr>
        <w:t>:</w:t>
      </w:r>
    </w:p>
    <w:p w14:paraId="5D04FE7B" w14:textId="77777777" w:rsidR="007A48CD" w:rsidRPr="00217CAA" w:rsidRDefault="00E95382" w:rsidP="00596374">
      <w:pPr>
        <w:numPr>
          <w:ilvl w:val="0"/>
          <w:numId w:val="14"/>
        </w:numPr>
        <w:autoSpaceDE w:val="0"/>
        <w:rPr>
          <w:rFonts w:asciiTheme="minorHAnsi" w:hAnsiTheme="minorHAnsi" w:cstheme="minorHAnsi"/>
          <w:sz w:val="22"/>
          <w:szCs w:val="22"/>
        </w:rPr>
      </w:pPr>
      <w:r w:rsidRPr="00217CAA">
        <w:rPr>
          <w:rFonts w:asciiTheme="minorHAnsi" w:hAnsiTheme="minorHAnsi" w:cstheme="minorHAnsi"/>
          <w:sz w:val="22"/>
          <w:szCs w:val="22"/>
        </w:rPr>
        <w:t>Recepcja</w:t>
      </w:r>
      <w:r w:rsidR="00AD12EA" w:rsidRPr="00217CAA">
        <w:rPr>
          <w:rFonts w:asciiTheme="minorHAnsi" w:hAnsiTheme="minorHAnsi" w:cstheme="minorHAnsi"/>
          <w:sz w:val="22"/>
          <w:szCs w:val="22"/>
        </w:rPr>
        <w:t>, korytarz</w:t>
      </w:r>
    </w:p>
    <w:p w14:paraId="23A39006" w14:textId="77777777" w:rsidR="007A48CD" w:rsidRPr="00217CAA" w:rsidRDefault="001701B7" w:rsidP="00596374">
      <w:pPr>
        <w:numPr>
          <w:ilvl w:val="0"/>
          <w:numId w:val="14"/>
        </w:numPr>
        <w:autoSpaceDE w:val="0"/>
        <w:rPr>
          <w:rFonts w:asciiTheme="minorHAnsi" w:hAnsiTheme="minorHAnsi" w:cstheme="minorHAnsi"/>
          <w:sz w:val="22"/>
          <w:szCs w:val="22"/>
        </w:rPr>
      </w:pPr>
      <w:r w:rsidRPr="00217CAA">
        <w:rPr>
          <w:rFonts w:asciiTheme="minorHAnsi" w:hAnsiTheme="minorHAnsi" w:cstheme="minorHAnsi"/>
          <w:sz w:val="22"/>
          <w:szCs w:val="22"/>
        </w:rPr>
        <w:t>Pomieszczenie biurowe</w:t>
      </w:r>
      <w:r w:rsidR="007A48CD" w:rsidRPr="00217CAA">
        <w:rPr>
          <w:rFonts w:asciiTheme="minorHAnsi" w:hAnsiTheme="minorHAnsi" w:cstheme="minorHAnsi"/>
          <w:sz w:val="22"/>
          <w:szCs w:val="22"/>
        </w:rPr>
        <w:t xml:space="preserve"> (nr</w:t>
      </w:r>
      <w:r w:rsidR="00DC6F8A" w:rsidRPr="00217CAA">
        <w:rPr>
          <w:rFonts w:asciiTheme="minorHAnsi" w:hAnsiTheme="minorHAnsi" w:cstheme="minorHAnsi"/>
          <w:sz w:val="22"/>
          <w:szCs w:val="22"/>
        </w:rPr>
        <w:t xml:space="preserve"> </w:t>
      </w:r>
      <w:r w:rsidR="00A40046" w:rsidRPr="00217CAA">
        <w:rPr>
          <w:rFonts w:asciiTheme="minorHAnsi" w:hAnsiTheme="minorHAnsi" w:cstheme="minorHAnsi"/>
          <w:sz w:val="22"/>
          <w:szCs w:val="22"/>
        </w:rPr>
        <w:t>1).</w:t>
      </w:r>
    </w:p>
    <w:p w14:paraId="54D8F9C4" w14:textId="77777777" w:rsidR="00596374" w:rsidRPr="00217CAA" w:rsidRDefault="00596374" w:rsidP="00596374">
      <w:pPr>
        <w:numPr>
          <w:ilvl w:val="0"/>
          <w:numId w:val="14"/>
        </w:numPr>
        <w:autoSpaceDE w:val="0"/>
        <w:rPr>
          <w:rFonts w:asciiTheme="minorHAnsi" w:hAnsiTheme="minorHAnsi" w:cstheme="minorHAnsi"/>
          <w:sz w:val="22"/>
          <w:szCs w:val="22"/>
        </w:rPr>
      </w:pPr>
      <w:r w:rsidRPr="00217CAA">
        <w:rPr>
          <w:rFonts w:asciiTheme="minorHAnsi" w:hAnsiTheme="minorHAnsi" w:cstheme="minorHAnsi"/>
          <w:sz w:val="22"/>
          <w:szCs w:val="22"/>
        </w:rPr>
        <w:t xml:space="preserve">Biblioteka </w:t>
      </w:r>
    </w:p>
    <w:p w14:paraId="22F2A7E6" w14:textId="77777777" w:rsidR="00356379" w:rsidRPr="00217CAA" w:rsidRDefault="00596374" w:rsidP="00596374">
      <w:pPr>
        <w:numPr>
          <w:ilvl w:val="0"/>
          <w:numId w:val="14"/>
        </w:numPr>
        <w:autoSpaceDE w:val="0"/>
        <w:rPr>
          <w:rFonts w:asciiTheme="minorHAnsi" w:hAnsiTheme="minorHAnsi" w:cstheme="minorHAnsi"/>
          <w:sz w:val="22"/>
          <w:szCs w:val="22"/>
        </w:rPr>
      </w:pPr>
      <w:r w:rsidRPr="00217CAA">
        <w:rPr>
          <w:rFonts w:asciiTheme="minorHAnsi" w:hAnsiTheme="minorHAnsi" w:cstheme="minorHAnsi"/>
          <w:sz w:val="22"/>
          <w:szCs w:val="22"/>
        </w:rPr>
        <w:t>WC męskie</w:t>
      </w:r>
    </w:p>
    <w:p w14:paraId="521FF846" w14:textId="77777777" w:rsidR="00356379" w:rsidRPr="00217CAA" w:rsidRDefault="00596374" w:rsidP="00596374">
      <w:pPr>
        <w:numPr>
          <w:ilvl w:val="0"/>
          <w:numId w:val="14"/>
        </w:numPr>
        <w:autoSpaceDE w:val="0"/>
        <w:rPr>
          <w:rFonts w:asciiTheme="minorHAnsi" w:hAnsiTheme="minorHAnsi" w:cstheme="minorHAnsi"/>
          <w:sz w:val="22"/>
          <w:szCs w:val="22"/>
        </w:rPr>
      </w:pPr>
      <w:r w:rsidRPr="00217CAA">
        <w:rPr>
          <w:rFonts w:asciiTheme="minorHAnsi" w:hAnsiTheme="minorHAnsi" w:cstheme="minorHAnsi"/>
          <w:sz w:val="22"/>
          <w:szCs w:val="22"/>
        </w:rPr>
        <w:t>WC damskie / niepełnosprawnych</w:t>
      </w:r>
    </w:p>
    <w:p w14:paraId="2F84677A" w14:textId="77777777" w:rsidR="005336A7" w:rsidRPr="00217CAA" w:rsidRDefault="005336A7" w:rsidP="00596374">
      <w:pPr>
        <w:numPr>
          <w:ilvl w:val="0"/>
          <w:numId w:val="14"/>
        </w:numPr>
        <w:autoSpaceDE w:val="0"/>
        <w:rPr>
          <w:rFonts w:asciiTheme="minorHAnsi" w:hAnsiTheme="minorHAnsi" w:cstheme="minorHAnsi"/>
          <w:sz w:val="22"/>
          <w:szCs w:val="22"/>
        </w:rPr>
      </w:pPr>
      <w:r w:rsidRPr="00217CAA">
        <w:rPr>
          <w:rFonts w:asciiTheme="minorHAnsi" w:hAnsiTheme="minorHAnsi" w:cstheme="minorHAnsi"/>
          <w:sz w:val="22"/>
          <w:szCs w:val="22"/>
        </w:rPr>
        <w:t>Sala wykładowa</w:t>
      </w:r>
    </w:p>
    <w:p w14:paraId="05828931" w14:textId="77777777" w:rsidR="005336A7" w:rsidRPr="00217CAA" w:rsidRDefault="005336A7" w:rsidP="00596374">
      <w:pPr>
        <w:numPr>
          <w:ilvl w:val="0"/>
          <w:numId w:val="14"/>
        </w:numPr>
        <w:autoSpaceDE w:val="0"/>
        <w:rPr>
          <w:rFonts w:asciiTheme="minorHAnsi" w:hAnsiTheme="minorHAnsi" w:cstheme="minorHAnsi"/>
          <w:sz w:val="22"/>
          <w:szCs w:val="22"/>
        </w:rPr>
      </w:pPr>
      <w:r w:rsidRPr="00217CAA">
        <w:rPr>
          <w:rFonts w:asciiTheme="minorHAnsi" w:hAnsiTheme="minorHAnsi" w:cstheme="minorHAnsi"/>
          <w:sz w:val="22"/>
          <w:szCs w:val="22"/>
        </w:rPr>
        <w:t>Sala komputerowa</w:t>
      </w:r>
    </w:p>
    <w:p w14:paraId="7BD5D66B" w14:textId="77777777" w:rsidR="00596374" w:rsidRPr="00217CAA" w:rsidRDefault="007D740B" w:rsidP="00596374">
      <w:pPr>
        <w:numPr>
          <w:ilvl w:val="0"/>
          <w:numId w:val="14"/>
        </w:numPr>
        <w:autoSpaceDE w:val="0"/>
        <w:rPr>
          <w:rFonts w:asciiTheme="minorHAnsi" w:hAnsiTheme="minorHAnsi" w:cstheme="minorHAnsi"/>
          <w:sz w:val="22"/>
          <w:szCs w:val="22"/>
        </w:rPr>
      </w:pPr>
      <w:r w:rsidRPr="00217CAA">
        <w:rPr>
          <w:rFonts w:asciiTheme="minorHAnsi" w:hAnsiTheme="minorHAnsi" w:cstheme="minorHAnsi"/>
          <w:sz w:val="22"/>
          <w:szCs w:val="22"/>
        </w:rPr>
        <w:t>Jadalnia</w:t>
      </w:r>
    </w:p>
    <w:p w14:paraId="558FBADC" w14:textId="77777777" w:rsidR="005336A7" w:rsidRPr="00217CAA" w:rsidRDefault="007D740B" w:rsidP="00596374">
      <w:pPr>
        <w:numPr>
          <w:ilvl w:val="0"/>
          <w:numId w:val="14"/>
        </w:numPr>
        <w:autoSpaceDE w:val="0"/>
        <w:rPr>
          <w:rFonts w:asciiTheme="minorHAnsi" w:hAnsiTheme="minorHAnsi" w:cstheme="minorHAnsi"/>
          <w:sz w:val="22"/>
          <w:szCs w:val="22"/>
        </w:rPr>
      </w:pPr>
      <w:r w:rsidRPr="00217CAA">
        <w:rPr>
          <w:rFonts w:asciiTheme="minorHAnsi" w:hAnsiTheme="minorHAnsi" w:cstheme="minorHAnsi"/>
          <w:sz w:val="22"/>
          <w:szCs w:val="22"/>
        </w:rPr>
        <w:t>Szatnia (w tym umywalnia)</w:t>
      </w:r>
    </w:p>
    <w:p w14:paraId="06006AA8" w14:textId="77777777" w:rsidR="005336A7" w:rsidRPr="00217CAA" w:rsidRDefault="007D740B" w:rsidP="00596374">
      <w:pPr>
        <w:numPr>
          <w:ilvl w:val="0"/>
          <w:numId w:val="14"/>
        </w:numPr>
        <w:autoSpaceDE w:val="0"/>
        <w:rPr>
          <w:rFonts w:asciiTheme="minorHAnsi" w:hAnsiTheme="minorHAnsi" w:cstheme="minorHAnsi"/>
          <w:sz w:val="22"/>
          <w:szCs w:val="22"/>
        </w:rPr>
      </w:pPr>
      <w:r w:rsidRPr="00217CAA">
        <w:rPr>
          <w:rFonts w:asciiTheme="minorHAnsi" w:hAnsiTheme="minorHAnsi" w:cstheme="minorHAnsi"/>
          <w:sz w:val="22"/>
          <w:szCs w:val="22"/>
        </w:rPr>
        <w:t>Studio Foto</w:t>
      </w:r>
    </w:p>
    <w:p w14:paraId="5908759D" w14:textId="77777777" w:rsidR="00596374" w:rsidRPr="00217CAA" w:rsidRDefault="007D740B" w:rsidP="00596374">
      <w:pPr>
        <w:numPr>
          <w:ilvl w:val="0"/>
          <w:numId w:val="14"/>
        </w:numPr>
        <w:autoSpaceDE w:val="0"/>
        <w:rPr>
          <w:rFonts w:asciiTheme="minorHAnsi" w:hAnsiTheme="minorHAnsi" w:cstheme="minorHAnsi"/>
          <w:sz w:val="22"/>
          <w:szCs w:val="22"/>
        </w:rPr>
      </w:pPr>
      <w:r w:rsidRPr="00217CAA">
        <w:rPr>
          <w:rFonts w:asciiTheme="minorHAnsi" w:hAnsiTheme="minorHAnsi" w:cstheme="minorHAnsi"/>
          <w:sz w:val="22"/>
          <w:szCs w:val="22"/>
        </w:rPr>
        <w:t>Showroom</w:t>
      </w:r>
    </w:p>
    <w:p w14:paraId="3494E5EC" w14:textId="77777777" w:rsidR="00596374" w:rsidRPr="00217CAA" w:rsidRDefault="007D740B" w:rsidP="00596374">
      <w:pPr>
        <w:numPr>
          <w:ilvl w:val="0"/>
          <w:numId w:val="14"/>
        </w:numPr>
        <w:autoSpaceDE w:val="0"/>
        <w:rPr>
          <w:rFonts w:asciiTheme="minorHAnsi" w:hAnsiTheme="minorHAnsi" w:cstheme="minorHAnsi"/>
          <w:sz w:val="22"/>
          <w:szCs w:val="22"/>
        </w:rPr>
      </w:pPr>
      <w:r w:rsidRPr="00217CAA">
        <w:rPr>
          <w:rFonts w:asciiTheme="minorHAnsi" w:hAnsiTheme="minorHAnsi" w:cstheme="minorHAnsi"/>
          <w:sz w:val="22"/>
          <w:szCs w:val="22"/>
        </w:rPr>
        <w:t>Szwalnia</w:t>
      </w:r>
    </w:p>
    <w:p w14:paraId="4F455910" w14:textId="77777777" w:rsidR="00596374" w:rsidRPr="00217CAA" w:rsidRDefault="007D740B" w:rsidP="00596374">
      <w:pPr>
        <w:numPr>
          <w:ilvl w:val="0"/>
          <w:numId w:val="14"/>
        </w:numPr>
        <w:autoSpaceDE w:val="0"/>
        <w:rPr>
          <w:rFonts w:asciiTheme="minorHAnsi" w:hAnsiTheme="minorHAnsi" w:cstheme="minorHAnsi"/>
          <w:sz w:val="22"/>
          <w:szCs w:val="22"/>
        </w:rPr>
      </w:pPr>
      <w:r w:rsidRPr="00217CAA">
        <w:rPr>
          <w:rFonts w:asciiTheme="minorHAnsi" w:hAnsiTheme="minorHAnsi" w:cstheme="minorHAnsi"/>
          <w:sz w:val="22"/>
          <w:szCs w:val="22"/>
        </w:rPr>
        <w:t>Pomieszczenie gospodarcze</w:t>
      </w:r>
    </w:p>
    <w:p w14:paraId="32769BD9" w14:textId="77777777" w:rsidR="00956C81" w:rsidRPr="00217CAA" w:rsidRDefault="00956C81" w:rsidP="00596374">
      <w:pPr>
        <w:numPr>
          <w:ilvl w:val="0"/>
          <w:numId w:val="14"/>
        </w:numPr>
        <w:autoSpaceDE w:val="0"/>
        <w:rPr>
          <w:rFonts w:asciiTheme="minorHAnsi" w:hAnsiTheme="minorHAnsi" w:cstheme="minorHAnsi"/>
          <w:sz w:val="22"/>
          <w:szCs w:val="22"/>
        </w:rPr>
      </w:pPr>
      <w:r w:rsidRPr="00217CAA">
        <w:rPr>
          <w:rFonts w:asciiTheme="minorHAnsi" w:hAnsiTheme="minorHAnsi" w:cstheme="minorHAnsi"/>
          <w:sz w:val="22"/>
          <w:szCs w:val="22"/>
        </w:rPr>
        <w:t>Klatka schodowa</w:t>
      </w:r>
    </w:p>
    <w:p w14:paraId="0B458FEE" w14:textId="77777777" w:rsidR="001D5AE4" w:rsidRPr="00217CAA" w:rsidRDefault="001D5AE4" w:rsidP="001D5AE4">
      <w:pPr>
        <w:autoSpaceDE w:val="0"/>
        <w:ind w:left="1080"/>
        <w:rPr>
          <w:rFonts w:asciiTheme="minorHAnsi" w:hAnsiTheme="minorHAnsi" w:cstheme="minorHAnsi"/>
          <w:sz w:val="22"/>
          <w:szCs w:val="22"/>
        </w:rPr>
      </w:pPr>
    </w:p>
    <w:p w14:paraId="06AF4481" w14:textId="77777777" w:rsidR="0076737A" w:rsidRPr="00217CAA" w:rsidRDefault="0076737A" w:rsidP="001D5AE4">
      <w:pPr>
        <w:autoSpaceDE w:val="0"/>
        <w:ind w:left="1080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0"/>
        <w:gridCol w:w="4406"/>
        <w:gridCol w:w="3109"/>
      </w:tblGrid>
      <w:tr w:rsidR="0076737A" w:rsidRPr="00217CAA" w14:paraId="68BA4B61" w14:textId="77777777" w:rsidTr="0064671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3AE55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NUMER POMIESZCZENIA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39F77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NAZWA POMIESZCZENIA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94EA1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POWIERZCHNIA (m</w:t>
            </w:r>
            <w:r w:rsidRPr="00217CAA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  <w:lang w:eastAsia="en-US"/>
              </w:rPr>
              <w:t>²).</w:t>
            </w:r>
          </w:p>
        </w:tc>
      </w:tr>
      <w:tr w:rsidR="0076737A" w:rsidRPr="00217CAA" w14:paraId="75CA28EB" w14:textId="77777777" w:rsidTr="0064671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AC0B9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0560B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FRONT DESK</w:t>
            </w:r>
            <w:r w:rsidR="003F3812"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/ recepcja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1BFDC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11,4</w:t>
            </w:r>
          </w:p>
        </w:tc>
      </w:tr>
      <w:tr w:rsidR="0076737A" w:rsidRPr="00217CAA" w14:paraId="503EEA98" w14:textId="77777777" w:rsidTr="0064671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0C2F1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39641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KORYTARZ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81B5F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18,3</w:t>
            </w:r>
          </w:p>
        </w:tc>
      </w:tr>
      <w:tr w:rsidR="0076737A" w:rsidRPr="00217CAA" w14:paraId="0A2FA702" w14:textId="77777777" w:rsidTr="0064671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AB651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106E2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SZATNIA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1F48E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11,1</w:t>
            </w:r>
          </w:p>
        </w:tc>
      </w:tr>
      <w:tr w:rsidR="0076737A" w:rsidRPr="00217CAA" w14:paraId="42CDC7E0" w14:textId="77777777" w:rsidTr="0064671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6ACC6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F18D9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ŁAZIENKA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90C67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11,0</w:t>
            </w:r>
          </w:p>
        </w:tc>
      </w:tr>
      <w:tr w:rsidR="0076737A" w:rsidRPr="00217CAA" w14:paraId="5A86C442" w14:textId="77777777" w:rsidTr="0064671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9AAF9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1010D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STUDIO FOTO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22D74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22,5</w:t>
            </w:r>
          </w:p>
        </w:tc>
      </w:tr>
      <w:tr w:rsidR="0076737A" w:rsidRPr="00217CAA" w14:paraId="3016269A" w14:textId="77777777" w:rsidTr="0064671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40166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695B3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POMIESZCZENIE SOCJALNE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9C061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16,6</w:t>
            </w:r>
          </w:p>
        </w:tc>
      </w:tr>
      <w:tr w:rsidR="0076737A" w:rsidRPr="00217CAA" w14:paraId="4E8B885E" w14:textId="77777777" w:rsidTr="0064671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3A1DC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54C70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WC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24486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4,4</w:t>
            </w:r>
          </w:p>
        </w:tc>
      </w:tr>
      <w:tr w:rsidR="0076737A" w:rsidRPr="00217CAA" w14:paraId="7091E47F" w14:textId="77777777" w:rsidTr="0064671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B671F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FFC76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WC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4F96F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1,7</w:t>
            </w:r>
          </w:p>
        </w:tc>
      </w:tr>
      <w:tr w:rsidR="0076737A" w:rsidRPr="00217CAA" w14:paraId="77DA5484" w14:textId="77777777" w:rsidTr="0064671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7DFCA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10167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WC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FAF07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2,0</w:t>
            </w:r>
          </w:p>
        </w:tc>
      </w:tr>
      <w:tr w:rsidR="0076737A" w:rsidRPr="00217CAA" w14:paraId="0D36BFF2" w14:textId="77777777" w:rsidTr="0064671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935E8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5B2C3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BIBLIOTEKA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7C67F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12,5</w:t>
            </w:r>
          </w:p>
        </w:tc>
      </w:tr>
      <w:tr w:rsidR="0076737A" w:rsidRPr="00217CAA" w14:paraId="598DA6D5" w14:textId="77777777" w:rsidTr="0064671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E572C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lastRenderedPageBreak/>
              <w:t>11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2E591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BIURO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D9017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12,1</w:t>
            </w:r>
          </w:p>
        </w:tc>
      </w:tr>
      <w:tr w:rsidR="0076737A" w:rsidRPr="00217CAA" w14:paraId="334067EB" w14:textId="77777777" w:rsidTr="0064671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62979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1D69B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PROTOTYPOWNIA/ sala wykładowa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2D55F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24,1</w:t>
            </w:r>
          </w:p>
        </w:tc>
      </w:tr>
      <w:tr w:rsidR="0076737A" w:rsidRPr="00217CAA" w14:paraId="1ACDA72A" w14:textId="77777777" w:rsidTr="0064671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F6402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C7F10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PRACOWNIA GRAFICZNA/ sala komputerowa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35697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21,7</w:t>
            </w:r>
          </w:p>
        </w:tc>
      </w:tr>
      <w:tr w:rsidR="0076737A" w:rsidRPr="00217CAA" w14:paraId="57D2D9AC" w14:textId="77777777" w:rsidTr="0064671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2B499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73038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POMIESZCZENIE DRUKU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197A2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7,2</w:t>
            </w:r>
          </w:p>
        </w:tc>
      </w:tr>
      <w:tr w:rsidR="0076737A" w:rsidRPr="00217CAA" w14:paraId="5C3A0FAD" w14:textId="77777777" w:rsidTr="0064671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581B0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D0D7C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SHOWROOM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B3200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71,6</w:t>
            </w:r>
          </w:p>
        </w:tc>
      </w:tr>
      <w:tr w:rsidR="0076737A" w:rsidRPr="00217CAA" w14:paraId="68E1DE86" w14:textId="77777777" w:rsidTr="0064671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84C58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5A669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PRACOWNIA KROJU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DC6D6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84,2</w:t>
            </w:r>
          </w:p>
        </w:tc>
      </w:tr>
      <w:tr w:rsidR="0076737A" w:rsidRPr="00217CAA" w14:paraId="49D96AB2" w14:textId="77777777" w:rsidTr="00646719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2B244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DB0A6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KORYTARZ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E90E6" w14:textId="77777777" w:rsidR="0076737A" w:rsidRPr="00217CAA" w:rsidRDefault="0076737A" w:rsidP="00646719">
            <w:pPr>
              <w:pStyle w:val="NormalnyWeb"/>
              <w:tabs>
                <w:tab w:val="right" w:pos="6237"/>
                <w:tab w:val="left" w:pos="6381"/>
                <w:tab w:val="left" w:pos="8300"/>
              </w:tabs>
              <w:spacing w:before="0" w:beforeAutospacing="0" w:after="0" w:afterAutospacing="0"/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CA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24,7</w:t>
            </w:r>
          </w:p>
        </w:tc>
      </w:tr>
    </w:tbl>
    <w:p w14:paraId="34DF0FC6" w14:textId="40CF1D4F" w:rsidR="0076737A" w:rsidRDefault="0076737A" w:rsidP="001D5AE4">
      <w:pPr>
        <w:autoSpaceDE w:val="0"/>
        <w:ind w:left="1080"/>
        <w:rPr>
          <w:rFonts w:asciiTheme="minorHAnsi" w:hAnsiTheme="minorHAnsi" w:cstheme="minorHAnsi"/>
          <w:sz w:val="22"/>
          <w:szCs w:val="22"/>
        </w:rPr>
      </w:pPr>
    </w:p>
    <w:p w14:paraId="64A42FA5" w14:textId="09C4C5E1" w:rsidR="00217CAA" w:rsidRDefault="00217CAA" w:rsidP="001D5AE4">
      <w:pPr>
        <w:autoSpaceDE w:val="0"/>
        <w:ind w:left="1080"/>
        <w:rPr>
          <w:rFonts w:asciiTheme="minorHAnsi" w:hAnsiTheme="minorHAnsi" w:cstheme="minorHAnsi"/>
          <w:sz w:val="22"/>
          <w:szCs w:val="22"/>
        </w:rPr>
      </w:pPr>
    </w:p>
    <w:p w14:paraId="5CE802A8" w14:textId="77777777" w:rsidR="00217CAA" w:rsidRPr="00217CAA" w:rsidRDefault="00217CAA" w:rsidP="001D5AE4">
      <w:pPr>
        <w:autoSpaceDE w:val="0"/>
        <w:ind w:left="1080"/>
        <w:rPr>
          <w:rFonts w:asciiTheme="minorHAnsi" w:hAnsiTheme="minorHAnsi" w:cstheme="minorHAnsi"/>
          <w:sz w:val="22"/>
          <w:szCs w:val="22"/>
        </w:rPr>
      </w:pPr>
    </w:p>
    <w:p w14:paraId="6C6CEFA0" w14:textId="77777777" w:rsidR="0076737A" w:rsidRPr="00217CAA" w:rsidRDefault="0076737A" w:rsidP="001D5AE4">
      <w:pPr>
        <w:autoSpaceDE w:val="0"/>
        <w:ind w:left="1080"/>
        <w:rPr>
          <w:rFonts w:asciiTheme="minorHAnsi" w:hAnsiTheme="minorHAnsi" w:cstheme="minorHAnsi"/>
          <w:sz w:val="22"/>
          <w:szCs w:val="22"/>
        </w:rPr>
      </w:pPr>
    </w:p>
    <w:p w14:paraId="2A31BF05" w14:textId="1A3C8BA9" w:rsidR="005F4F55" w:rsidRPr="00217CAA" w:rsidRDefault="00EE30D0" w:rsidP="00217CAA">
      <w:pPr>
        <w:numPr>
          <w:ilvl w:val="0"/>
          <w:numId w:val="13"/>
        </w:numPr>
        <w:autoSpaceDE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17CAA">
        <w:rPr>
          <w:rFonts w:asciiTheme="minorHAnsi" w:hAnsiTheme="minorHAnsi" w:cstheme="minorHAnsi"/>
          <w:sz w:val="22"/>
          <w:szCs w:val="22"/>
        </w:rPr>
        <w:t>Elementy wykończenia</w:t>
      </w:r>
      <w:r w:rsidR="00651D9F" w:rsidRPr="00217CAA">
        <w:rPr>
          <w:rFonts w:asciiTheme="minorHAnsi" w:hAnsiTheme="minorHAnsi" w:cstheme="minorHAnsi"/>
          <w:sz w:val="22"/>
          <w:szCs w:val="22"/>
        </w:rPr>
        <w:t xml:space="preserve"> oraz wyposażenia pomieszczeń w lokalu.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989"/>
        <w:gridCol w:w="1134"/>
        <w:gridCol w:w="2724"/>
      </w:tblGrid>
      <w:tr w:rsidR="00EE30D0" w:rsidRPr="00217CAA" w14:paraId="5F0CD0A3" w14:textId="77777777" w:rsidTr="00217CAA">
        <w:trPr>
          <w:trHeight w:hRule="exact" w:val="510"/>
        </w:trPr>
        <w:tc>
          <w:tcPr>
            <w:tcW w:w="648" w:type="dxa"/>
            <w:shd w:val="clear" w:color="auto" w:fill="C0C0C0"/>
          </w:tcPr>
          <w:p w14:paraId="5179D9E3" w14:textId="77777777" w:rsidR="00EE30D0" w:rsidRPr="00217CAA" w:rsidRDefault="00EE30D0" w:rsidP="009B476C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4989" w:type="dxa"/>
            <w:shd w:val="clear" w:color="auto" w:fill="C0C0C0"/>
          </w:tcPr>
          <w:p w14:paraId="4AA8C6B6" w14:textId="77777777" w:rsidR="00EE30D0" w:rsidRPr="00217CAA" w:rsidRDefault="00EE30D0" w:rsidP="009B476C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b/>
                <w:sz w:val="22"/>
                <w:szCs w:val="22"/>
              </w:rPr>
              <w:t>Nazwa</w:t>
            </w:r>
          </w:p>
        </w:tc>
        <w:tc>
          <w:tcPr>
            <w:tcW w:w="1134" w:type="dxa"/>
            <w:shd w:val="clear" w:color="auto" w:fill="C0C0C0"/>
          </w:tcPr>
          <w:p w14:paraId="47DC0783" w14:textId="77777777" w:rsidR="00EE30D0" w:rsidRPr="00217CAA" w:rsidRDefault="00263115" w:rsidP="009B476C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2724" w:type="dxa"/>
            <w:shd w:val="clear" w:color="auto" w:fill="C0C0C0"/>
          </w:tcPr>
          <w:p w14:paraId="5F190CCC" w14:textId="77777777" w:rsidR="00EE30D0" w:rsidRPr="00217CAA" w:rsidRDefault="00EE30D0" w:rsidP="009B476C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b/>
                <w:sz w:val="22"/>
                <w:szCs w:val="22"/>
              </w:rPr>
              <w:t>Stan</w:t>
            </w:r>
            <w:r w:rsidR="00651D9F" w:rsidRPr="00217CA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techniczny</w:t>
            </w:r>
          </w:p>
        </w:tc>
      </w:tr>
      <w:tr w:rsidR="00EE30D0" w:rsidRPr="00217CAA" w14:paraId="5D8052DE" w14:textId="77777777" w:rsidTr="00217CAA">
        <w:trPr>
          <w:trHeight w:hRule="exact" w:val="510"/>
        </w:trPr>
        <w:tc>
          <w:tcPr>
            <w:tcW w:w="648" w:type="dxa"/>
          </w:tcPr>
          <w:p w14:paraId="09ACF7F3" w14:textId="77777777" w:rsidR="00EE30D0" w:rsidRPr="00217CAA" w:rsidRDefault="00EE30D0" w:rsidP="00723333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8847" w:type="dxa"/>
            <w:gridSpan w:val="3"/>
          </w:tcPr>
          <w:p w14:paraId="4BB0ECFC" w14:textId="77777777" w:rsidR="00EE30D0" w:rsidRPr="00217CAA" w:rsidRDefault="00EE30D0" w:rsidP="00263115">
            <w:pPr>
              <w:autoSpaceDE w:val="0"/>
              <w:spacing w:line="360" w:lineRule="auto"/>
              <w:rPr>
                <w:rFonts w:asciiTheme="minorHAnsi" w:hAnsiTheme="minorHAnsi" w:cstheme="minorHAnsi"/>
                <w:color w:val="00B0F0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color w:val="00B0F0"/>
                <w:sz w:val="22"/>
                <w:szCs w:val="22"/>
              </w:rPr>
              <w:t>RECEPCJA</w:t>
            </w:r>
            <w:r w:rsidR="00066ECF" w:rsidRPr="00217CAA">
              <w:rPr>
                <w:rFonts w:asciiTheme="minorHAnsi" w:hAnsiTheme="minorHAnsi" w:cstheme="minorHAnsi"/>
                <w:color w:val="00B0F0"/>
                <w:sz w:val="22"/>
                <w:szCs w:val="22"/>
              </w:rPr>
              <w:t xml:space="preserve"> </w:t>
            </w:r>
            <w:r w:rsidR="00263115" w:rsidRPr="00217CAA">
              <w:rPr>
                <w:rFonts w:asciiTheme="minorHAnsi" w:hAnsiTheme="minorHAnsi" w:cstheme="minorHAnsi"/>
                <w:color w:val="00B0F0"/>
                <w:sz w:val="22"/>
                <w:szCs w:val="22"/>
              </w:rPr>
              <w:t>(w tym KORYTARZ).</w:t>
            </w:r>
          </w:p>
        </w:tc>
      </w:tr>
      <w:tr w:rsidR="00956C81" w:rsidRPr="00217CAA" w14:paraId="242FB7E8" w14:textId="77777777" w:rsidTr="00217CAA">
        <w:trPr>
          <w:trHeight w:hRule="exact" w:val="510"/>
        </w:trPr>
        <w:tc>
          <w:tcPr>
            <w:tcW w:w="648" w:type="dxa"/>
          </w:tcPr>
          <w:p w14:paraId="1E3FE51E" w14:textId="77777777" w:rsidR="00956C81" w:rsidRPr="00217CAA" w:rsidRDefault="00956C81" w:rsidP="00956C81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14457F40" w14:textId="77777777" w:rsidR="00956C81" w:rsidRPr="00217CAA" w:rsidRDefault="00956C81" w:rsidP="00956C81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Lada recepcyjna </w:t>
            </w:r>
          </w:p>
        </w:tc>
        <w:tc>
          <w:tcPr>
            <w:tcW w:w="1134" w:type="dxa"/>
          </w:tcPr>
          <w:p w14:paraId="492F7B70" w14:textId="61538DA4" w:rsidR="00956C81" w:rsidRPr="00217CAA" w:rsidRDefault="00956C81" w:rsidP="00956C81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</w:t>
            </w:r>
            <w:r w:rsidR="00217CAA" w:rsidRPr="00217CA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724" w:type="dxa"/>
          </w:tcPr>
          <w:p w14:paraId="3D9F5293" w14:textId="77777777" w:rsidR="00956C81" w:rsidRPr="00217CAA" w:rsidRDefault="00956C81" w:rsidP="00956C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956C81" w:rsidRPr="00217CAA" w14:paraId="4CE53098" w14:textId="77777777" w:rsidTr="00217CAA">
        <w:trPr>
          <w:trHeight w:hRule="exact" w:val="510"/>
        </w:trPr>
        <w:tc>
          <w:tcPr>
            <w:tcW w:w="648" w:type="dxa"/>
          </w:tcPr>
          <w:p w14:paraId="55AF0557" w14:textId="77777777" w:rsidR="00956C81" w:rsidRPr="00217CAA" w:rsidRDefault="00956C81" w:rsidP="00956C81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366CAE14" w14:textId="77777777" w:rsidR="00956C81" w:rsidRPr="00217CAA" w:rsidRDefault="00956C81" w:rsidP="00956C81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Regał </w:t>
            </w:r>
          </w:p>
        </w:tc>
        <w:tc>
          <w:tcPr>
            <w:tcW w:w="1134" w:type="dxa"/>
          </w:tcPr>
          <w:p w14:paraId="025EF615" w14:textId="77777777" w:rsidR="00956C81" w:rsidRPr="00217CAA" w:rsidRDefault="00956C81" w:rsidP="00956C81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10133BAE" w14:textId="77777777" w:rsidR="00956C81" w:rsidRPr="00217CAA" w:rsidRDefault="00956C81" w:rsidP="00956C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956C81" w:rsidRPr="00217CAA" w14:paraId="46546996" w14:textId="77777777" w:rsidTr="00217CAA">
        <w:trPr>
          <w:trHeight w:hRule="exact" w:val="510"/>
        </w:trPr>
        <w:tc>
          <w:tcPr>
            <w:tcW w:w="648" w:type="dxa"/>
          </w:tcPr>
          <w:p w14:paraId="0F861269" w14:textId="77777777" w:rsidR="00956C81" w:rsidRPr="00217CAA" w:rsidRDefault="00956C81" w:rsidP="00956C81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257CFBCC" w14:textId="77777777" w:rsidR="00956C81" w:rsidRPr="00217CAA" w:rsidRDefault="00956C81" w:rsidP="00956C81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Krzesło biurowe czarne</w:t>
            </w:r>
          </w:p>
        </w:tc>
        <w:tc>
          <w:tcPr>
            <w:tcW w:w="1134" w:type="dxa"/>
          </w:tcPr>
          <w:p w14:paraId="46D476AF" w14:textId="77777777" w:rsidR="00956C81" w:rsidRPr="00217CAA" w:rsidRDefault="00956C81" w:rsidP="00956C81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5FD9EC8B" w14:textId="77777777" w:rsidR="00956C81" w:rsidRPr="00217CAA" w:rsidRDefault="00956C81" w:rsidP="00956C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956C81" w:rsidRPr="00217CAA" w14:paraId="400EF18F" w14:textId="77777777" w:rsidTr="00217CAA">
        <w:trPr>
          <w:trHeight w:hRule="exact" w:val="510"/>
        </w:trPr>
        <w:tc>
          <w:tcPr>
            <w:tcW w:w="648" w:type="dxa"/>
          </w:tcPr>
          <w:p w14:paraId="2F637835" w14:textId="77777777" w:rsidR="00956C81" w:rsidRPr="00217CAA" w:rsidRDefault="00956C81" w:rsidP="00956C81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1607657E" w14:textId="39E178A4" w:rsidR="00956C81" w:rsidRPr="00217CAA" w:rsidRDefault="00956C81" w:rsidP="00956C81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Ramka A2 </w:t>
            </w:r>
          </w:p>
        </w:tc>
        <w:tc>
          <w:tcPr>
            <w:tcW w:w="1134" w:type="dxa"/>
          </w:tcPr>
          <w:p w14:paraId="34CD5D41" w14:textId="5D6DBEB1" w:rsidR="00956C81" w:rsidRPr="00217CAA" w:rsidRDefault="00956C81" w:rsidP="00956C81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35 szt</w:t>
            </w:r>
            <w:r w:rsidR="00217CAA" w:rsidRPr="00217CA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724" w:type="dxa"/>
          </w:tcPr>
          <w:p w14:paraId="457F4F38" w14:textId="77777777" w:rsidR="00956C81" w:rsidRPr="00217CAA" w:rsidRDefault="00956C81" w:rsidP="00956C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956C81" w:rsidRPr="00217CAA" w14:paraId="6B41100C" w14:textId="77777777" w:rsidTr="00217CAA">
        <w:trPr>
          <w:trHeight w:hRule="exact" w:val="510"/>
        </w:trPr>
        <w:tc>
          <w:tcPr>
            <w:tcW w:w="648" w:type="dxa"/>
          </w:tcPr>
          <w:p w14:paraId="1855C91A" w14:textId="77777777" w:rsidR="00956C81" w:rsidRPr="00217CAA" w:rsidRDefault="00956C81" w:rsidP="00956C81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2E10AF3B" w14:textId="77777777" w:rsidR="00956C81" w:rsidRPr="00217CAA" w:rsidRDefault="00956C81" w:rsidP="00956C81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Szafka z serwerem</w:t>
            </w:r>
          </w:p>
        </w:tc>
        <w:tc>
          <w:tcPr>
            <w:tcW w:w="1134" w:type="dxa"/>
          </w:tcPr>
          <w:p w14:paraId="511F3A88" w14:textId="77777777" w:rsidR="00956C81" w:rsidRPr="00217CAA" w:rsidRDefault="00956C81" w:rsidP="00956C81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361553EA" w14:textId="77777777" w:rsidR="00956C81" w:rsidRPr="00217CAA" w:rsidRDefault="00956C81" w:rsidP="00956C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956C81" w:rsidRPr="00217CAA" w14:paraId="6935318C" w14:textId="77777777" w:rsidTr="00217CAA">
        <w:trPr>
          <w:trHeight w:hRule="exact" w:val="510"/>
        </w:trPr>
        <w:tc>
          <w:tcPr>
            <w:tcW w:w="648" w:type="dxa"/>
          </w:tcPr>
          <w:p w14:paraId="3A11869C" w14:textId="77777777" w:rsidR="00956C81" w:rsidRPr="00217CAA" w:rsidRDefault="00956C81" w:rsidP="00956C81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4D65D807" w14:textId="77777777" w:rsidR="00956C81" w:rsidRPr="00217CAA" w:rsidRDefault="00956C81" w:rsidP="00956C81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Rama na grafikę 120x120</w:t>
            </w:r>
          </w:p>
        </w:tc>
        <w:tc>
          <w:tcPr>
            <w:tcW w:w="1134" w:type="dxa"/>
          </w:tcPr>
          <w:p w14:paraId="571D57B6" w14:textId="56397EA4" w:rsidR="00956C81" w:rsidRPr="00217CAA" w:rsidRDefault="00956C81" w:rsidP="00956C81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4 szt</w:t>
            </w:r>
            <w:r w:rsidR="00217CAA" w:rsidRPr="00217CA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724" w:type="dxa"/>
          </w:tcPr>
          <w:p w14:paraId="1BBAD2C9" w14:textId="77777777" w:rsidR="00956C81" w:rsidRPr="00217CAA" w:rsidRDefault="00956C81" w:rsidP="00956C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956C81" w:rsidRPr="00217CAA" w14:paraId="5A08EB3C" w14:textId="77777777" w:rsidTr="00217CAA">
        <w:trPr>
          <w:trHeight w:hRule="exact" w:val="510"/>
        </w:trPr>
        <w:tc>
          <w:tcPr>
            <w:tcW w:w="648" w:type="dxa"/>
          </w:tcPr>
          <w:p w14:paraId="38BAC178" w14:textId="77777777" w:rsidR="00956C81" w:rsidRPr="00217CAA" w:rsidRDefault="00956C81" w:rsidP="00956C81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6F9CEADD" w14:textId="77777777" w:rsidR="00956C81" w:rsidRPr="00217CAA" w:rsidRDefault="00956C81" w:rsidP="00956C81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Grafika druk na papierze</w:t>
            </w:r>
          </w:p>
        </w:tc>
        <w:tc>
          <w:tcPr>
            <w:tcW w:w="1134" w:type="dxa"/>
          </w:tcPr>
          <w:p w14:paraId="71EB0B0E" w14:textId="77777777" w:rsidR="00956C81" w:rsidRPr="00217CAA" w:rsidRDefault="00956C81" w:rsidP="00956C81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4 szt.</w:t>
            </w:r>
          </w:p>
        </w:tc>
        <w:tc>
          <w:tcPr>
            <w:tcW w:w="2724" w:type="dxa"/>
          </w:tcPr>
          <w:p w14:paraId="61141224" w14:textId="77777777" w:rsidR="00956C81" w:rsidRPr="00217CAA" w:rsidRDefault="00956C81" w:rsidP="00956C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4422F2" w:rsidRPr="00217CAA" w14:paraId="5C822BAA" w14:textId="77777777" w:rsidTr="00217CAA">
        <w:trPr>
          <w:trHeight w:hRule="exact" w:val="510"/>
        </w:trPr>
        <w:tc>
          <w:tcPr>
            <w:tcW w:w="648" w:type="dxa"/>
          </w:tcPr>
          <w:p w14:paraId="2E2E6AF1" w14:textId="77777777" w:rsidR="004422F2" w:rsidRPr="00217CAA" w:rsidRDefault="004422F2" w:rsidP="00723333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8847" w:type="dxa"/>
            <w:gridSpan w:val="3"/>
          </w:tcPr>
          <w:p w14:paraId="45C9745F" w14:textId="77777777" w:rsidR="004422F2" w:rsidRPr="00217CAA" w:rsidRDefault="004422F2" w:rsidP="009B476C">
            <w:pPr>
              <w:autoSpaceDE w:val="0"/>
              <w:spacing w:line="360" w:lineRule="auto"/>
              <w:rPr>
                <w:rFonts w:asciiTheme="minorHAnsi" w:hAnsiTheme="minorHAnsi" w:cstheme="minorHAnsi"/>
                <w:color w:val="00B0F0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color w:val="00B0F0"/>
                <w:sz w:val="22"/>
                <w:szCs w:val="22"/>
              </w:rPr>
              <w:t>POMIESZCZENIE BIUROWE (nr1)</w:t>
            </w:r>
          </w:p>
        </w:tc>
      </w:tr>
      <w:tr w:rsidR="00956C81" w:rsidRPr="00217CAA" w14:paraId="57E24690" w14:textId="77777777" w:rsidTr="00217CAA">
        <w:trPr>
          <w:trHeight w:hRule="exact" w:val="510"/>
        </w:trPr>
        <w:tc>
          <w:tcPr>
            <w:tcW w:w="648" w:type="dxa"/>
          </w:tcPr>
          <w:p w14:paraId="2667EFFC" w14:textId="77777777" w:rsidR="00956C81" w:rsidRPr="00217CAA" w:rsidRDefault="00956C81" w:rsidP="00956C81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7C6E5F13" w14:textId="77777777" w:rsidR="00956C81" w:rsidRPr="00217CAA" w:rsidRDefault="00956C81" w:rsidP="00956C81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biurko</w:t>
            </w:r>
          </w:p>
        </w:tc>
        <w:tc>
          <w:tcPr>
            <w:tcW w:w="1134" w:type="dxa"/>
          </w:tcPr>
          <w:p w14:paraId="31425583" w14:textId="19DE068B" w:rsidR="00956C81" w:rsidRPr="00217CAA" w:rsidRDefault="00956C81" w:rsidP="00956C81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2 szt</w:t>
            </w:r>
            <w:r w:rsidR="00217CA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724" w:type="dxa"/>
          </w:tcPr>
          <w:p w14:paraId="58D754EF" w14:textId="77777777" w:rsidR="00956C81" w:rsidRPr="00217CAA" w:rsidRDefault="00956C81" w:rsidP="00956C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956C81" w:rsidRPr="00217CAA" w14:paraId="6CFF5F8A" w14:textId="77777777" w:rsidTr="00217CAA">
        <w:trPr>
          <w:trHeight w:hRule="exact" w:val="510"/>
        </w:trPr>
        <w:tc>
          <w:tcPr>
            <w:tcW w:w="648" w:type="dxa"/>
          </w:tcPr>
          <w:p w14:paraId="1EB9F82D" w14:textId="77777777" w:rsidR="00956C81" w:rsidRPr="00217CAA" w:rsidRDefault="00956C81" w:rsidP="00956C81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5F72A578" w14:textId="77777777" w:rsidR="00956C81" w:rsidRPr="00217CAA" w:rsidRDefault="00956C81" w:rsidP="00956C81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Krzesło biurowe czarne</w:t>
            </w:r>
          </w:p>
        </w:tc>
        <w:tc>
          <w:tcPr>
            <w:tcW w:w="1134" w:type="dxa"/>
          </w:tcPr>
          <w:p w14:paraId="4C42E59A" w14:textId="77777777" w:rsidR="00956C81" w:rsidRPr="00217CAA" w:rsidRDefault="00956C81" w:rsidP="00956C81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  <w:tc>
          <w:tcPr>
            <w:tcW w:w="2724" w:type="dxa"/>
          </w:tcPr>
          <w:p w14:paraId="3D6F2C32" w14:textId="77777777" w:rsidR="00956C81" w:rsidRPr="00217CAA" w:rsidRDefault="00956C81" w:rsidP="00956C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956C81" w:rsidRPr="00217CAA" w14:paraId="2EA57544" w14:textId="77777777" w:rsidTr="00217CAA">
        <w:trPr>
          <w:trHeight w:hRule="exact" w:val="510"/>
        </w:trPr>
        <w:tc>
          <w:tcPr>
            <w:tcW w:w="648" w:type="dxa"/>
          </w:tcPr>
          <w:p w14:paraId="1C01281F" w14:textId="77777777" w:rsidR="00956C81" w:rsidRPr="00217CAA" w:rsidRDefault="00956C81" w:rsidP="00956C81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736CF1D1" w14:textId="77777777" w:rsidR="00956C81" w:rsidRPr="00217CAA" w:rsidRDefault="00956C81" w:rsidP="00956C81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Krzesło tapicerowane szare</w:t>
            </w:r>
          </w:p>
        </w:tc>
        <w:tc>
          <w:tcPr>
            <w:tcW w:w="1134" w:type="dxa"/>
          </w:tcPr>
          <w:p w14:paraId="3585E6D9" w14:textId="77777777" w:rsidR="00956C81" w:rsidRPr="00217CAA" w:rsidRDefault="00956C81" w:rsidP="00956C81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  <w:tc>
          <w:tcPr>
            <w:tcW w:w="2724" w:type="dxa"/>
          </w:tcPr>
          <w:p w14:paraId="6CF5D97D" w14:textId="77777777" w:rsidR="00956C81" w:rsidRPr="00217CAA" w:rsidRDefault="00956C81" w:rsidP="00956C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956C81" w:rsidRPr="00217CAA" w14:paraId="1E034C1D" w14:textId="77777777" w:rsidTr="00217CAA">
        <w:trPr>
          <w:trHeight w:hRule="exact" w:val="510"/>
        </w:trPr>
        <w:tc>
          <w:tcPr>
            <w:tcW w:w="648" w:type="dxa"/>
          </w:tcPr>
          <w:p w14:paraId="1C907810" w14:textId="77777777" w:rsidR="00956C81" w:rsidRPr="00217CAA" w:rsidRDefault="00956C81" w:rsidP="00956C81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6D5AC6CA" w14:textId="77777777" w:rsidR="00956C81" w:rsidRPr="00217CAA" w:rsidRDefault="00956C81" w:rsidP="00956C81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Lustro 120x210 cm</w:t>
            </w:r>
          </w:p>
        </w:tc>
        <w:tc>
          <w:tcPr>
            <w:tcW w:w="1134" w:type="dxa"/>
          </w:tcPr>
          <w:p w14:paraId="4E893070" w14:textId="77777777" w:rsidR="00956C81" w:rsidRPr="00217CAA" w:rsidRDefault="00956C81" w:rsidP="00956C81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001418AD" w14:textId="77777777" w:rsidR="00956C81" w:rsidRPr="00217CAA" w:rsidRDefault="00956C81" w:rsidP="00956C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956C81" w:rsidRPr="00217CAA" w14:paraId="75E018FF" w14:textId="77777777" w:rsidTr="00217CAA">
        <w:trPr>
          <w:trHeight w:hRule="exact" w:val="510"/>
        </w:trPr>
        <w:tc>
          <w:tcPr>
            <w:tcW w:w="648" w:type="dxa"/>
          </w:tcPr>
          <w:p w14:paraId="7F8BAEE7" w14:textId="77777777" w:rsidR="00956C81" w:rsidRPr="00217CAA" w:rsidRDefault="00956C81" w:rsidP="00956C81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2CC1CE81" w14:textId="77777777" w:rsidR="00956C81" w:rsidRPr="00217CAA" w:rsidRDefault="00956C81" w:rsidP="00956C81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Regał brzozowy, wys. 200 cm.</w:t>
            </w:r>
          </w:p>
        </w:tc>
        <w:tc>
          <w:tcPr>
            <w:tcW w:w="1134" w:type="dxa"/>
          </w:tcPr>
          <w:p w14:paraId="221BE4A3" w14:textId="77777777" w:rsidR="00956C81" w:rsidRPr="00217CAA" w:rsidRDefault="00956C81" w:rsidP="00956C81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231EF66B" w14:textId="77777777" w:rsidR="00956C81" w:rsidRPr="00217CAA" w:rsidRDefault="00956C81" w:rsidP="00956C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956C81" w:rsidRPr="00217CAA" w14:paraId="7B80C0D2" w14:textId="77777777" w:rsidTr="00217CAA">
        <w:trPr>
          <w:trHeight w:hRule="exact" w:val="510"/>
        </w:trPr>
        <w:tc>
          <w:tcPr>
            <w:tcW w:w="648" w:type="dxa"/>
          </w:tcPr>
          <w:p w14:paraId="312BDC55" w14:textId="77777777" w:rsidR="00956C81" w:rsidRPr="00217CAA" w:rsidRDefault="00956C81" w:rsidP="00956C81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7AB07FB8" w14:textId="77777777" w:rsidR="00956C81" w:rsidRPr="00217CAA" w:rsidRDefault="00956C81" w:rsidP="00956C81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Regał brzozowy, wys. 130 cm.</w:t>
            </w:r>
          </w:p>
        </w:tc>
        <w:tc>
          <w:tcPr>
            <w:tcW w:w="1134" w:type="dxa"/>
          </w:tcPr>
          <w:p w14:paraId="6020A3B0" w14:textId="77777777" w:rsidR="00956C81" w:rsidRPr="00217CAA" w:rsidRDefault="00956C81" w:rsidP="00956C81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  <w:tc>
          <w:tcPr>
            <w:tcW w:w="2724" w:type="dxa"/>
          </w:tcPr>
          <w:p w14:paraId="5F347BDD" w14:textId="77777777" w:rsidR="00956C81" w:rsidRPr="00217CAA" w:rsidRDefault="00956C81" w:rsidP="00956C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956C81" w:rsidRPr="00217CAA" w14:paraId="6A4222D0" w14:textId="77777777" w:rsidTr="00217CAA">
        <w:trPr>
          <w:trHeight w:hRule="exact" w:val="510"/>
        </w:trPr>
        <w:tc>
          <w:tcPr>
            <w:tcW w:w="648" w:type="dxa"/>
          </w:tcPr>
          <w:p w14:paraId="15723BF1" w14:textId="77777777" w:rsidR="00956C81" w:rsidRPr="00217CAA" w:rsidRDefault="00956C81" w:rsidP="00956C81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5A724592" w14:textId="77777777" w:rsidR="00956C81" w:rsidRPr="00217CAA" w:rsidRDefault="00956C81" w:rsidP="00956C81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Ścianka działowa tapicerowana, pomarańczowa</w:t>
            </w:r>
          </w:p>
        </w:tc>
        <w:tc>
          <w:tcPr>
            <w:tcW w:w="1134" w:type="dxa"/>
          </w:tcPr>
          <w:p w14:paraId="6CE3D4A4" w14:textId="77777777" w:rsidR="00956C81" w:rsidRPr="00217CAA" w:rsidRDefault="00956C81" w:rsidP="00956C81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7B619947" w14:textId="77777777" w:rsidR="00956C81" w:rsidRPr="00217CAA" w:rsidRDefault="00956C81" w:rsidP="00956C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956C81" w:rsidRPr="00217CAA" w14:paraId="2B3B7825" w14:textId="77777777" w:rsidTr="00217CAA">
        <w:trPr>
          <w:trHeight w:hRule="exact" w:val="510"/>
        </w:trPr>
        <w:tc>
          <w:tcPr>
            <w:tcW w:w="648" w:type="dxa"/>
          </w:tcPr>
          <w:p w14:paraId="063E86AB" w14:textId="77777777" w:rsidR="00956C81" w:rsidRPr="00217CAA" w:rsidRDefault="00956C81" w:rsidP="00956C81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27C10053" w14:textId="77777777" w:rsidR="00956C81" w:rsidRPr="00217CAA" w:rsidRDefault="00956C81" w:rsidP="00956C81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Dostawka do biurka </w:t>
            </w:r>
          </w:p>
        </w:tc>
        <w:tc>
          <w:tcPr>
            <w:tcW w:w="1134" w:type="dxa"/>
          </w:tcPr>
          <w:p w14:paraId="32363E74" w14:textId="77777777" w:rsidR="00956C81" w:rsidRPr="00217CAA" w:rsidRDefault="00956C81" w:rsidP="00956C81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6606BADC" w14:textId="77777777" w:rsidR="00956C81" w:rsidRPr="00217CAA" w:rsidRDefault="00956C81" w:rsidP="00956C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956C81" w:rsidRPr="00217CAA" w14:paraId="3ECB9B29" w14:textId="77777777" w:rsidTr="00217CAA">
        <w:trPr>
          <w:trHeight w:hRule="exact" w:val="510"/>
        </w:trPr>
        <w:tc>
          <w:tcPr>
            <w:tcW w:w="648" w:type="dxa"/>
          </w:tcPr>
          <w:p w14:paraId="237CDE56" w14:textId="77777777" w:rsidR="00956C81" w:rsidRPr="00217CAA" w:rsidRDefault="00956C81" w:rsidP="00956C81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086A5A3E" w14:textId="77777777" w:rsidR="00956C81" w:rsidRPr="00217CAA" w:rsidRDefault="00956C81" w:rsidP="00956C81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Kontener </w:t>
            </w:r>
          </w:p>
        </w:tc>
        <w:tc>
          <w:tcPr>
            <w:tcW w:w="1134" w:type="dxa"/>
          </w:tcPr>
          <w:p w14:paraId="7314BD8F" w14:textId="77777777" w:rsidR="00956C81" w:rsidRPr="00217CAA" w:rsidRDefault="00956C81" w:rsidP="00956C81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  <w:tc>
          <w:tcPr>
            <w:tcW w:w="2724" w:type="dxa"/>
          </w:tcPr>
          <w:p w14:paraId="7DB90A43" w14:textId="77777777" w:rsidR="00956C81" w:rsidRPr="00217CAA" w:rsidRDefault="00956C81" w:rsidP="00956C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11BC770F" w14:textId="77777777" w:rsidTr="00217CAA">
        <w:trPr>
          <w:trHeight w:hRule="exact" w:val="510"/>
        </w:trPr>
        <w:tc>
          <w:tcPr>
            <w:tcW w:w="648" w:type="dxa"/>
          </w:tcPr>
          <w:p w14:paraId="09B9EDC9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8847" w:type="dxa"/>
            <w:gridSpan w:val="3"/>
          </w:tcPr>
          <w:p w14:paraId="3CE3FF0D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color w:val="00B0F0"/>
                <w:sz w:val="22"/>
                <w:szCs w:val="22"/>
              </w:rPr>
              <w:t xml:space="preserve">BIBLIOTEKA </w:t>
            </w:r>
          </w:p>
        </w:tc>
      </w:tr>
      <w:tr w:rsidR="00060492" w:rsidRPr="00217CAA" w14:paraId="605264D9" w14:textId="77777777" w:rsidTr="00217CAA">
        <w:trPr>
          <w:trHeight w:hRule="exact" w:val="510"/>
        </w:trPr>
        <w:tc>
          <w:tcPr>
            <w:tcW w:w="648" w:type="dxa"/>
          </w:tcPr>
          <w:p w14:paraId="189AF5D3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0BD54DD0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Szafa zamykana, brzozowa</w:t>
            </w:r>
          </w:p>
        </w:tc>
        <w:tc>
          <w:tcPr>
            <w:tcW w:w="1134" w:type="dxa"/>
          </w:tcPr>
          <w:p w14:paraId="1116D3D8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6 sz.</w:t>
            </w:r>
          </w:p>
        </w:tc>
        <w:tc>
          <w:tcPr>
            <w:tcW w:w="2724" w:type="dxa"/>
          </w:tcPr>
          <w:p w14:paraId="33C9D08C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010D288A" w14:textId="77777777" w:rsidTr="00217CAA">
        <w:trPr>
          <w:trHeight w:hRule="exact" w:val="510"/>
        </w:trPr>
        <w:tc>
          <w:tcPr>
            <w:tcW w:w="648" w:type="dxa"/>
          </w:tcPr>
          <w:p w14:paraId="53F3B871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47F79833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Regały biblioteczne, brzozowe</w:t>
            </w:r>
          </w:p>
        </w:tc>
        <w:tc>
          <w:tcPr>
            <w:tcW w:w="1134" w:type="dxa"/>
          </w:tcPr>
          <w:p w14:paraId="0096AB82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  <w:tc>
          <w:tcPr>
            <w:tcW w:w="2724" w:type="dxa"/>
          </w:tcPr>
          <w:p w14:paraId="2F3E3893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28A33E84" w14:textId="77777777" w:rsidTr="00217CAA">
        <w:trPr>
          <w:trHeight w:hRule="exact" w:val="510"/>
        </w:trPr>
        <w:tc>
          <w:tcPr>
            <w:tcW w:w="648" w:type="dxa"/>
          </w:tcPr>
          <w:p w14:paraId="70D8D989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4A1E4316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Witryna brzozowa</w:t>
            </w:r>
          </w:p>
        </w:tc>
        <w:tc>
          <w:tcPr>
            <w:tcW w:w="1134" w:type="dxa"/>
          </w:tcPr>
          <w:p w14:paraId="06007664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5ACA942C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4EBC0E7E" w14:textId="77777777" w:rsidTr="00217CAA">
        <w:trPr>
          <w:trHeight w:hRule="exact" w:val="510"/>
        </w:trPr>
        <w:tc>
          <w:tcPr>
            <w:tcW w:w="648" w:type="dxa"/>
          </w:tcPr>
          <w:p w14:paraId="19A22253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7C0B91DB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Stół okrągły o śr. 70 cm., brzozowy</w:t>
            </w:r>
          </w:p>
        </w:tc>
        <w:tc>
          <w:tcPr>
            <w:tcW w:w="1134" w:type="dxa"/>
          </w:tcPr>
          <w:p w14:paraId="62E7783E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64FCBBC3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0137FC3F" w14:textId="77777777" w:rsidTr="00217CAA">
        <w:trPr>
          <w:trHeight w:hRule="exact" w:val="510"/>
        </w:trPr>
        <w:tc>
          <w:tcPr>
            <w:tcW w:w="648" w:type="dxa"/>
          </w:tcPr>
          <w:p w14:paraId="1F84CBC5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448A0FCB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Krzesło brzozowe, tapicerowane, czerwone</w:t>
            </w:r>
          </w:p>
        </w:tc>
        <w:tc>
          <w:tcPr>
            <w:tcW w:w="1134" w:type="dxa"/>
          </w:tcPr>
          <w:p w14:paraId="7F8CC6AB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4 szt.</w:t>
            </w:r>
          </w:p>
        </w:tc>
        <w:tc>
          <w:tcPr>
            <w:tcW w:w="2724" w:type="dxa"/>
          </w:tcPr>
          <w:p w14:paraId="56AE8BDA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07D6CE28" w14:textId="77777777" w:rsidTr="00217CAA">
        <w:trPr>
          <w:trHeight w:hRule="exact" w:val="510"/>
        </w:trPr>
        <w:tc>
          <w:tcPr>
            <w:tcW w:w="648" w:type="dxa"/>
          </w:tcPr>
          <w:p w14:paraId="5BD4AC64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8847" w:type="dxa"/>
            <w:gridSpan w:val="3"/>
          </w:tcPr>
          <w:p w14:paraId="08E65851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color w:val="00B0F0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color w:val="00B0F0"/>
                <w:sz w:val="22"/>
                <w:szCs w:val="22"/>
              </w:rPr>
              <w:t>WC MĘSKIE</w:t>
            </w:r>
          </w:p>
        </w:tc>
      </w:tr>
      <w:tr w:rsidR="00060492" w:rsidRPr="00217CAA" w14:paraId="374266D8" w14:textId="77777777" w:rsidTr="00217CAA">
        <w:trPr>
          <w:trHeight w:hRule="exact" w:val="510"/>
        </w:trPr>
        <w:tc>
          <w:tcPr>
            <w:tcW w:w="648" w:type="dxa"/>
          </w:tcPr>
          <w:p w14:paraId="5AFA6AB9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53DD0FE0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Dozownik na mydło ze stali nierdzewnej</w:t>
            </w:r>
          </w:p>
        </w:tc>
        <w:tc>
          <w:tcPr>
            <w:tcW w:w="1134" w:type="dxa"/>
          </w:tcPr>
          <w:p w14:paraId="62B6E7F4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1DED64D8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69F930EB" w14:textId="77777777" w:rsidTr="00217CAA">
        <w:trPr>
          <w:trHeight w:hRule="exact" w:val="510"/>
        </w:trPr>
        <w:tc>
          <w:tcPr>
            <w:tcW w:w="648" w:type="dxa"/>
          </w:tcPr>
          <w:p w14:paraId="0970450A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33153892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Pojemnik na papier toaletowy ze stali nierdzewnej</w:t>
            </w:r>
          </w:p>
        </w:tc>
        <w:tc>
          <w:tcPr>
            <w:tcW w:w="1134" w:type="dxa"/>
          </w:tcPr>
          <w:p w14:paraId="50280BC2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2B57FFB3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69BBFD2A" w14:textId="77777777" w:rsidTr="00217CAA">
        <w:trPr>
          <w:trHeight w:hRule="exact" w:val="510"/>
        </w:trPr>
        <w:tc>
          <w:tcPr>
            <w:tcW w:w="648" w:type="dxa"/>
          </w:tcPr>
          <w:p w14:paraId="17D69EBC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1F945356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Kosz na śmieci </w:t>
            </w:r>
          </w:p>
        </w:tc>
        <w:tc>
          <w:tcPr>
            <w:tcW w:w="1134" w:type="dxa"/>
          </w:tcPr>
          <w:p w14:paraId="184DD732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7D45618B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614F06B9" w14:textId="77777777" w:rsidTr="00217CAA">
        <w:trPr>
          <w:trHeight w:hRule="exact" w:val="510"/>
        </w:trPr>
        <w:tc>
          <w:tcPr>
            <w:tcW w:w="648" w:type="dxa"/>
          </w:tcPr>
          <w:p w14:paraId="6BEC3535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5FC2233F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Pojemnik na ręczniki papierowe</w:t>
            </w:r>
          </w:p>
        </w:tc>
        <w:tc>
          <w:tcPr>
            <w:tcW w:w="1134" w:type="dxa"/>
          </w:tcPr>
          <w:p w14:paraId="35CEFE6E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1 szt. </w:t>
            </w:r>
          </w:p>
        </w:tc>
        <w:tc>
          <w:tcPr>
            <w:tcW w:w="2724" w:type="dxa"/>
          </w:tcPr>
          <w:p w14:paraId="610393EE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65C1FF0C" w14:textId="77777777" w:rsidTr="00217CAA">
        <w:trPr>
          <w:trHeight w:hRule="exact" w:val="510"/>
        </w:trPr>
        <w:tc>
          <w:tcPr>
            <w:tcW w:w="648" w:type="dxa"/>
          </w:tcPr>
          <w:p w14:paraId="2FC1CB50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38A18950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Lustro wiszące</w:t>
            </w:r>
          </w:p>
        </w:tc>
        <w:tc>
          <w:tcPr>
            <w:tcW w:w="1134" w:type="dxa"/>
          </w:tcPr>
          <w:p w14:paraId="281DA651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14824C9E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2CCB41DB" w14:textId="77777777" w:rsidTr="00217CAA">
        <w:trPr>
          <w:trHeight w:hRule="exact" w:val="510"/>
        </w:trPr>
        <w:tc>
          <w:tcPr>
            <w:tcW w:w="648" w:type="dxa"/>
          </w:tcPr>
          <w:p w14:paraId="5E624B4B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8847" w:type="dxa"/>
            <w:gridSpan w:val="3"/>
          </w:tcPr>
          <w:p w14:paraId="7BEF7793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color w:val="00B0F0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color w:val="00B0F0"/>
                <w:sz w:val="22"/>
                <w:szCs w:val="22"/>
              </w:rPr>
              <w:t>WC DAMSKIE (NIEPEŁNOSPRAWNYCH)</w:t>
            </w:r>
          </w:p>
        </w:tc>
      </w:tr>
      <w:tr w:rsidR="00060492" w:rsidRPr="00217CAA" w14:paraId="2EC3D48B" w14:textId="77777777" w:rsidTr="00217CAA">
        <w:trPr>
          <w:trHeight w:hRule="exact" w:val="510"/>
        </w:trPr>
        <w:tc>
          <w:tcPr>
            <w:tcW w:w="648" w:type="dxa"/>
          </w:tcPr>
          <w:p w14:paraId="02823AEA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591ADC7A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Dozownik na mydło ze stali nierdzewnej</w:t>
            </w:r>
          </w:p>
        </w:tc>
        <w:tc>
          <w:tcPr>
            <w:tcW w:w="1134" w:type="dxa"/>
          </w:tcPr>
          <w:p w14:paraId="76891A5F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sz.</w:t>
            </w:r>
          </w:p>
        </w:tc>
        <w:tc>
          <w:tcPr>
            <w:tcW w:w="2724" w:type="dxa"/>
          </w:tcPr>
          <w:p w14:paraId="04C5AE7E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68EA87A7" w14:textId="77777777" w:rsidTr="00217CAA">
        <w:trPr>
          <w:trHeight w:hRule="exact" w:val="510"/>
        </w:trPr>
        <w:tc>
          <w:tcPr>
            <w:tcW w:w="648" w:type="dxa"/>
          </w:tcPr>
          <w:p w14:paraId="29BD97E3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6978AC90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Pojemnik na papier toaletowy ze stali nierdzewnej</w:t>
            </w:r>
          </w:p>
        </w:tc>
        <w:tc>
          <w:tcPr>
            <w:tcW w:w="1134" w:type="dxa"/>
          </w:tcPr>
          <w:p w14:paraId="55810CFE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52DC4FB4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4FBE84D9" w14:textId="77777777" w:rsidTr="00217CAA">
        <w:trPr>
          <w:trHeight w:hRule="exact" w:val="510"/>
        </w:trPr>
        <w:tc>
          <w:tcPr>
            <w:tcW w:w="648" w:type="dxa"/>
          </w:tcPr>
          <w:p w14:paraId="0862F4A7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57505C1F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Kosz na śmieci </w:t>
            </w:r>
          </w:p>
        </w:tc>
        <w:tc>
          <w:tcPr>
            <w:tcW w:w="1134" w:type="dxa"/>
          </w:tcPr>
          <w:p w14:paraId="40EAE69B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0E9D9DE1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4B1BB4E5" w14:textId="77777777" w:rsidTr="00217CAA">
        <w:trPr>
          <w:trHeight w:hRule="exact" w:val="510"/>
        </w:trPr>
        <w:tc>
          <w:tcPr>
            <w:tcW w:w="648" w:type="dxa"/>
          </w:tcPr>
          <w:p w14:paraId="5AFB56F1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77433AC8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Pojemnik na ręczniki papierowe</w:t>
            </w:r>
          </w:p>
        </w:tc>
        <w:tc>
          <w:tcPr>
            <w:tcW w:w="1134" w:type="dxa"/>
          </w:tcPr>
          <w:p w14:paraId="693305B0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656E14AA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22231638" w14:textId="77777777" w:rsidTr="00217CAA">
        <w:trPr>
          <w:trHeight w:hRule="exact" w:val="510"/>
        </w:trPr>
        <w:tc>
          <w:tcPr>
            <w:tcW w:w="648" w:type="dxa"/>
          </w:tcPr>
          <w:p w14:paraId="00F787B1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331D4441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Lustro wiszące</w:t>
            </w:r>
          </w:p>
        </w:tc>
        <w:tc>
          <w:tcPr>
            <w:tcW w:w="1134" w:type="dxa"/>
          </w:tcPr>
          <w:p w14:paraId="04D038E0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43229E63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6D614862" w14:textId="77777777" w:rsidTr="00217CAA">
        <w:trPr>
          <w:trHeight w:hRule="exact" w:val="510"/>
        </w:trPr>
        <w:tc>
          <w:tcPr>
            <w:tcW w:w="648" w:type="dxa"/>
          </w:tcPr>
          <w:p w14:paraId="371820D6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33B077F3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Podpórki dla niepełnosprawnych ze stali nierdzewnej</w:t>
            </w:r>
          </w:p>
        </w:tc>
        <w:tc>
          <w:tcPr>
            <w:tcW w:w="1134" w:type="dxa"/>
          </w:tcPr>
          <w:p w14:paraId="13F686B0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4 szt.</w:t>
            </w:r>
          </w:p>
        </w:tc>
        <w:tc>
          <w:tcPr>
            <w:tcW w:w="2724" w:type="dxa"/>
          </w:tcPr>
          <w:p w14:paraId="7399C681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AA610A" w:rsidRPr="00217CAA" w14:paraId="1925D4C9" w14:textId="77777777" w:rsidTr="00217CAA">
        <w:trPr>
          <w:trHeight w:hRule="exact" w:val="510"/>
        </w:trPr>
        <w:tc>
          <w:tcPr>
            <w:tcW w:w="648" w:type="dxa"/>
          </w:tcPr>
          <w:p w14:paraId="4822CBD1" w14:textId="77777777" w:rsidR="00AA610A" w:rsidRPr="00217CAA" w:rsidRDefault="00AA610A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79F1E046" w14:textId="77777777" w:rsidR="00AA610A" w:rsidRPr="00217CAA" w:rsidRDefault="00AA610A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F35C4FB" w14:textId="77777777" w:rsidR="00AA610A" w:rsidRPr="00217CAA" w:rsidRDefault="00AA610A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24" w:type="dxa"/>
          </w:tcPr>
          <w:p w14:paraId="5CD2AC38" w14:textId="77777777" w:rsidR="00AA610A" w:rsidRPr="00217CAA" w:rsidRDefault="00AA610A" w:rsidP="0006049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060492" w:rsidRPr="00217CAA" w14:paraId="08EECE81" w14:textId="77777777" w:rsidTr="00217CAA">
        <w:trPr>
          <w:trHeight w:hRule="exact" w:val="510"/>
        </w:trPr>
        <w:tc>
          <w:tcPr>
            <w:tcW w:w="648" w:type="dxa"/>
          </w:tcPr>
          <w:p w14:paraId="5B60E0D6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8847" w:type="dxa"/>
            <w:gridSpan w:val="3"/>
          </w:tcPr>
          <w:p w14:paraId="2E9E45F7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color w:val="00B0F0"/>
                <w:sz w:val="22"/>
                <w:szCs w:val="22"/>
              </w:rPr>
              <w:t>SALA WYKŁADOWA</w:t>
            </w:r>
          </w:p>
        </w:tc>
      </w:tr>
      <w:tr w:rsidR="00060492" w:rsidRPr="00217CAA" w14:paraId="22C37B75" w14:textId="77777777" w:rsidTr="00217CAA">
        <w:trPr>
          <w:trHeight w:hRule="exact" w:val="510"/>
        </w:trPr>
        <w:tc>
          <w:tcPr>
            <w:tcW w:w="648" w:type="dxa"/>
          </w:tcPr>
          <w:p w14:paraId="20BDE6BC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30497DA9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Biurko białe</w:t>
            </w:r>
          </w:p>
        </w:tc>
        <w:tc>
          <w:tcPr>
            <w:tcW w:w="1134" w:type="dxa"/>
          </w:tcPr>
          <w:p w14:paraId="0E667B30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4 szt.</w:t>
            </w:r>
          </w:p>
        </w:tc>
        <w:tc>
          <w:tcPr>
            <w:tcW w:w="2724" w:type="dxa"/>
          </w:tcPr>
          <w:p w14:paraId="0C909C29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119C2B17" w14:textId="77777777" w:rsidTr="00217CAA">
        <w:trPr>
          <w:trHeight w:hRule="exact" w:val="510"/>
        </w:trPr>
        <w:tc>
          <w:tcPr>
            <w:tcW w:w="648" w:type="dxa"/>
          </w:tcPr>
          <w:p w14:paraId="4063F193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55376579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Krzesło biurowe tapicerowane, granatowe</w:t>
            </w:r>
          </w:p>
        </w:tc>
        <w:tc>
          <w:tcPr>
            <w:tcW w:w="1134" w:type="dxa"/>
          </w:tcPr>
          <w:p w14:paraId="493CC153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4 szt.</w:t>
            </w:r>
          </w:p>
        </w:tc>
        <w:tc>
          <w:tcPr>
            <w:tcW w:w="2724" w:type="dxa"/>
          </w:tcPr>
          <w:p w14:paraId="3AD17C59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7E046324" w14:textId="77777777" w:rsidTr="00217CAA">
        <w:trPr>
          <w:trHeight w:hRule="exact" w:val="510"/>
        </w:trPr>
        <w:tc>
          <w:tcPr>
            <w:tcW w:w="648" w:type="dxa"/>
          </w:tcPr>
          <w:p w14:paraId="2F2DD325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0C09F85A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Krzesło biurowe tapicerowane, bordowe</w:t>
            </w:r>
          </w:p>
        </w:tc>
        <w:tc>
          <w:tcPr>
            <w:tcW w:w="1134" w:type="dxa"/>
          </w:tcPr>
          <w:p w14:paraId="75895A3A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4 szt.</w:t>
            </w:r>
          </w:p>
        </w:tc>
        <w:tc>
          <w:tcPr>
            <w:tcW w:w="2724" w:type="dxa"/>
          </w:tcPr>
          <w:p w14:paraId="3157527D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76395ACB" w14:textId="77777777" w:rsidTr="00217CAA">
        <w:trPr>
          <w:trHeight w:hRule="exact" w:val="510"/>
        </w:trPr>
        <w:tc>
          <w:tcPr>
            <w:tcW w:w="648" w:type="dxa"/>
          </w:tcPr>
          <w:p w14:paraId="095C6533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38A31897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Szafka </w:t>
            </w:r>
            <w:proofErr w:type="spellStart"/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martela</w:t>
            </w:r>
            <w:proofErr w:type="spellEnd"/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, biała</w:t>
            </w:r>
          </w:p>
        </w:tc>
        <w:tc>
          <w:tcPr>
            <w:tcW w:w="1134" w:type="dxa"/>
          </w:tcPr>
          <w:p w14:paraId="63F32222" w14:textId="77777777" w:rsidR="00060492" w:rsidRPr="00217CAA" w:rsidRDefault="000C6338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060492"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 szt.</w:t>
            </w:r>
          </w:p>
        </w:tc>
        <w:tc>
          <w:tcPr>
            <w:tcW w:w="2724" w:type="dxa"/>
          </w:tcPr>
          <w:p w14:paraId="017164EC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27348B6F" w14:textId="77777777" w:rsidTr="00217CAA">
        <w:trPr>
          <w:trHeight w:hRule="exact" w:val="510"/>
        </w:trPr>
        <w:tc>
          <w:tcPr>
            <w:tcW w:w="648" w:type="dxa"/>
          </w:tcPr>
          <w:p w14:paraId="115D0C45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39AC6F16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Kontener biały</w:t>
            </w:r>
          </w:p>
        </w:tc>
        <w:tc>
          <w:tcPr>
            <w:tcW w:w="1134" w:type="dxa"/>
          </w:tcPr>
          <w:p w14:paraId="272E656D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3 szt. </w:t>
            </w:r>
          </w:p>
        </w:tc>
        <w:tc>
          <w:tcPr>
            <w:tcW w:w="2724" w:type="dxa"/>
          </w:tcPr>
          <w:p w14:paraId="39F5D68C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3A0ABD15" w14:textId="77777777" w:rsidTr="00217CAA">
        <w:trPr>
          <w:trHeight w:hRule="exact" w:val="510"/>
        </w:trPr>
        <w:tc>
          <w:tcPr>
            <w:tcW w:w="648" w:type="dxa"/>
          </w:tcPr>
          <w:p w14:paraId="6D9A60A6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8847" w:type="dxa"/>
            <w:gridSpan w:val="3"/>
          </w:tcPr>
          <w:p w14:paraId="567AA4A2" w14:textId="77777777" w:rsidR="00060492" w:rsidRPr="00217CAA" w:rsidRDefault="00060492" w:rsidP="00060492">
            <w:pPr>
              <w:rPr>
                <w:rFonts w:asciiTheme="minorHAnsi" w:hAnsiTheme="minorHAnsi" w:cstheme="minorHAnsi"/>
                <w:i/>
                <w:color w:val="00B0F0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color w:val="00B0F0"/>
                <w:sz w:val="22"/>
                <w:szCs w:val="22"/>
              </w:rPr>
              <w:t>SALA KOMPUTEROWA</w:t>
            </w:r>
          </w:p>
        </w:tc>
      </w:tr>
      <w:tr w:rsidR="00060492" w:rsidRPr="00217CAA" w14:paraId="138C8010" w14:textId="77777777" w:rsidTr="00217CAA">
        <w:trPr>
          <w:trHeight w:hRule="exact" w:val="510"/>
        </w:trPr>
        <w:tc>
          <w:tcPr>
            <w:tcW w:w="648" w:type="dxa"/>
          </w:tcPr>
          <w:p w14:paraId="5C24671C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7B947A87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Biurko białe</w:t>
            </w:r>
          </w:p>
        </w:tc>
        <w:tc>
          <w:tcPr>
            <w:tcW w:w="1134" w:type="dxa"/>
          </w:tcPr>
          <w:p w14:paraId="0A2D99B0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3 szt.</w:t>
            </w:r>
          </w:p>
        </w:tc>
        <w:tc>
          <w:tcPr>
            <w:tcW w:w="2724" w:type="dxa"/>
          </w:tcPr>
          <w:p w14:paraId="126DA62B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1C0215F7" w14:textId="77777777" w:rsidTr="00217CAA">
        <w:trPr>
          <w:trHeight w:hRule="exact" w:val="510"/>
        </w:trPr>
        <w:tc>
          <w:tcPr>
            <w:tcW w:w="648" w:type="dxa"/>
          </w:tcPr>
          <w:p w14:paraId="1019A162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4250EF96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Krzesło biurowe, czarne</w:t>
            </w:r>
          </w:p>
        </w:tc>
        <w:tc>
          <w:tcPr>
            <w:tcW w:w="1134" w:type="dxa"/>
          </w:tcPr>
          <w:p w14:paraId="3604362B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4 szt.</w:t>
            </w:r>
          </w:p>
        </w:tc>
        <w:tc>
          <w:tcPr>
            <w:tcW w:w="2724" w:type="dxa"/>
          </w:tcPr>
          <w:p w14:paraId="5A9EDFF1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660A6127" w14:textId="77777777" w:rsidTr="00217CAA">
        <w:trPr>
          <w:trHeight w:hRule="exact" w:val="510"/>
        </w:trPr>
        <w:tc>
          <w:tcPr>
            <w:tcW w:w="648" w:type="dxa"/>
          </w:tcPr>
          <w:p w14:paraId="17117069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13123128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Szafka </w:t>
            </w:r>
            <w:proofErr w:type="spellStart"/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martela</w:t>
            </w:r>
            <w:proofErr w:type="spellEnd"/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, biała</w:t>
            </w:r>
          </w:p>
        </w:tc>
        <w:tc>
          <w:tcPr>
            <w:tcW w:w="1134" w:type="dxa"/>
          </w:tcPr>
          <w:p w14:paraId="3BF48A2C" w14:textId="77777777" w:rsidR="00060492" w:rsidRPr="00217CAA" w:rsidRDefault="000C6338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60492"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 szt.</w:t>
            </w:r>
          </w:p>
        </w:tc>
        <w:tc>
          <w:tcPr>
            <w:tcW w:w="2724" w:type="dxa"/>
          </w:tcPr>
          <w:p w14:paraId="2F658E21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3B4FDC1D" w14:textId="77777777" w:rsidTr="00217CAA">
        <w:trPr>
          <w:trHeight w:hRule="exact" w:val="510"/>
        </w:trPr>
        <w:tc>
          <w:tcPr>
            <w:tcW w:w="648" w:type="dxa"/>
          </w:tcPr>
          <w:p w14:paraId="373DF4DA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5EE7274F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Telewizor 50 cali BLAUPUNKT</w:t>
            </w:r>
          </w:p>
        </w:tc>
        <w:tc>
          <w:tcPr>
            <w:tcW w:w="1134" w:type="dxa"/>
          </w:tcPr>
          <w:p w14:paraId="64DBF2EA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6502E674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5645FE08" w14:textId="77777777" w:rsidTr="00217CAA">
        <w:trPr>
          <w:trHeight w:hRule="exact" w:val="510"/>
        </w:trPr>
        <w:tc>
          <w:tcPr>
            <w:tcW w:w="648" w:type="dxa"/>
          </w:tcPr>
          <w:p w14:paraId="01BC1490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276D8B7E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Apple TV</w:t>
            </w:r>
          </w:p>
        </w:tc>
        <w:tc>
          <w:tcPr>
            <w:tcW w:w="1134" w:type="dxa"/>
          </w:tcPr>
          <w:p w14:paraId="308D1693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2FA7DFEB" w14:textId="3F6CFB4E" w:rsidR="00060492" w:rsidRPr="00217CAA" w:rsidRDefault="00B75BF9" w:rsidP="0006049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6F8AF6B0" w14:textId="77777777" w:rsidTr="00217CAA">
        <w:trPr>
          <w:trHeight w:hRule="exact" w:val="510"/>
        </w:trPr>
        <w:tc>
          <w:tcPr>
            <w:tcW w:w="648" w:type="dxa"/>
          </w:tcPr>
          <w:p w14:paraId="562F5392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70A5D9A2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Komputer IMAC </w:t>
            </w:r>
            <w:proofErr w:type="spellStart"/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Retina</w:t>
            </w:r>
            <w:proofErr w:type="spellEnd"/>
            <w:r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 5K, 27 cali</w:t>
            </w:r>
          </w:p>
        </w:tc>
        <w:tc>
          <w:tcPr>
            <w:tcW w:w="1134" w:type="dxa"/>
          </w:tcPr>
          <w:p w14:paraId="259B14A3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5 szt.</w:t>
            </w:r>
          </w:p>
        </w:tc>
        <w:tc>
          <w:tcPr>
            <w:tcW w:w="2724" w:type="dxa"/>
          </w:tcPr>
          <w:p w14:paraId="49738390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08E0D30B" w14:textId="77777777" w:rsidTr="00217CAA">
        <w:trPr>
          <w:trHeight w:hRule="exact" w:val="510"/>
        </w:trPr>
        <w:tc>
          <w:tcPr>
            <w:tcW w:w="648" w:type="dxa"/>
          </w:tcPr>
          <w:p w14:paraId="4ECEC77A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6DC76C55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Ścianka działowa, tapicerowana, pomarańczowa</w:t>
            </w:r>
          </w:p>
        </w:tc>
        <w:tc>
          <w:tcPr>
            <w:tcW w:w="1134" w:type="dxa"/>
          </w:tcPr>
          <w:p w14:paraId="1693F0FE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  <w:tc>
          <w:tcPr>
            <w:tcW w:w="2724" w:type="dxa"/>
          </w:tcPr>
          <w:p w14:paraId="4490FA58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7E08022C" w14:textId="77777777" w:rsidTr="00217CAA">
        <w:trPr>
          <w:trHeight w:hRule="exact" w:val="510"/>
        </w:trPr>
        <w:tc>
          <w:tcPr>
            <w:tcW w:w="648" w:type="dxa"/>
          </w:tcPr>
          <w:p w14:paraId="10B64748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989" w:type="dxa"/>
          </w:tcPr>
          <w:p w14:paraId="3BD95E96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Ścianka działowa szklana z drzwiami przeszklonymi</w:t>
            </w:r>
          </w:p>
        </w:tc>
        <w:tc>
          <w:tcPr>
            <w:tcW w:w="1134" w:type="dxa"/>
          </w:tcPr>
          <w:p w14:paraId="1D0E7AA2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4F836008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3DEADBDC" w14:textId="77777777" w:rsidTr="00217CAA">
        <w:trPr>
          <w:trHeight w:hRule="exact" w:val="510"/>
        </w:trPr>
        <w:tc>
          <w:tcPr>
            <w:tcW w:w="648" w:type="dxa"/>
          </w:tcPr>
          <w:p w14:paraId="16B9F2BD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8. </w:t>
            </w:r>
          </w:p>
        </w:tc>
        <w:tc>
          <w:tcPr>
            <w:tcW w:w="8847" w:type="dxa"/>
            <w:gridSpan w:val="3"/>
          </w:tcPr>
          <w:p w14:paraId="76A1F2C1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color w:val="00B0F0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color w:val="00B0F0"/>
                <w:sz w:val="22"/>
                <w:szCs w:val="22"/>
              </w:rPr>
              <w:t>JADALNIA</w:t>
            </w:r>
          </w:p>
        </w:tc>
      </w:tr>
      <w:tr w:rsidR="00060492" w:rsidRPr="00217CAA" w14:paraId="5C09A53F" w14:textId="77777777" w:rsidTr="00217CAA">
        <w:trPr>
          <w:trHeight w:hRule="exact" w:val="510"/>
        </w:trPr>
        <w:tc>
          <w:tcPr>
            <w:tcW w:w="648" w:type="dxa"/>
          </w:tcPr>
          <w:p w14:paraId="676F27EE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2E5BC8DA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Meble kuchenne klonowe </w:t>
            </w:r>
          </w:p>
        </w:tc>
        <w:tc>
          <w:tcPr>
            <w:tcW w:w="1134" w:type="dxa"/>
          </w:tcPr>
          <w:p w14:paraId="1235228C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1 </w:t>
            </w:r>
            <w:proofErr w:type="spellStart"/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  <w:proofErr w:type="spellEnd"/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724" w:type="dxa"/>
          </w:tcPr>
          <w:p w14:paraId="1B7B160D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18667ECE" w14:textId="77777777" w:rsidTr="00217CAA">
        <w:trPr>
          <w:trHeight w:hRule="exact" w:val="510"/>
        </w:trPr>
        <w:tc>
          <w:tcPr>
            <w:tcW w:w="648" w:type="dxa"/>
          </w:tcPr>
          <w:p w14:paraId="79154863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4086EA63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Stół biały </w:t>
            </w:r>
          </w:p>
        </w:tc>
        <w:tc>
          <w:tcPr>
            <w:tcW w:w="1134" w:type="dxa"/>
          </w:tcPr>
          <w:p w14:paraId="12DAAB83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  <w:tc>
          <w:tcPr>
            <w:tcW w:w="2724" w:type="dxa"/>
          </w:tcPr>
          <w:p w14:paraId="69F2885E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269A97C4" w14:textId="77777777" w:rsidTr="00217CAA">
        <w:trPr>
          <w:trHeight w:hRule="exact" w:val="510"/>
        </w:trPr>
        <w:tc>
          <w:tcPr>
            <w:tcW w:w="648" w:type="dxa"/>
          </w:tcPr>
          <w:p w14:paraId="2F1B5398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4662AEE2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Kanapa tapicerowana ze ścianką wyciszającą </w:t>
            </w:r>
          </w:p>
        </w:tc>
        <w:tc>
          <w:tcPr>
            <w:tcW w:w="1134" w:type="dxa"/>
          </w:tcPr>
          <w:p w14:paraId="52DBE493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4 szt.</w:t>
            </w:r>
          </w:p>
        </w:tc>
        <w:tc>
          <w:tcPr>
            <w:tcW w:w="2724" w:type="dxa"/>
          </w:tcPr>
          <w:p w14:paraId="58DCB863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6F40A1C9" w14:textId="77777777" w:rsidTr="00217CAA">
        <w:trPr>
          <w:trHeight w:hRule="exact" w:val="510"/>
        </w:trPr>
        <w:tc>
          <w:tcPr>
            <w:tcW w:w="648" w:type="dxa"/>
          </w:tcPr>
          <w:p w14:paraId="13BCFFF7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54B45E54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Kuchenka mikrofalowa KOENIC</w:t>
            </w:r>
          </w:p>
        </w:tc>
        <w:tc>
          <w:tcPr>
            <w:tcW w:w="1134" w:type="dxa"/>
          </w:tcPr>
          <w:p w14:paraId="26938DD1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05B4417A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698F370A" w14:textId="77777777" w:rsidTr="00217CAA">
        <w:trPr>
          <w:trHeight w:hRule="exact" w:val="510"/>
        </w:trPr>
        <w:tc>
          <w:tcPr>
            <w:tcW w:w="648" w:type="dxa"/>
          </w:tcPr>
          <w:p w14:paraId="1D8B8C44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0D90C414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Lodówka MPM, srebrna</w:t>
            </w:r>
          </w:p>
        </w:tc>
        <w:tc>
          <w:tcPr>
            <w:tcW w:w="1134" w:type="dxa"/>
          </w:tcPr>
          <w:p w14:paraId="05BEEFA9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1 szt. </w:t>
            </w:r>
          </w:p>
        </w:tc>
        <w:tc>
          <w:tcPr>
            <w:tcW w:w="2724" w:type="dxa"/>
          </w:tcPr>
          <w:p w14:paraId="08FCE94F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5A857D6B" w14:textId="77777777" w:rsidTr="00217CAA">
        <w:trPr>
          <w:trHeight w:hRule="exact" w:val="510"/>
        </w:trPr>
        <w:tc>
          <w:tcPr>
            <w:tcW w:w="648" w:type="dxa"/>
          </w:tcPr>
          <w:p w14:paraId="2B0703DC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472BDC2C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Umywalka </w:t>
            </w:r>
          </w:p>
        </w:tc>
        <w:tc>
          <w:tcPr>
            <w:tcW w:w="1134" w:type="dxa"/>
          </w:tcPr>
          <w:p w14:paraId="78AA683C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3C6DC759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114723EF" w14:textId="77777777" w:rsidTr="00217CAA">
        <w:trPr>
          <w:trHeight w:hRule="exact" w:val="510"/>
        </w:trPr>
        <w:tc>
          <w:tcPr>
            <w:tcW w:w="648" w:type="dxa"/>
          </w:tcPr>
          <w:p w14:paraId="4E2954C7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22A62725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Zlewozmywak </w:t>
            </w:r>
          </w:p>
        </w:tc>
        <w:tc>
          <w:tcPr>
            <w:tcW w:w="1134" w:type="dxa"/>
          </w:tcPr>
          <w:p w14:paraId="5B38698B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1E35CEB1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3BFED600" w14:textId="77777777" w:rsidTr="00217CAA">
        <w:trPr>
          <w:trHeight w:hRule="exact" w:val="510"/>
        </w:trPr>
        <w:tc>
          <w:tcPr>
            <w:tcW w:w="648" w:type="dxa"/>
          </w:tcPr>
          <w:p w14:paraId="713A542C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65BC1FB5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Dozownik na mydło ze stali nierdzewnej</w:t>
            </w:r>
          </w:p>
        </w:tc>
        <w:tc>
          <w:tcPr>
            <w:tcW w:w="1134" w:type="dxa"/>
          </w:tcPr>
          <w:p w14:paraId="7D19492D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4E194F2A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073D366A" w14:textId="77777777" w:rsidTr="00217CAA">
        <w:trPr>
          <w:trHeight w:hRule="exact" w:val="510"/>
        </w:trPr>
        <w:tc>
          <w:tcPr>
            <w:tcW w:w="648" w:type="dxa"/>
          </w:tcPr>
          <w:p w14:paraId="3A648C60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8847" w:type="dxa"/>
            <w:gridSpan w:val="3"/>
          </w:tcPr>
          <w:p w14:paraId="3E6A1891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color w:val="00B0F0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color w:val="00B0F0"/>
                <w:sz w:val="22"/>
                <w:szCs w:val="22"/>
              </w:rPr>
              <w:t>SZATNIA (Nr 1) – (w tym Umywalnia)</w:t>
            </w:r>
          </w:p>
        </w:tc>
      </w:tr>
      <w:tr w:rsidR="00060492" w:rsidRPr="00217CAA" w14:paraId="1B93F9F1" w14:textId="77777777" w:rsidTr="00217CAA">
        <w:trPr>
          <w:trHeight w:hRule="exact" w:val="510"/>
        </w:trPr>
        <w:tc>
          <w:tcPr>
            <w:tcW w:w="648" w:type="dxa"/>
          </w:tcPr>
          <w:p w14:paraId="7BC8F932" w14:textId="1DD24E22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680CE8E0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Szafka stalowa</w:t>
            </w:r>
          </w:p>
        </w:tc>
        <w:tc>
          <w:tcPr>
            <w:tcW w:w="1134" w:type="dxa"/>
          </w:tcPr>
          <w:p w14:paraId="524EC100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14 szt.</w:t>
            </w:r>
          </w:p>
        </w:tc>
        <w:tc>
          <w:tcPr>
            <w:tcW w:w="2724" w:type="dxa"/>
          </w:tcPr>
          <w:p w14:paraId="324EFEDC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417723C5" w14:textId="77777777" w:rsidTr="00217CAA">
        <w:trPr>
          <w:trHeight w:hRule="exact" w:val="510"/>
        </w:trPr>
        <w:tc>
          <w:tcPr>
            <w:tcW w:w="648" w:type="dxa"/>
          </w:tcPr>
          <w:p w14:paraId="16E858FC" w14:textId="280C3C6E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6AAA8B7E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Ławka</w:t>
            </w:r>
          </w:p>
        </w:tc>
        <w:tc>
          <w:tcPr>
            <w:tcW w:w="1134" w:type="dxa"/>
          </w:tcPr>
          <w:p w14:paraId="2BB659B6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  <w:tc>
          <w:tcPr>
            <w:tcW w:w="2724" w:type="dxa"/>
          </w:tcPr>
          <w:p w14:paraId="0D9C550A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4DE2C25F" w14:textId="77777777" w:rsidTr="00217CAA">
        <w:trPr>
          <w:trHeight w:hRule="exact" w:val="510"/>
        </w:trPr>
        <w:tc>
          <w:tcPr>
            <w:tcW w:w="648" w:type="dxa"/>
          </w:tcPr>
          <w:p w14:paraId="12A40CD1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3A8C7602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Umywalka</w:t>
            </w:r>
          </w:p>
        </w:tc>
        <w:tc>
          <w:tcPr>
            <w:tcW w:w="1134" w:type="dxa"/>
          </w:tcPr>
          <w:p w14:paraId="3997FA87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3 szt.</w:t>
            </w:r>
          </w:p>
        </w:tc>
        <w:tc>
          <w:tcPr>
            <w:tcW w:w="2724" w:type="dxa"/>
          </w:tcPr>
          <w:p w14:paraId="1672D1AE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341CC89B" w14:textId="77777777" w:rsidTr="00217CAA">
        <w:trPr>
          <w:trHeight w:hRule="exact" w:val="510"/>
        </w:trPr>
        <w:tc>
          <w:tcPr>
            <w:tcW w:w="648" w:type="dxa"/>
          </w:tcPr>
          <w:p w14:paraId="0F479F44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49B5A4A2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Dozownik na mydło ze stali nierdzewnej</w:t>
            </w:r>
          </w:p>
        </w:tc>
        <w:tc>
          <w:tcPr>
            <w:tcW w:w="1134" w:type="dxa"/>
          </w:tcPr>
          <w:p w14:paraId="5879A5C7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3 szt.</w:t>
            </w:r>
          </w:p>
        </w:tc>
        <w:tc>
          <w:tcPr>
            <w:tcW w:w="2724" w:type="dxa"/>
          </w:tcPr>
          <w:p w14:paraId="4DD9B5B5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02FF333B" w14:textId="77777777" w:rsidTr="00217CAA">
        <w:trPr>
          <w:trHeight w:hRule="exact" w:val="510"/>
        </w:trPr>
        <w:tc>
          <w:tcPr>
            <w:tcW w:w="648" w:type="dxa"/>
          </w:tcPr>
          <w:p w14:paraId="4F48B2B5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32FC9FC6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Pojemnik na ręczniki papierowe ze stali nierdzewnej</w:t>
            </w:r>
          </w:p>
        </w:tc>
        <w:tc>
          <w:tcPr>
            <w:tcW w:w="1134" w:type="dxa"/>
          </w:tcPr>
          <w:p w14:paraId="208A367D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1 szt. </w:t>
            </w:r>
          </w:p>
        </w:tc>
        <w:tc>
          <w:tcPr>
            <w:tcW w:w="2724" w:type="dxa"/>
          </w:tcPr>
          <w:p w14:paraId="71591ECB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5B63B2F2" w14:textId="77777777" w:rsidTr="00217CAA">
        <w:trPr>
          <w:trHeight w:hRule="exact" w:val="510"/>
        </w:trPr>
        <w:tc>
          <w:tcPr>
            <w:tcW w:w="648" w:type="dxa"/>
          </w:tcPr>
          <w:p w14:paraId="135D1E0D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7656945D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Lustro</w:t>
            </w:r>
          </w:p>
        </w:tc>
        <w:tc>
          <w:tcPr>
            <w:tcW w:w="1134" w:type="dxa"/>
          </w:tcPr>
          <w:p w14:paraId="7286BB1A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3 szt.</w:t>
            </w:r>
          </w:p>
        </w:tc>
        <w:tc>
          <w:tcPr>
            <w:tcW w:w="2724" w:type="dxa"/>
          </w:tcPr>
          <w:p w14:paraId="35C4D672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6D68F311" w14:textId="77777777" w:rsidTr="00217CAA">
        <w:trPr>
          <w:trHeight w:hRule="exact" w:val="510"/>
        </w:trPr>
        <w:tc>
          <w:tcPr>
            <w:tcW w:w="648" w:type="dxa"/>
          </w:tcPr>
          <w:p w14:paraId="1AD4DE75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73670199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Kosz</w:t>
            </w:r>
          </w:p>
        </w:tc>
        <w:tc>
          <w:tcPr>
            <w:tcW w:w="1134" w:type="dxa"/>
          </w:tcPr>
          <w:p w14:paraId="51B53547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2FC9D7CF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606613ED" w14:textId="77777777" w:rsidTr="00217CAA">
        <w:trPr>
          <w:trHeight w:hRule="exact" w:val="510"/>
        </w:trPr>
        <w:tc>
          <w:tcPr>
            <w:tcW w:w="648" w:type="dxa"/>
          </w:tcPr>
          <w:p w14:paraId="6E41CF54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6DBBC8F7" w14:textId="11DE1906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Kabina WC</w:t>
            </w:r>
          </w:p>
        </w:tc>
        <w:tc>
          <w:tcPr>
            <w:tcW w:w="1134" w:type="dxa"/>
          </w:tcPr>
          <w:p w14:paraId="5819AAE2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6BBD8361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1ED3543F" w14:textId="77777777" w:rsidTr="00217CAA">
        <w:trPr>
          <w:trHeight w:hRule="exact" w:val="510"/>
        </w:trPr>
        <w:tc>
          <w:tcPr>
            <w:tcW w:w="648" w:type="dxa"/>
          </w:tcPr>
          <w:p w14:paraId="47175652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65575EDB" w14:textId="29ABC026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Kabina prysznicowa</w:t>
            </w:r>
          </w:p>
        </w:tc>
        <w:tc>
          <w:tcPr>
            <w:tcW w:w="1134" w:type="dxa"/>
          </w:tcPr>
          <w:p w14:paraId="63DED3F1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  <w:tc>
          <w:tcPr>
            <w:tcW w:w="2724" w:type="dxa"/>
          </w:tcPr>
          <w:p w14:paraId="7675C354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399A0525" w14:textId="77777777" w:rsidTr="00217CAA">
        <w:trPr>
          <w:trHeight w:hRule="exact" w:val="510"/>
        </w:trPr>
        <w:tc>
          <w:tcPr>
            <w:tcW w:w="648" w:type="dxa"/>
          </w:tcPr>
          <w:p w14:paraId="2C53A990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8847" w:type="dxa"/>
            <w:gridSpan w:val="3"/>
          </w:tcPr>
          <w:p w14:paraId="209CC764" w14:textId="77777777" w:rsidR="00060492" w:rsidRPr="00217CAA" w:rsidRDefault="00060492" w:rsidP="00060492">
            <w:pPr>
              <w:autoSpaceDE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color w:val="00B0F0"/>
                <w:sz w:val="22"/>
                <w:szCs w:val="22"/>
              </w:rPr>
              <w:t xml:space="preserve">STUDIO FOTO </w:t>
            </w:r>
          </w:p>
        </w:tc>
      </w:tr>
      <w:tr w:rsidR="00060492" w:rsidRPr="00217CAA" w14:paraId="0786AF90" w14:textId="77777777" w:rsidTr="00217CAA">
        <w:trPr>
          <w:trHeight w:hRule="exact" w:val="510"/>
        </w:trPr>
        <w:tc>
          <w:tcPr>
            <w:tcW w:w="648" w:type="dxa"/>
          </w:tcPr>
          <w:p w14:paraId="4F49621B" w14:textId="77777777" w:rsidR="00060492" w:rsidRPr="00217CAA" w:rsidRDefault="00060492" w:rsidP="00060492">
            <w:pPr>
              <w:autoSpaceDE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4D458D95" w14:textId="77777777" w:rsidR="00060492" w:rsidRPr="00217CAA" w:rsidRDefault="00060492" w:rsidP="00060492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Biurko białe</w:t>
            </w:r>
          </w:p>
        </w:tc>
        <w:tc>
          <w:tcPr>
            <w:tcW w:w="1134" w:type="dxa"/>
          </w:tcPr>
          <w:p w14:paraId="00557CED" w14:textId="77777777" w:rsidR="00060492" w:rsidRPr="00217CAA" w:rsidRDefault="00060492" w:rsidP="0006049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6AA643DF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514D78F0" w14:textId="77777777" w:rsidTr="00217CAA">
        <w:trPr>
          <w:trHeight w:hRule="exact" w:val="510"/>
        </w:trPr>
        <w:tc>
          <w:tcPr>
            <w:tcW w:w="648" w:type="dxa"/>
          </w:tcPr>
          <w:p w14:paraId="5509D83D" w14:textId="77777777" w:rsidR="00060492" w:rsidRPr="00217CAA" w:rsidRDefault="00060492" w:rsidP="00060492">
            <w:pPr>
              <w:autoSpaceDE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75B98D73" w14:textId="77777777" w:rsidR="00060492" w:rsidRPr="00217CAA" w:rsidRDefault="00060492" w:rsidP="00060492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Krzesło biurowe, czarne</w:t>
            </w:r>
          </w:p>
        </w:tc>
        <w:tc>
          <w:tcPr>
            <w:tcW w:w="1134" w:type="dxa"/>
          </w:tcPr>
          <w:p w14:paraId="6A746731" w14:textId="77777777" w:rsidR="00060492" w:rsidRPr="00217CAA" w:rsidRDefault="00060492" w:rsidP="0006049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0EA7AABB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3DE7B14D" w14:textId="77777777" w:rsidTr="00217CAA">
        <w:trPr>
          <w:trHeight w:hRule="exact" w:val="510"/>
        </w:trPr>
        <w:tc>
          <w:tcPr>
            <w:tcW w:w="648" w:type="dxa"/>
          </w:tcPr>
          <w:p w14:paraId="24256116" w14:textId="77777777" w:rsidR="00060492" w:rsidRPr="00217CAA" w:rsidRDefault="00060492" w:rsidP="00060492">
            <w:pPr>
              <w:autoSpaceDE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490A50EC" w14:textId="77777777" w:rsidR="00060492" w:rsidRPr="00217CAA" w:rsidRDefault="00060492" w:rsidP="00060492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Szafka brzoza</w:t>
            </w:r>
          </w:p>
        </w:tc>
        <w:tc>
          <w:tcPr>
            <w:tcW w:w="1134" w:type="dxa"/>
          </w:tcPr>
          <w:p w14:paraId="2BCF55F6" w14:textId="77777777" w:rsidR="00060492" w:rsidRPr="00217CAA" w:rsidRDefault="00060492" w:rsidP="0006049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4C218B3E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778F8496" w14:textId="77777777" w:rsidTr="00217CAA">
        <w:trPr>
          <w:trHeight w:hRule="exact" w:val="510"/>
        </w:trPr>
        <w:tc>
          <w:tcPr>
            <w:tcW w:w="648" w:type="dxa"/>
          </w:tcPr>
          <w:p w14:paraId="7C89A066" w14:textId="77777777" w:rsidR="00060492" w:rsidRPr="00217CAA" w:rsidRDefault="00060492" w:rsidP="00060492">
            <w:pPr>
              <w:autoSpaceDE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46DB698E" w14:textId="77777777" w:rsidR="00060492" w:rsidRPr="00217CAA" w:rsidRDefault="00060492" w:rsidP="00060492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Kontener brzozowy</w:t>
            </w:r>
          </w:p>
        </w:tc>
        <w:tc>
          <w:tcPr>
            <w:tcW w:w="1134" w:type="dxa"/>
          </w:tcPr>
          <w:p w14:paraId="6A6D5A34" w14:textId="77777777" w:rsidR="00060492" w:rsidRPr="00217CAA" w:rsidRDefault="00060492" w:rsidP="0006049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002A7322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6F822741" w14:textId="77777777" w:rsidTr="00217CAA">
        <w:trPr>
          <w:trHeight w:hRule="exact" w:val="510"/>
        </w:trPr>
        <w:tc>
          <w:tcPr>
            <w:tcW w:w="648" w:type="dxa"/>
          </w:tcPr>
          <w:p w14:paraId="4A46E0ED" w14:textId="77777777" w:rsidR="00060492" w:rsidRPr="00217CAA" w:rsidRDefault="00060492" w:rsidP="00060492">
            <w:pPr>
              <w:autoSpaceDE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8847" w:type="dxa"/>
            <w:gridSpan w:val="3"/>
          </w:tcPr>
          <w:p w14:paraId="1C2FC415" w14:textId="77777777" w:rsidR="00060492" w:rsidRPr="00217CAA" w:rsidRDefault="00060492" w:rsidP="00060492">
            <w:pPr>
              <w:autoSpaceDE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color w:val="00B0F0"/>
                <w:sz w:val="22"/>
                <w:szCs w:val="22"/>
              </w:rPr>
              <w:t>SHOWROOM</w:t>
            </w:r>
          </w:p>
        </w:tc>
      </w:tr>
      <w:tr w:rsidR="00060492" w:rsidRPr="00217CAA" w14:paraId="33513236" w14:textId="77777777" w:rsidTr="00217CAA">
        <w:trPr>
          <w:trHeight w:hRule="exact" w:val="510"/>
        </w:trPr>
        <w:tc>
          <w:tcPr>
            <w:tcW w:w="648" w:type="dxa"/>
          </w:tcPr>
          <w:p w14:paraId="626A5D5C" w14:textId="77777777" w:rsidR="00060492" w:rsidRPr="00217CAA" w:rsidRDefault="00060492" w:rsidP="00060492">
            <w:pPr>
              <w:autoSpaceDE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258C6E10" w14:textId="25BB164A" w:rsidR="00060492" w:rsidRPr="00217CAA" w:rsidRDefault="00060492" w:rsidP="00060492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Wykładzina szer. 2m, długość 12m, trudnopalna – atest </w:t>
            </w:r>
            <w:r w:rsidR="00836848"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p. </w:t>
            </w:r>
            <w:proofErr w:type="spellStart"/>
            <w:r w:rsidR="00836848" w:rsidRPr="00217CAA">
              <w:rPr>
                <w:rFonts w:asciiTheme="minorHAnsi" w:hAnsiTheme="minorHAnsi" w:cstheme="minorHAnsi"/>
                <w:sz w:val="22"/>
                <w:szCs w:val="22"/>
              </w:rPr>
              <w:t>poż</w:t>
            </w:r>
            <w:proofErr w:type="spellEnd"/>
            <w:r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. kl. 1, atest higieniczny, wys. Całkowita 9mm, wysokość runa 5mm, współczynnik ścieralności min. 2.400, gęstość 10.000 </w:t>
            </w:r>
            <w:proofErr w:type="spellStart"/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Kilotex</w:t>
            </w:r>
            <w:proofErr w:type="spellEnd"/>
            <w:r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 + obszycie brzegów wykładziny</w:t>
            </w:r>
          </w:p>
        </w:tc>
        <w:tc>
          <w:tcPr>
            <w:tcW w:w="1134" w:type="dxa"/>
          </w:tcPr>
          <w:p w14:paraId="17672BEA" w14:textId="77777777" w:rsidR="00060492" w:rsidRPr="00217CAA" w:rsidRDefault="00060492" w:rsidP="0006049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6C0C6A26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1A212479" w14:textId="77777777" w:rsidTr="00217CAA">
        <w:trPr>
          <w:trHeight w:hRule="exact" w:val="510"/>
        </w:trPr>
        <w:tc>
          <w:tcPr>
            <w:tcW w:w="648" w:type="dxa"/>
          </w:tcPr>
          <w:p w14:paraId="4D000594" w14:textId="77777777" w:rsidR="00060492" w:rsidRPr="00217CAA" w:rsidRDefault="00060492" w:rsidP="00060492">
            <w:pPr>
              <w:autoSpaceDE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14E2CEF1" w14:textId="77777777" w:rsidR="00060492" w:rsidRPr="00217CAA" w:rsidRDefault="00060492" w:rsidP="00060492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Ekran podwieszany o wym. 300x150cm </w:t>
            </w:r>
          </w:p>
        </w:tc>
        <w:tc>
          <w:tcPr>
            <w:tcW w:w="1134" w:type="dxa"/>
          </w:tcPr>
          <w:p w14:paraId="5C29B4A9" w14:textId="77777777" w:rsidR="00060492" w:rsidRPr="00217CAA" w:rsidRDefault="00060492" w:rsidP="0006049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4704B1AD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438AF9FC" w14:textId="77777777" w:rsidTr="00217CAA">
        <w:trPr>
          <w:trHeight w:hRule="exact" w:val="510"/>
        </w:trPr>
        <w:tc>
          <w:tcPr>
            <w:tcW w:w="648" w:type="dxa"/>
          </w:tcPr>
          <w:p w14:paraId="0480FBA5" w14:textId="77777777" w:rsidR="00060492" w:rsidRPr="00217CAA" w:rsidRDefault="00060492" w:rsidP="00060492">
            <w:pPr>
              <w:autoSpaceDE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63429991" w14:textId="77777777" w:rsidR="00060492" w:rsidRPr="00217CAA" w:rsidRDefault="00060492" w:rsidP="00060492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Projektor Hitachi, CP-WX3030WNEF</w:t>
            </w:r>
          </w:p>
        </w:tc>
        <w:tc>
          <w:tcPr>
            <w:tcW w:w="1134" w:type="dxa"/>
          </w:tcPr>
          <w:p w14:paraId="0D0A4B76" w14:textId="77777777" w:rsidR="00060492" w:rsidRPr="00217CAA" w:rsidRDefault="00060492" w:rsidP="0006049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5EFDA40A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47524F66" w14:textId="77777777" w:rsidTr="00217CAA">
        <w:trPr>
          <w:trHeight w:hRule="exact" w:val="510"/>
        </w:trPr>
        <w:tc>
          <w:tcPr>
            <w:tcW w:w="648" w:type="dxa"/>
          </w:tcPr>
          <w:p w14:paraId="45A51708" w14:textId="77777777" w:rsidR="00060492" w:rsidRPr="00217CAA" w:rsidRDefault="00060492" w:rsidP="00060492">
            <w:pPr>
              <w:autoSpaceDE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6971699E" w14:textId="77777777" w:rsidR="00060492" w:rsidRPr="00217CAA" w:rsidRDefault="00060492" w:rsidP="00060492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Nagłośnienie PSS-MIDI-8: wzmacniacz 100v, 120W, kolumny głośnikowe 100V lub 8Ω, 2-drożne, 4+1; 2 mikrofony </w:t>
            </w:r>
            <w:proofErr w:type="spellStart"/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doręczne</w:t>
            </w:r>
            <w:proofErr w:type="spellEnd"/>
            <w:r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 z nadajnikiem, 1 odbiornik oraz zasilacz</w:t>
            </w:r>
          </w:p>
        </w:tc>
        <w:tc>
          <w:tcPr>
            <w:tcW w:w="1134" w:type="dxa"/>
          </w:tcPr>
          <w:p w14:paraId="3EEDB8D3" w14:textId="77777777" w:rsidR="00060492" w:rsidRPr="00217CAA" w:rsidRDefault="00060492" w:rsidP="0006049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Zestaw</w:t>
            </w:r>
          </w:p>
        </w:tc>
        <w:tc>
          <w:tcPr>
            <w:tcW w:w="2724" w:type="dxa"/>
          </w:tcPr>
          <w:p w14:paraId="40D85C1B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015F9C7F" w14:textId="77777777" w:rsidTr="00217CAA">
        <w:trPr>
          <w:trHeight w:hRule="exact" w:val="510"/>
        </w:trPr>
        <w:tc>
          <w:tcPr>
            <w:tcW w:w="648" w:type="dxa"/>
          </w:tcPr>
          <w:p w14:paraId="3BBCE2DB" w14:textId="77777777" w:rsidR="00060492" w:rsidRPr="00217CAA" w:rsidRDefault="00060492" w:rsidP="00060492">
            <w:pPr>
              <w:autoSpaceDE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5857CD7D" w14:textId="77777777" w:rsidR="00060492" w:rsidRPr="00217CAA" w:rsidRDefault="00060492" w:rsidP="00060492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Ścianka modułowa o wym. 170x80cm</w:t>
            </w:r>
          </w:p>
        </w:tc>
        <w:tc>
          <w:tcPr>
            <w:tcW w:w="1134" w:type="dxa"/>
          </w:tcPr>
          <w:p w14:paraId="3B731DC3" w14:textId="77777777" w:rsidR="00060492" w:rsidRPr="00217CAA" w:rsidRDefault="00060492" w:rsidP="0006049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5 szt.</w:t>
            </w:r>
          </w:p>
        </w:tc>
        <w:tc>
          <w:tcPr>
            <w:tcW w:w="2724" w:type="dxa"/>
          </w:tcPr>
          <w:p w14:paraId="4A498427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35883503" w14:textId="77777777" w:rsidTr="00217CAA">
        <w:trPr>
          <w:trHeight w:hRule="exact" w:val="510"/>
        </w:trPr>
        <w:tc>
          <w:tcPr>
            <w:tcW w:w="648" w:type="dxa"/>
          </w:tcPr>
          <w:p w14:paraId="4C035CD3" w14:textId="77777777" w:rsidR="00060492" w:rsidRPr="00217CAA" w:rsidRDefault="00060492" w:rsidP="00060492">
            <w:pPr>
              <w:autoSpaceDE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380CD655" w14:textId="77777777" w:rsidR="00060492" w:rsidRPr="00217CAA" w:rsidRDefault="00060492" w:rsidP="00060492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Grafika na płótnie o wym. 75x90cm</w:t>
            </w:r>
          </w:p>
        </w:tc>
        <w:tc>
          <w:tcPr>
            <w:tcW w:w="1134" w:type="dxa"/>
          </w:tcPr>
          <w:p w14:paraId="5F874B5A" w14:textId="77777777" w:rsidR="00060492" w:rsidRPr="00217CAA" w:rsidRDefault="00060492" w:rsidP="0006049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  <w:tc>
          <w:tcPr>
            <w:tcW w:w="2724" w:type="dxa"/>
          </w:tcPr>
          <w:p w14:paraId="646298AE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2087791D" w14:textId="77777777" w:rsidTr="00217CAA">
        <w:trPr>
          <w:trHeight w:hRule="exact" w:val="510"/>
        </w:trPr>
        <w:tc>
          <w:tcPr>
            <w:tcW w:w="648" w:type="dxa"/>
          </w:tcPr>
          <w:p w14:paraId="456679D9" w14:textId="77777777" w:rsidR="00060492" w:rsidRPr="00217CAA" w:rsidRDefault="00060492" w:rsidP="00060492">
            <w:pPr>
              <w:autoSpaceDE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075D57CC" w14:textId="77777777" w:rsidR="00060492" w:rsidRPr="00217CAA" w:rsidRDefault="00060492" w:rsidP="00060492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Grafika na płótnie o wym. 85x150cm</w:t>
            </w:r>
          </w:p>
        </w:tc>
        <w:tc>
          <w:tcPr>
            <w:tcW w:w="1134" w:type="dxa"/>
          </w:tcPr>
          <w:p w14:paraId="22FDD80C" w14:textId="77777777" w:rsidR="00060492" w:rsidRPr="00217CAA" w:rsidRDefault="00060492" w:rsidP="0006049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7F55FAE7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7BB7B9D8" w14:textId="77777777" w:rsidTr="00217CAA">
        <w:trPr>
          <w:trHeight w:hRule="exact" w:val="510"/>
        </w:trPr>
        <w:tc>
          <w:tcPr>
            <w:tcW w:w="648" w:type="dxa"/>
          </w:tcPr>
          <w:p w14:paraId="083E177E" w14:textId="787705C6" w:rsidR="00060492" w:rsidRPr="00217CAA" w:rsidRDefault="00060492" w:rsidP="00060492">
            <w:pPr>
              <w:autoSpaceDE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5117FAF7" w14:textId="77777777" w:rsidR="00060492" w:rsidRPr="00217CAA" w:rsidRDefault="00060492" w:rsidP="00060492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Sofa narożna 65x65x75 z oparciem </w:t>
            </w:r>
          </w:p>
        </w:tc>
        <w:tc>
          <w:tcPr>
            <w:tcW w:w="1134" w:type="dxa"/>
          </w:tcPr>
          <w:p w14:paraId="2003A66E" w14:textId="77777777" w:rsidR="00060492" w:rsidRPr="00217CAA" w:rsidRDefault="00060492" w:rsidP="0006049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6 szt.</w:t>
            </w:r>
          </w:p>
        </w:tc>
        <w:tc>
          <w:tcPr>
            <w:tcW w:w="2724" w:type="dxa"/>
          </w:tcPr>
          <w:p w14:paraId="4714957D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098BE5AD" w14:textId="77777777" w:rsidTr="00217CAA">
        <w:trPr>
          <w:trHeight w:hRule="exact" w:val="510"/>
        </w:trPr>
        <w:tc>
          <w:tcPr>
            <w:tcW w:w="648" w:type="dxa"/>
          </w:tcPr>
          <w:p w14:paraId="526180B7" w14:textId="09257784" w:rsidR="00060492" w:rsidRPr="00217CAA" w:rsidRDefault="00060492" w:rsidP="00060492">
            <w:pPr>
              <w:autoSpaceDE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0193C008" w14:textId="77777777" w:rsidR="00060492" w:rsidRPr="00217CAA" w:rsidRDefault="00060492" w:rsidP="00060492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Sofa taboret 3x60ºx65x44, SO3,4,5</w:t>
            </w:r>
          </w:p>
        </w:tc>
        <w:tc>
          <w:tcPr>
            <w:tcW w:w="1134" w:type="dxa"/>
          </w:tcPr>
          <w:p w14:paraId="1C3A9454" w14:textId="77777777" w:rsidR="00060492" w:rsidRPr="00217CAA" w:rsidRDefault="00060492" w:rsidP="0006049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9 szt.</w:t>
            </w:r>
          </w:p>
        </w:tc>
        <w:tc>
          <w:tcPr>
            <w:tcW w:w="2724" w:type="dxa"/>
          </w:tcPr>
          <w:p w14:paraId="0E590E72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2F84302C" w14:textId="77777777" w:rsidTr="00217CAA">
        <w:trPr>
          <w:trHeight w:hRule="exact" w:val="510"/>
        </w:trPr>
        <w:tc>
          <w:tcPr>
            <w:tcW w:w="648" w:type="dxa"/>
          </w:tcPr>
          <w:p w14:paraId="56F6C6CB" w14:textId="77777777" w:rsidR="00060492" w:rsidRPr="00217CAA" w:rsidRDefault="00060492" w:rsidP="00060492">
            <w:pPr>
              <w:autoSpaceDE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543550FE" w14:textId="77777777" w:rsidR="00060492" w:rsidRPr="00217CAA" w:rsidRDefault="00060492" w:rsidP="00060492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Krzesło tapicerowane, kolor, oparcie czarne drewno</w:t>
            </w:r>
          </w:p>
        </w:tc>
        <w:tc>
          <w:tcPr>
            <w:tcW w:w="1134" w:type="dxa"/>
          </w:tcPr>
          <w:p w14:paraId="1C71105E" w14:textId="77777777" w:rsidR="00060492" w:rsidRPr="00217CAA" w:rsidRDefault="00060492" w:rsidP="0006049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10 szt.</w:t>
            </w:r>
          </w:p>
        </w:tc>
        <w:tc>
          <w:tcPr>
            <w:tcW w:w="2724" w:type="dxa"/>
          </w:tcPr>
          <w:p w14:paraId="388DB5CC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551342F2" w14:textId="77777777" w:rsidTr="00217CAA">
        <w:trPr>
          <w:trHeight w:hRule="exact" w:val="510"/>
        </w:trPr>
        <w:tc>
          <w:tcPr>
            <w:tcW w:w="648" w:type="dxa"/>
          </w:tcPr>
          <w:p w14:paraId="7D38D262" w14:textId="77777777" w:rsidR="00060492" w:rsidRPr="00217CAA" w:rsidRDefault="00060492" w:rsidP="00060492">
            <w:pPr>
              <w:autoSpaceDE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07EC07F8" w14:textId="77777777" w:rsidR="00060492" w:rsidRPr="00217CAA" w:rsidRDefault="00060492" w:rsidP="00060492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Kontener biały</w:t>
            </w:r>
          </w:p>
        </w:tc>
        <w:tc>
          <w:tcPr>
            <w:tcW w:w="1134" w:type="dxa"/>
          </w:tcPr>
          <w:p w14:paraId="04FA6D12" w14:textId="77777777" w:rsidR="00060492" w:rsidRPr="00217CAA" w:rsidRDefault="00060492" w:rsidP="0006049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1636F2F4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3A0EEBB1" w14:textId="77777777" w:rsidTr="00217CAA">
        <w:trPr>
          <w:trHeight w:hRule="exact" w:val="510"/>
        </w:trPr>
        <w:tc>
          <w:tcPr>
            <w:tcW w:w="648" w:type="dxa"/>
          </w:tcPr>
          <w:p w14:paraId="706B2CCE" w14:textId="77777777" w:rsidR="00060492" w:rsidRPr="00217CAA" w:rsidRDefault="00060492" w:rsidP="00060492">
            <w:pPr>
              <w:autoSpaceDE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5AA2E095" w14:textId="77777777" w:rsidR="00060492" w:rsidRPr="00217CAA" w:rsidRDefault="00060492" w:rsidP="00060492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Panel dekoracyjny (tworzywo sztuczne), zielony, biały</w:t>
            </w:r>
          </w:p>
        </w:tc>
        <w:tc>
          <w:tcPr>
            <w:tcW w:w="1134" w:type="dxa"/>
          </w:tcPr>
          <w:p w14:paraId="358E96CF" w14:textId="77777777" w:rsidR="00060492" w:rsidRPr="00217CAA" w:rsidRDefault="00060492" w:rsidP="0006049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7 szt.</w:t>
            </w:r>
          </w:p>
        </w:tc>
        <w:tc>
          <w:tcPr>
            <w:tcW w:w="2724" w:type="dxa"/>
          </w:tcPr>
          <w:p w14:paraId="3A3C6581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405F2E65" w14:textId="77777777" w:rsidTr="00217CAA">
        <w:trPr>
          <w:trHeight w:hRule="exact" w:val="510"/>
        </w:trPr>
        <w:tc>
          <w:tcPr>
            <w:tcW w:w="648" w:type="dxa"/>
          </w:tcPr>
          <w:p w14:paraId="7DCD42B8" w14:textId="77777777" w:rsidR="00060492" w:rsidRPr="00217CAA" w:rsidRDefault="00060492" w:rsidP="00060492">
            <w:pPr>
              <w:autoSpaceDE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4685840E" w14:textId="77777777" w:rsidR="00060492" w:rsidRPr="00217CAA" w:rsidRDefault="00060492" w:rsidP="00060492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Lampa stojąca biała</w:t>
            </w:r>
          </w:p>
        </w:tc>
        <w:tc>
          <w:tcPr>
            <w:tcW w:w="1134" w:type="dxa"/>
          </w:tcPr>
          <w:p w14:paraId="0B27E6A1" w14:textId="77777777" w:rsidR="00060492" w:rsidRPr="00217CAA" w:rsidRDefault="00060492" w:rsidP="0006049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14C7644A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5F36D0B1" w14:textId="77777777" w:rsidTr="00217CAA">
        <w:trPr>
          <w:trHeight w:hRule="exact" w:val="510"/>
        </w:trPr>
        <w:tc>
          <w:tcPr>
            <w:tcW w:w="648" w:type="dxa"/>
          </w:tcPr>
          <w:p w14:paraId="4AD984B2" w14:textId="77777777" w:rsidR="00060492" w:rsidRPr="00217CAA" w:rsidRDefault="00060492" w:rsidP="00060492">
            <w:pPr>
              <w:autoSpaceDE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15C48F69" w14:textId="5A3318CF" w:rsidR="00060492" w:rsidRPr="00217CAA" w:rsidRDefault="00836848" w:rsidP="00060492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Garderoba podwieszana</w:t>
            </w:r>
          </w:p>
        </w:tc>
        <w:tc>
          <w:tcPr>
            <w:tcW w:w="1134" w:type="dxa"/>
          </w:tcPr>
          <w:p w14:paraId="30BE7474" w14:textId="77777777" w:rsidR="00060492" w:rsidRPr="00217CAA" w:rsidRDefault="00060492" w:rsidP="0006049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158660A8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AA610A" w:rsidRPr="00217CAA" w14:paraId="7F222EA3" w14:textId="77777777" w:rsidTr="00217CAA">
        <w:trPr>
          <w:trHeight w:hRule="exact" w:val="510"/>
        </w:trPr>
        <w:tc>
          <w:tcPr>
            <w:tcW w:w="648" w:type="dxa"/>
          </w:tcPr>
          <w:p w14:paraId="58113129" w14:textId="77777777" w:rsidR="00AA610A" w:rsidRPr="00217CAA" w:rsidRDefault="00AA610A" w:rsidP="00060492">
            <w:pPr>
              <w:autoSpaceDE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2697E091" w14:textId="77777777" w:rsidR="00AA610A" w:rsidRPr="00217CAA" w:rsidRDefault="00AA610A" w:rsidP="00060492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B8ED905" w14:textId="77777777" w:rsidR="00AA610A" w:rsidRPr="00217CAA" w:rsidRDefault="00AA610A" w:rsidP="0006049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24" w:type="dxa"/>
          </w:tcPr>
          <w:p w14:paraId="22284D17" w14:textId="77777777" w:rsidR="00AA610A" w:rsidRPr="00217CAA" w:rsidRDefault="00AA610A" w:rsidP="0006049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060492" w:rsidRPr="00217CAA" w14:paraId="1766386B" w14:textId="77777777" w:rsidTr="00217CAA">
        <w:trPr>
          <w:trHeight w:hRule="exact" w:val="510"/>
        </w:trPr>
        <w:tc>
          <w:tcPr>
            <w:tcW w:w="648" w:type="dxa"/>
          </w:tcPr>
          <w:p w14:paraId="5D6427C3" w14:textId="77777777" w:rsidR="00060492" w:rsidRPr="00217CAA" w:rsidRDefault="00060492" w:rsidP="00060492">
            <w:pPr>
              <w:autoSpaceDE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8847" w:type="dxa"/>
            <w:gridSpan w:val="3"/>
          </w:tcPr>
          <w:p w14:paraId="66564A1D" w14:textId="77777777" w:rsidR="00060492" w:rsidRPr="00217CAA" w:rsidRDefault="00060492" w:rsidP="00060492">
            <w:pPr>
              <w:autoSpaceDE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color w:val="00B0F0"/>
                <w:sz w:val="22"/>
                <w:szCs w:val="22"/>
              </w:rPr>
              <w:t>SZWLANIA</w:t>
            </w:r>
          </w:p>
        </w:tc>
      </w:tr>
      <w:tr w:rsidR="00060492" w:rsidRPr="00217CAA" w14:paraId="1BE7974F" w14:textId="77777777" w:rsidTr="00217CAA">
        <w:trPr>
          <w:trHeight w:hRule="exact" w:val="510"/>
        </w:trPr>
        <w:tc>
          <w:tcPr>
            <w:tcW w:w="648" w:type="dxa"/>
          </w:tcPr>
          <w:p w14:paraId="65C484C7" w14:textId="77777777" w:rsidR="00060492" w:rsidRPr="00217CAA" w:rsidRDefault="00060492" w:rsidP="00060492">
            <w:pPr>
              <w:autoSpaceDE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3F26C1C6" w14:textId="77777777" w:rsidR="00060492" w:rsidRPr="00217CAA" w:rsidRDefault="00060492" w:rsidP="00060492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Ścianka modułowa o wym. 170x80 cm</w:t>
            </w:r>
          </w:p>
        </w:tc>
        <w:tc>
          <w:tcPr>
            <w:tcW w:w="1134" w:type="dxa"/>
          </w:tcPr>
          <w:p w14:paraId="4CE4AFF5" w14:textId="77777777" w:rsidR="00060492" w:rsidRPr="00217CAA" w:rsidRDefault="00060492" w:rsidP="0006049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5 szt.</w:t>
            </w:r>
          </w:p>
        </w:tc>
        <w:tc>
          <w:tcPr>
            <w:tcW w:w="2724" w:type="dxa"/>
          </w:tcPr>
          <w:p w14:paraId="7C3F1A79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47D40C67" w14:textId="77777777" w:rsidTr="00217CAA">
        <w:trPr>
          <w:trHeight w:hRule="exact" w:val="510"/>
        </w:trPr>
        <w:tc>
          <w:tcPr>
            <w:tcW w:w="648" w:type="dxa"/>
          </w:tcPr>
          <w:p w14:paraId="1EA47536" w14:textId="77777777" w:rsidR="00060492" w:rsidRPr="00217CAA" w:rsidRDefault="00060492" w:rsidP="00060492">
            <w:pPr>
              <w:autoSpaceDE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26316558" w14:textId="77777777" w:rsidR="00060492" w:rsidRPr="00217CAA" w:rsidRDefault="00060492" w:rsidP="00060492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Szafka </w:t>
            </w:r>
            <w:proofErr w:type="spellStart"/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martela</w:t>
            </w:r>
            <w:proofErr w:type="spellEnd"/>
            <w:r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 biała</w:t>
            </w:r>
          </w:p>
        </w:tc>
        <w:tc>
          <w:tcPr>
            <w:tcW w:w="1134" w:type="dxa"/>
          </w:tcPr>
          <w:p w14:paraId="5009BACF" w14:textId="77777777" w:rsidR="00060492" w:rsidRPr="00217CAA" w:rsidRDefault="00060492" w:rsidP="0006049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6 szt.</w:t>
            </w:r>
          </w:p>
        </w:tc>
        <w:tc>
          <w:tcPr>
            <w:tcW w:w="2724" w:type="dxa"/>
          </w:tcPr>
          <w:p w14:paraId="205068E0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0F74F57A" w14:textId="77777777" w:rsidTr="00217CAA">
        <w:trPr>
          <w:trHeight w:hRule="exact" w:val="510"/>
        </w:trPr>
        <w:tc>
          <w:tcPr>
            <w:tcW w:w="648" w:type="dxa"/>
          </w:tcPr>
          <w:p w14:paraId="4FCB0F5F" w14:textId="3443604E" w:rsidR="00060492" w:rsidRPr="00217CAA" w:rsidRDefault="00060492" w:rsidP="00060492">
            <w:pPr>
              <w:autoSpaceDE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3C1981A2" w14:textId="61116696" w:rsidR="00060492" w:rsidRPr="00D44EB8" w:rsidRDefault="00060492" w:rsidP="00060492">
            <w:pPr>
              <w:autoSpaceDE w:val="0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 w:rsidRPr="00D44EB8">
              <w:rPr>
                <w:rFonts w:asciiTheme="minorHAnsi" w:hAnsiTheme="minorHAnsi" w:cstheme="minorHAnsi"/>
                <w:strike/>
                <w:sz w:val="22"/>
                <w:szCs w:val="22"/>
              </w:rPr>
              <w:t xml:space="preserve">Wieszak W1, 57x30x170 </w:t>
            </w:r>
            <w:r w:rsidR="00217CAA" w:rsidRPr="00D44EB8">
              <w:rPr>
                <w:rFonts w:asciiTheme="minorHAnsi" w:hAnsiTheme="minorHAnsi" w:cstheme="minorHAnsi"/>
                <w:strike/>
                <w:sz w:val="22"/>
                <w:szCs w:val="22"/>
              </w:rPr>
              <w:t>biały,</w:t>
            </w:r>
            <w:r w:rsidRPr="00D44EB8">
              <w:rPr>
                <w:rFonts w:asciiTheme="minorHAnsi" w:hAnsiTheme="minorHAnsi" w:cstheme="minorHAnsi"/>
                <w:strike/>
                <w:sz w:val="22"/>
                <w:szCs w:val="22"/>
              </w:rPr>
              <w:t xml:space="preserve"> metalowy</w:t>
            </w:r>
          </w:p>
        </w:tc>
        <w:tc>
          <w:tcPr>
            <w:tcW w:w="1134" w:type="dxa"/>
          </w:tcPr>
          <w:p w14:paraId="398F00B0" w14:textId="53BA4352" w:rsidR="00060492" w:rsidRPr="00D44EB8" w:rsidRDefault="00060492" w:rsidP="00836848">
            <w:pPr>
              <w:autoSpaceDE w:val="0"/>
              <w:jc w:val="center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 w:rsidRPr="00D44EB8">
              <w:rPr>
                <w:rFonts w:asciiTheme="minorHAnsi" w:hAnsiTheme="minorHAnsi" w:cstheme="minorHAnsi"/>
                <w:strike/>
                <w:sz w:val="22"/>
                <w:szCs w:val="22"/>
              </w:rPr>
              <w:t>4 szt.</w:t>
            </w:r>
          </w:p>
        </w:tc>
        <w:tc>
          <w:tcPr>
            <w:tcW w:w="2724" w:type="dxa"/>
          </w:tcPr>
          <w:p w14:paraId="3E1A3BCD" w14:textId="77777777" w:rsidR="00060492" w:rsidRPr="00D44EB8" w:rsidRDefault="00060492" w:rsidP="00060492">
            <w:pPr>
              <w:jc w:val="center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 w:rsidRPr="00D44EB8">
              <w:rPr>
                <w:rFonts w:asciiTheme="minorHAnsi" w:hAnsiTheme="minorHAnsi" w:cstheme="minorHAnsi"/>
                <w:i/>
                <w:strike/>
                <w:sz w:val="22"/>
                <w:szCs w:val="22"/>
              </w:rPr>
              <w:t>stan dobry</w:t>
            </w:r>
          </w:p>
        </w:tc>
      </w:tr>
      <w:tr w:rsidR="00060492" w:rsidRPr="00217CAA" w14:paraId="09AED5AF" w14:textId="77777777" w:rsidTr="00217CAA">
        <w:trPr>
          <w:trHeight w:hRule="exact" w:val="510"/>
        </w:trPr>
        <w:tc>
          <w:tcPr>
            <w:tcW w:w="648" w:type="dxa"/>
          </w:tcPr>
          <w:p w14:paraId="371290A8" w14:textId="77777777" w:rsidR="00060492" w:rsidRPr="00217CAA" w:rsidRDefault="00060492" w:rsidP="00060492">
            <w:pPr>
              <w:autoSpaceDE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5E443F1E" w14:textId="77777777" w:rsidR="00060492" w:rsidRPr="00217CAA" w:rsidRDefault="00060492" w:rsidP="00060492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Biurko białe</w:t>
            </w:r>
          </w:p>
        </w:tc>
        <w:tc>
          <w:tcPr>
            <w:tcW w:w="1134" w:type="dxa"/>
          </w:tcPr>
          <w:p w14:paraId="7B3643AD" w14:textId="77777777" w:rsidR="00060492" w:rsidRPr="00217CAA" w:rsidRDefault="00060492" w:rsidP="0006049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2 szt.</w:t>
            </w:r>
          </w:p>
        </w:tc>
        <w:tc>
          <w:tcPr>
            <w:tcW w:w="2724" w:type="dxa"/>
          </w:tcPr>
          <w:p w14:paraId="6BCF459F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7070D820" w14:textId="77777777" w:rsidTr="00217CAA">
        <w:trPr>
          <w:trHeight w:hRule="exact" w:val="510"/>
        </w:trPr>
        <w:tc>
          <w:tcPr>
            <w:tcW w:w="648" w:type="dxa"/>
          </w:tcPr>
          <w:p w14:paraId="134843DD" w14:textId="77777777" w:rsidR="00060492" w:rsidRPr="00217CAA" w:rsidRDefault="00060492" w:rsidP="00060492">
            <w:pPr>
              <w:autoSpaceDE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56602BFB" w14:textId="77777777" w:rsidR="00060492" w:rsidRPr="00217CAA" w:rsidRDefault="00060492" w:rsidP="00060492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Krzesło tapicerowane, kolor, oparcie białe drewno</w:t>
            </w:r>
          </w:p>
        </w:tc>
        <w:tc>
          <w:tcPr>
            <w:tcW w:w="1134" w:type="dxa"/>
          </w:tcPr>
          <w:p w14:paraId="42842CF3" w14:textId="77777777" w:rsidR="00060492" w:rsidRPr="00217CAA" w:rsidRDefault="00060492" w:rsidP="0006049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12 szt.</w:t>
            </w:r>
          </w:p>
        </w:tc>
        <w:tc>
          <w:tcPr>
            <w:tcW w:w="2724" w:type="dxa"/>
          </w:tcPr>
          <w:p w14:paraId="63BD4E47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49E728D9" w14:textId="77777777" w:rsidTr="00217CAA">
        <w:trPr>
          <w:trHeight w:hRule="exact" w:val="510"/>
        </w:trPr>
        <w:tc>
          <w:tcPr>
            <w:tcW w:w="648" w:type="dxa"/>
          </w:tcPr>
          <w:p w14:paraId="342037C4" w14:textId="77777777" w:rsidR="00060492" w:rsidRPr="00217CAA" w:rsidRDefault="00060492" w:rsidP="00060492">
            <w:pPr>
              <w:autoSpaceDE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530822A8" w14:textId="77777777" w:rsidR="00060492" w:rsidRPr="00217CAA" w:rsidRDefault="00060492" w:rsidP="00060492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Krzesło czarne</w:t>
            </w:r>
          </w:p>
        </w:tc>
        <w:tc>
          <w:tcPr>
            <w:tcW w:w="1134" w:type="dxa"/>
          </w:tcPr>
          <w:p w14:paraId="7A2679AB" w14:textId="77777777" w:rsidR="00060492" w:rsidRPr="00217CAA" w:rsidRDefault="00060492" w:rsidP="0006049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311691E1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AA610A" w:rsidRPr="00217CAA" w14:paraId="4BFA2B57" w14:textId="77777777" w:rsidTr="00217CAA">
        <w:trPr>
          <w:trHeight w:hRule="exact" w:val="510"/>
        </w:trPr>
        <w:tc>
          <w:tcPr>
            <w:tcW w:w="648" w:type="dxa"/>
          </w:tcPr>
          <w:p w14:paraId="07805399" w14:textId="77777777" w:rsidR="00AA610A" w:rsidRPr="00217CAA" w:rsidRDefault="00AA610A" w:rsidP="00060492">
            <w:pPr>
              <w:autoSpaceDE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6113D997" w14:textId="77777777" w:rsidR="00AA610A" w:rsidRPr="00217CAA" w:rsidRDefault="00AA610A" w:rsidP="00060492">
            <w:pPr>
              <w:autoSpaceDE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</w:tcPr>
          <w:p w14:paraId="518F5ADC" w14:textId="77777777" w:rsidR="00AA610A" w:rsidRPr="00217CAA" w:rsidRDefault="00AA610A" w:rsidP="0006049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24" w:type="dxa"/>
          </w:tcPr>
          <w:p w14:paraId="039D7E12" w14:textId="77777777" w:rsidR="00AA610A" w:rsidRPr="00217CAA" w:rsidRDefault="00AA610A" w:rsidP="0006049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060492" w:rsidRPr="00217CAA" w14:paraId="1E1065DB" w14:textId="77777777" w:rsidTr="00217CAA">
        <w:trPr>
          <w:trHeight w:hRule="exact" w:val="510"/>
        </w:trPr>
        <w:tc>
          <w:tcPr>
            <w:tcW w:w="648" w:type="dxa"/>
          </w:tcPr>
          <w:p w14:paraId="575D884A" w14:textId="77777777" w:rsidR="00060492" w:rsidRPr="00217CAA" w:rsidRDefault="00060492" w:rsidP="00060492">
            <w:pPr>
              <w:autoSpaceDE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8847" w:type="dxa"/>
            <w:gridSpan w:val="3"/>
          </w:tcPr>
          <w:p w14:paraId="3A425700" w14:textId="77777777" w:rsidR="00060492" w:rsidRPr="00217CAA" w:rsidRDefault="00060492" w:rsidP="00060492">
            <w:pPr>
              <w:autoSpaceDE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color w:val="00B0F0"/>
                <w:sz w:val="22"/>
                <w:szCs w:val="22"/>
              </w:rPr>
              <w:t>POMIESZCZENIE GOSPODARCZE</w:t>
            </w:r>
          </w:p>
        </w:tc>
      </w:tr>
      <w:tr w:rsidR="00060492" w:rsidRPr="00217CAA" w14:paraId="27EA28A7" w14:textId="77777777" w:rsidTr="00217CAA">
        <w:trPr>
          <w:trHeight w:hRule="exact" w:val="510"/>
        </w:trPr>
        <w:tc>
          <w:tcPr>
            <w:tcW w:w="648" w:type="dxa"/>
          </w:tcPr>
          <w:p w14:paraId="762047A4" w14:textId="77777777" w:rsidR="00060492" w:rsidRPr="00217CAA" w:rsidRDefault="00060492" w:rsidP="00060492">
            <w:pPr>
              <w:autoSpaceDE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4F694A8D" w14:textId="77777777" w:rsidR="00060492" w:rsidRPr="00217CAA" w:rsidRDefault="00060492" w:rsidP="00060492">
            <w:pPr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Szafka </w:t>
            </w:r>
            <w:proofErr w:type="spellStart"/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martela</w:t>
            </w:r>
            <w:proofErr w:type="spellEnd"/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, biała</w:t>
            </w:r>
          </w:p>
        </w:tc>
        <w:tc>
          <w:tcPr>
            <w:tcW w:w="1134" w:type="dxa"/>
          </w:tcPr>
          <w:p w14:paraId="155DD353" w14:textId="77777777" w:rsidR="00060492" w:rsidRPr="00217CAA" w:rsidRDefault="00060492" w:rsidP="00060492">
            <w:pPr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  <w:tc>
          <w:tcPr>
            <w:tcW w:w="2724" w:type="dxa"/>
          </w:tcPr>
          <w:p w14:paraId="4B80D14C" w14:textId="77777777" w:rsidR="00060492" w:rsidRPr="00217CAA" w:rsidRDefault="00060492" w:rsidP="000604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stan dobry</w:t>
            </w:r>
          </w:p>
        </w:tc>
      </w:tr>
      <w:tr w:rsidR="00060492" w:rsidRPr="00217CAA" w14:paraId="501FDDD2" w14:textId="77777777" w:rsidTr="00217CAA">
        <w:trPr>
          <w:trHeight w:hRule="exact" w:val="510"/>
        </w:trPr>
        <w:tc>
          <w:tcPr>
            <w:tcW w:w="648" w:type="dxa"/>
          </w:tcPr>
          <w:p w14:paraId="4592B5B2" w14:textId="77777777" w:rsidR="00060492" w:rsidRPr="00217CAA" w:rsidRDefault="00060492" w:rsidP="00060492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8847" w:type="dxa"/>
            <w:gridSpan w:val="3"/>
          </w:tcPr>
          <w:p w14:paraId="28514063" w14:textId="77777777" w:rsidR="00060492" w:rsidRPr="00217CAA" w:rsidRDefault="00060492" w:rsidP="00060492">
            <w:pPr>
              <w:autoSpaceDE w:val="0"/>
              <w:spacing w:line="360" w:lineRule="auto"/>
              <w:jc w:val="both"/>
              <w:rPr>
                <w:rFonts w:asciiTheme="minorHAnsi" w:hAnsiTheme="minorHAnsi" w:cstheme="minorHAnsi"/>
                <w:i/>
                <w:color w:val="00B0F0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color w:val="00B0F0"/>
                <w:sz w:val="22"/>
                <w:szCs w:val="22"/>
              </w:rPr>
              <w:t>KLATKA SCHODOWA</w:t>
            </w:r>
          </w:p>
        </w:tc>
      </w:tr>
      <w:tr w:rsidR="00060492" w:rsidRPr="00217CAA" w14:paraId="50D7F9C1" w14:textId="77777777" w:rsidTr="00217CAA">
        <w:trPr>
          <w:trHeight w:hRule="exact" w:val="510"/>
        </w:trPr>
        <w:tc>
          <w:tcPr>
            <w:tcW w:w="648" w:type="dxa"/>
          </w:tcPr>
          <w:p w14:paraId="6211EFAE" w14:textId="77777777" w:rsidR="00060492" w:rsidRPr="00217CAA" w:rsidRDefault="00060492" w:rsidP="00060492">
            <w:pPr>
              <w:autoSpaceDE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89" w:type="dxa"/>
          </w:tcPr>
          <w:p w14:paraId="6524C824" w14:textId="77777777" w:rsidR="00060492" w:rsidRPr="00217CAA" w:rsidRDefault="00060492" w:rsidP="00060492">
            <w:pPr>
              <w:autoSpaceDE w:val="0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Dźwig osobowy</w:t>
            </w:r>
          </w:p>
        </w:tc>
        <w:tc>
          <w:tcPr>
            <w:tcW w:w="1134" w:type="dxa"/>
          </w:tcPr>
          <w:p w14:paraId="4F1EF66D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sz w:val="22"/>
                <w:szCs w:val="22"/>
              </w:rPr>
              <w:t xml:space="preserve">1 </w:t>
            </w:r>
            <w:proofErr w:type="spellStart"/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  <w:proofErr w:type="spellEnd"/>
            <w:r w:rsidRPr="00217CA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724" w:type="dxa"/>
          </w:tcPr>
          <w:p w14:paraId="71E09C45" w14:textId="77777777" w:rsidR="00060492" w:rsidRPr="00217CAA" w:rsidRDefault="00060492" w:rsidP="00060492">
            <w:pPr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17CAA">
              <w:rPr>
                <w:rFonts w:asciiTheme="minorHAnsi" w:hAnsiTheme="minorHAnsi" w:cstheme="minorHAnsi"/>
                <w:i/>
                <w:sz w:val="22"/>
                <w:szCs w:val="22"/>
              </w:rPr>
              <w:t>Sprawna stan dobry</w:t>
            </w:r>
          </w:p>
        </w:tc>
      </w:tr>
    </w:tbl>
    <w:p w14:paraId="63E3CE72" w14:textId="65997877" w:rsidR="00AA610A" w:rsidRDefault="00AA610A" w:rsidP="00331FD0">
      <w:pPr>
        <w:rPr>
          <w:rFonts w:asciiTheme="minorHAnsi" w:hAnsiTheme="minorHAnsi" w:cstheme="minorHAnsi"/>
          <w:sz w:val="22"/>
          <w:szCs w:val="22"/>
        </w:rPr>
      </w:pPr>
    </w:p>
    <w:p w14:paraId="4BAF6C15" w14:textId="23D24F53" w:rsidR="00D35D8A" w:rsidRDefault="00D35D8A" w:rsidP="00331FD0">
      <w:pPr>
        <w:rPr>
          <w:rFonts w:asciiTheme="minorHAnsi" w:hAnsiTheme="minorHAnsi" w:cstheme="minorHAnsi"/>
          <w:sz w:val="22"/>
          <w:szCs w:val="22"/>
        </w:rPr>
      </w:pPr>
    </w:p>
    <w:p w14:paraId="6EB7FEF5" w14:textId="00E7081C" w:rsidR="00D35D8A" w:rsidRPr="00D35D8A" w:rsidRDefault="00F065B5" w:rsidP="00D35D8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II. </w:t>
      </w:r>
      <w:r w:rsidR="00D35D8A" w:rsidRPr="00D35D8A">
        <w:rPr>
          <w:rFonts w:asciiTheme="minorHAnsi" w:hAnsiTheme="minorHAnsi" w:cstheme="minorHAnsi"/>
          <w:sz w:val="22"/>
          <w:szCs w:val="22"/>
        </w:rPr>
        <w:t xml:space="preserve">We wszystkich pomieszczeniach zaprojektowano wentylację mechaniczną z modułem klimatyzacyjnym, z rozdziałem dla części produkcyjnej, sanitarnej i biurowej.  </w:t>
      </w:r>
    </w:p>
    <w:p w14:paraId="23BD017B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</w:p>
    <w:p w14:paraId="24EE848E" w14:textId="77777777" w:rsidR="00D35D8A" w:rsidRPr="00D35D8A" w:rsidRDefault="00D35D8A" w:rsidP="00D35D8A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35D8A">
        <w:rPr>
          <w:rFonts w:asciiTheme="minorHAnsi" w:hAnsiTheme="minorHAnsi" w:cstheme="minorHAnsi"/>
          <w:b/>
          <w:sz w:val="22"/>
          <w:szCs w:val="22"/>
          <w:u w:val="single"/>
        </w:rPr>
        <w:t xml:space="preserve">Charakterystyka: </w:t>
      </w:r>
    </w:p>
    <w:p w14:paraId="6D601041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</w:p>
    <w:p w14:paraId="195C7132" w14:textId="4E55C91E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• Elektryczność X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 xml:space="preserve"> •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 xml:space="preserve">Kanalizacja X </w:t>
      </w:r>
    </w:p>
    <w:p w14:paraId="0A6F4E14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6B13109B" w14:textId="4C116F1F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• Woda X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 xml:space="preserve">  •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35D8A">
        <w:rPr>
          <w:rFonts w:asciiTheme="minorHAnsi" w:hAnsiTheme="minorHAnsi" w:cstheme="minorHAnsi"/>
          <w:sz w:val="22"/>
          <w:szCs w:val="22"/>
        </w:rPr>
        <w:t>Dojazd dla ciężarówek -</w:t>
      </w:r>
    </w:p>
    <w:p w14:paraId="5571051D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6BDE1EA5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• Ogrzewanie X   </w:t>
      </w:r>
    </w:p>
    <w:p w14:paraId="434A9C79" w14:textId="77777777" w:rsidR="00D35D8A" w:rsidRPr="00D35D8A" w:rsidRDefault="00D35D8A" w:rsidP="00D35D8A">
      <w:pPr>
        <w:rPr>
          <w:rFonts w:asciiTheme="minorHAnsi" w:hAnsiTheme="minorHAnsi" w:cstheme="minorHAnsi"/>
          <w:sz w:val="22"/>
          <w:szCs w:val="22"/>
        </w:rPr>
      </w:pPr>
      <w:r w:rsidRPr="00D35D8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61A39A" w14:textId="06CBD398" w:rsidR="00D35D8A" w:rsidRPr="00D35D8A" w:rsidRDefault="00F065B5" w:rsidP="00D35D8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III. </w:t>
      </w:r>
      <w:r w:rsidR="00D35D8A" w:rsidRPr="00D35D8A">
        <w:rPr>
          <w:rFonts w:asciiTheme="minorHAnsi" w:hAnsiTheme="minorHAnsi" w:cstheme="minorHAnsi"/>
          <w:sz w:val="22"/>
          <w:szCs w:val="22"/>
        </w:rPr>
        <w:t xml:space="preserve">Istnieje możliwość wizji lokalnej po uprzednim umówieniu z Panią Iwoną Śmigielską, </w:t>
      </w:r>
      <w:hyperlink r:id="rId8" w:history="1">
        <w:r w:rsidR="00D35D8A" w:rsidRPr="00D35D8A">
          <w:rPr>
            <w:rStyle w:val="Hipercze"/>
            <w:rFonts w:asciiTheme="minorHAnsi" w:hAnsiTheme="minorHAnsi" w:cstheme="minorHAnsi"/>
            <w:sz w:val="22"/>
            <w:szCs w:val="22"/>
          </w:rPr>
          <w:t>iwona.smigielska@techopark.kielce.pl</w:t>
        </w:r>
      </w:hyperlink>
      <w:r w:rsidR="00D35D8A" w:rsidRPr="00D35D8A">
        <w:rPr>
          <w:rFonts w:asciiTheme="minorHAnsi" w:hAnsiTheme="minorHAnsi" w:cstheme="minorHAnsi"/>
          <w:sz w:val="22"/>
          <w:szCs w:val="22"/>
        </w:rPr>
        <w:t xml:space="preserve">   pod nr tel. 41 278 72 12.</w:t>
      </w:r>
    </w:p>
    <w:p w14:paraId="5639F9FE" w14:textId="77777777" w:rsidR="00D35D8A" w:rsidRPr="00217CAA" w:rsidRDefault="00D35D8A" w:rsidP="00331FD0">
      <w:pPr>
        <w:rPr>
          <w:rFonts w:asciiTheme="minorHAnsi" w:hAnsiTheme="minorHAnsi" w:cstheme="minorHAnsi"/>
          <w:sz w:val="22"/>
          <w:szCs w:val="22"/>
        </w:rPr>
      </w:pPr>
    </w:p>
    <w:sectPr w:rsidR="00D35D8A" w:rsidRPr="00217CAA" w:rsidSect="00812258">
      <w:headerReference w:type="default" r:id="rId9"/>
      <w:footerReference w:type="default" r:id="rId10"/>
      <w:pgSz w:w="11906" w:h="16838"/>
      <w:pgMar w:top="1418" w:right="1134" w:bottom="284" w:left="1304" w:header="709" w:footer="709" w:gutter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8DA405" w14:textId="77777777" w:rsidR="009E21A0" w:rsidRDefault="009E21A0">
      <w:r>
        <w:separator/>
      </w:r>
    </w:p>
  </w:endnote>
  <w:endnote w:type="continuationSeparator" w:id="0">
    <w:p w14:paraId="2408D1E7" w14:textId="77777777" w:rsidR="009E21A0" w:rsidRDefault="009E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33433" w14:textId="77777777" w:rsidR="00836848" w:rsidRPr="009331BF" w:rsidRDefault="00836848">
    <w:pPr>
      <w:pStyle w:val="Stopka"/>
      <w:jc w:val="right"/>
      <w:rPr>
        <w:rFonts w:ascii="Cambria" w:hAnsi="Cambria"/>
        <w:szCs w:val="28"/>
      </w:rPr>
    </w:pPr>
    <w:r w:rsidRPr="009331BF">
      <w:rPr>
        <w:rFonts w:ascii="Cambria" w:hAnsi="Cambria"/>
        <w:szCs w:val="28"/>
      </w:rPr>
      <w:t xml:space="preserve">str. </w:t>
    </w:r>
    <w:r w:rsidRPr="009331BF">
      <w:rPr>
        <w:rFonts w:ascii="Calibri" w:hAnsi="Calibri"/>
        <w:sz w:val="22"/>
        <w:szCs w:val="21"/>
      </w:rPr>
      <w:fldChar w:fldCharType="begin"/>
    </w:r>
    <w:r>
      <w:instrText>PAGE    \* MERGEFORMAT</w:instrText>
    </w:r>
    <w:r w:rsidRPr="009331BF">
      <w:rPr>
        <w:rFonts w:ascii="Calibri" w:hAnsi="Calibri"/>
        <w:sz w:val="22"/>
        <w:szCs w:val="21"/>
      </w:rPr>
      <w:fldChar w:fldCharType="separate"/>
    </w:r>
    <w:r w:rsidRPr="003E73B3">
      <w:rPr>
        <w:rFonts w:ascii="Cambria" w:hAnsi="Cambria"/>
        <w:noProof/>
        <w:szCs w:val="28"/>
      </w:rPr>
      <w:t>1</w:t>
    </w:r>
    <w:r w:rsidRPr="009331BF">
      <w:rPr>
        <w:rFonts w:ascii="Cambria" w:hAnsi="Cambria"/>
        <w:szCs w:val="28"/>
      </w:rPr>
      <w:fldChar w:fldCharType="end"/>
    </w:r>
  </w:p>
  <w:p w14:paraId="1D7655A2" w14:textId="77777777" w:rsidR="00836848" w:rsidRDefault="008368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678D83" w14:textId="77777777" w:rsidR="009E21A0" w:rsidRDefault="009E21A0">
      <w:r>
        <w:separator/>
      </w:r>
    </w:p>
  </w:footnote>
  <w:footnote w:type="continuationSeparator" w:id="0">
    <w:p w14:paraId="14787BC8" w14:textId="77777777" w:rsidR="009E21A0" w:rsidRDefault="009E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6504E" w14:textId="4BEC7190" w:rsidR="00836848" w:rsidRDefault="00836848">
    <w:pPr>
      <w:pStyle w:val="Nagwek"/>
      <w:jc w:val="center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12354F8" wp14:editId="04445138">
          <wp:simplePos x="0" y="0"/>
          <wp:positionH relativeFrom="column">
            <wp:posOffset>-295275</wp:posOffset>
          </wp:positionH>
          <wp:positionV relativeFrom="paragraph">
            <wp:posOffset>-203835</wp:posOffset>
          </wp:positionV>
          <wp:extent cx="1877695" cy="836930"/>
          <wp:effectExtent l="0" t="0" r="0" b="0"/>
          <wp:wrapTight wrapText="bothSides">
            <wp:wrapPolygon edited="0">
              <wp:start x="0" y="0"/>
              <wp:lineTo x="0" y="21141"/>
              <wp:lineTo x="21476" y="21141"/>
              <wp:lineTo x="21476" y="0"/>
              <wp:lineTo x="0" y="0"/>
            </wp:wrapPolygon>
          </wp:wrapTight>
          <wp:docPr id="1" name="Obraz 27" descr="kpt-logo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7" descr="kpt-logo-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B6732"/>
    <w:multiLevelType w:val="hybridMultilevel"/>
    <w:tmpl w:val="7A103070"/>
    <w:lvl w:ilvl="0" w:tplc="BC9C3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DA62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66AD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48E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CE7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053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4468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48E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6AD0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F060026"/>
    <w:multiLevelType w:val="multilevel"/>
    <w:tmpl w:val="A852E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EF083F"/>
    <w:multiLevelType w:val="hybridMultilevel"/>
    <w:tmpl w:val="F21CE16E"/>
    <w:lvl w:ilvl="0" w:tplc="98CC6BA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672BDF"/>
    <w:multiLevelType w:val="hybridMultilevel"/>
    <w:tmpl w:val="7B4C9AB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C512BE"/>
    <w:multiLevelType w:val="hybridMultilevel"/>
    <w:tmpl w:val="FE2ED88C"/>
    <w:lvl w:ilvl="0" w:tplc="EA2E9CB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E85AE0"/>
    <w:multiLevelType w:val="hybridMultilevel"/>
    <w:tmpl w:val="33129D52"/>
    <w:lvl w:ilvl="0" w:tplc="E5DCD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C3E6B"/>
    <w:multiLevelType w:val="hybridMultilevel"/>
    <w:tmpl w:val="3870AE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512340"/>
    <w:multiLevelType w:val="hybridMultilevel"/>
    <w:tmpl w:val="22B871D0"/>
    <w:lvl w:ilvl="0" w:tplc="958813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C22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A42E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ECC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4C6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9E4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E2E6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54AF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0C59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35CD24B9"/>
    <w:multiLevelType w:val="hybridMultilevel"/>
    <w:tmpl w:val="136EE812"/>
    <w:lvl w:ilvl="0" w:tplc="0415000F">
      <w:start w:val="1"/>
      <w:numFmt w:val="decimal"/>
      <w:lvlText w:val="%1."/>
      <w:lvlJc w:val="left"/>
      <w:pPr>
        <w:ind w:left="180" w:hanging="360"/>
      </w:p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 w15:restartNumberingAfterBreak="0">
    <w:nsid w:val="35D30DC8"/>
    <w:multiLevelType w:val="hybridMultilevel"/>
    <w:tmpl w:val="1E867A6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F32154"/>
    <w:multiLevelType w:val="hybridMultilevel"/>
    <w:tmpl w:val="AF9EE160"/>
    <w:lvl w:ilvl="0" w:tplc="D94CF738">
      <w:start w:val="1"/>
      <w:numFmt w:val="upperRoman"/>
      <w:lvlText w:val="%1."/>
      <w:lvlJc w:val="left"/>
      <w:pPr>
        <w:ind w:left="1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41C15C4E"/>
    <w:multiLevelType w:val="hybridMultilevel"/>
    <w:tmpl w:val="C41C0AA0"/>
    <w:lvl w:ilvl="0" w:tplc="F566FD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121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001F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24EF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C63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F47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22B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BAD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DCE9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4D876C6F"/>
    <w:multiLevelType w:val="hybridMultilevel"/>
    <w:tmpl w:val="6F7A2FE0"/>
    <w:lvl w:ilvl="0" w:tplc="FEC44F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BA19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9A8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EA05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AA0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4CE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249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68A4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24C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DB1532C"/>
    <w:multiLevelType w:val="hybridMultilevel"/>
    <w:tmpl w:val="DAA0C9A4"/>
    <w:lvl w:ilvl="0" w:tplc="98CC6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A60BBE"/>
    <w:multiLevelType w:val="hybridMultilevel"/>
    <w:tmpl w:val="83386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8F1796"/>
    <w:multiLevelType w:val="hybridMultilevel"/>
    <w:tmpl w:val="05EA4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A87FEB"/>
    <w:multiLevelType w:val="hybridMultilevel"/>
    <w:tmpl w:val="F334C696"/>
    <w:lvl w:ilvl="0" w:tplc="066CB454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B0A319D"/>
    <w:multiLevelType w:val="multilevel"/>
    <w:tmpl w:val="3D96F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FAB3C2C"/>
    <w:multiLevelType w:val="hybridMultilevel"/>
    <w:tmpl w:val="4BEC0F84"/>
    <w:lvl w:ilvl="0" w:tplc="98CC6BA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7CC0EFF"/>
    <w:multiLevelType w:val="hybridMultilevel"/>
    <w:tmpl w:val="116C9B00"/>
    <w:lvl w:ilvl="0" w:tplc="6DAA88D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16"/>
  </w:num>
  <w:num w:numId="3">
    <w:abstractNumId w:val="7"/>
  </w:num>
  <w:num w:numId="4">
    <w:abstractNumId w:val="12"/>
  </w:num>
  <w:num w:numId="5">
    <w:abstractNumId w:val="0"/>
  </w:num>
  <w:num w:numId="6">
    <w:abstractNumId w:val="11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4"/>
  </w:num>
  <w:num w:numId="11">
    <w:abstractNumId w:val="14"/>
  </w:num>
  <w:num w:numId="12">
    <w:abstractNumId w:val="5"/>
  </w:num>
  <w:num w:numId="13">
    <w:abstractNumId w:val="19"/>
  </w:num>
  <w:num w:numId="14">
    <w:abstractNumId w:val="13"/>
  </w:num>
  <w:num w:numId="15">
    <w:abstractNumId w:val="8"/>
  </w:num>
  <w:num w:numId="16">
    <w:abstractNumId w:val="10"/>
  </w:num>
  <w:num w:numId="17">
    <w:abstractNumId w:val="15"/>
  </w:num>
  <w:num w:numId="18">
    <w:abstractNumId w:val="3"/>
  </w:num>
  <w:num w:numId="19">
    <w:abstractNumId w:val="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B13"/>
    <w:rsid w:val="00020AE1"/>
    <w:rsid w:val="000250C9"/>
    <w:rsid w:val="00033867"/>
    <w:rsid w:val="00037127"/>
    <w:rsid w:val="000404C5"/>
    <w:rsid w:val="000444CD"/>
    <w:rsid w:val="0005017E"/>
    <w:rsid w:val="000603EA"/>
    <w:rsid w:val="00060492"/>
    <w:rsid w:val="00060BB2"/>
    <w:rsid w:val="000668B1"/>
    <w:rsid w:val="00066ECF"/>
    <w:rsid w:val="00067F08"/>
    <w:rsid w:val="000723A0"/>
    <w:rsid w:val="000737CD"/>
    <w:rsid w:val="000774B1"/>
    <w:rsid w:val="0008169D"/>
    <w:rsid w:val="00083A18"/>
    <w:rsid w:val="00084923"/>
    <w:rsid w:val="00085460"/>
    <w:rsid w:val="00085C2A"/>
    <w:rsid w:val="00092193"/>
    <w:rsid w:val="00092CED"/>
    <w:rsid w:val="000A0DDC"/>
    <w:rsid w:val="000B2E1B"/>
    <w:rsid w:val="000B44E5"/>
    <w:rsid w:val="000C2158"/>
    <w:rsid w:val="000C2F0F"/>
    <w:rsid w:val="000C38E5"/>
    <w:rsid w:val="000C6338"/>
    <w:rsid w:val="000E2140"/>
    <w:rsid w:val="000E3EB3"/>
    <w:rsid w:val="000F2357"/>
    <w:rsid w:val="001064E2"/>
    <w:rsid w:val="00106DC5"/>
    <w:rsid w:val="0011408A"/>
    <w:rsid w:val="00122005"/>
    <w:rsid w:val="00123C49"/>
    <w:rsid w:val="00137A3A"/>
    <w:rsid w:val="00144BB0"/>
    <w:rsid w:val="00156061"/>
    <w:rsid w:val="00156C07"/>
    <w:rsid w:val="00157133"/>
    <w:rsid w:val="001578D4"/>
    <w:rsid w:val="00164AC1"/>
    <w:rsid w:val="001701B7"/>
    <w:rsid w:val="0018072E"/>
    <w:rsid w:val="00180769"/>
    <w:rsid w:val="0018780E"/>
    <w:rsid w:val="00193B18"/>
    <w:rsid w:val="001947E3"/>
    <w:rsid w:val="00195BD3"/>
    <w:rsid w:val="001964C1"/>
    <w:rsid w:val="001A0AEF"/>
    <w:rsid w:val="001A58B6"/>
    <w:rsid w:val="001A62B9"/>
    <w:rsid w:val="001A62E0"/>
    <w:rsid w:val="001B1C39"/>
    <w:rsid w:val="001B4196"/>
    <w:rsid w:val="001B6390"/>
    <w:rsid w:val="001C0668"/>
    <w:rsid w:val="001C3038"/>
    <w:rsid w:val="001C401F"/>
    <w:rsid w:val="001C447C"/>
    <w:rsid w:val="001C6C0E"/>
    <w:rsid w:val="001D21E7"/>
    <w:rsid w:val="001D2B9F"/>
    <w:rsid w:val="001D5AE4"/>
    <w:rsid w:val="001E176F"/>
    <w:rsid w:val="001E345C"/>
    <w:rsid w:val="001E4C5A"/>
    <w:rsid w:val="001F13F2"/>
    <w:rsid w:val="00200939"/>
    <w:rsid w:val="002041BC"/>
    <w:rsid w:val="00213D5E"/>
    <w:rsid w:val="002166F3"/>
    <w:rsid w:val="00217B43"/>
    <w:rsid w:val="00217CAA"/>
    <w:rsid w:val="00227BE2"/>
    <w:rsid w:val="0023304A"/>
    <w:rsid w:val="002335A6"/>
    <w:rsid w:val="00244A4E"/>
    <w:rsid w:val="0024543F"/>
    <w:rsid w:val="0025142B"/>
    <w:rsid w:val="00252575"/>
    <w:rsid w:val="002614DA"/>
    <w:rsid w:val="0026156A"/>
    <w:rsid w:val="00263115"/>
    <w:rsid w:val="00274EE5"/>
    <w:rsid w:val="0027580E"/>
    <w:rsid w:val="0028011C"/>
    <w:rsid w:val="00285C36"/>
    <w:rsid w:val="00294F24"/>
    <w:rsid w:val="00297235"/>
    <w:rsid w:val="002A0F5D"/>
    <w:rsid w:val="002A3D1E"/>
    <w:rsid w:val="002A6D61"/>
    <w:rsid w:val="002C3C61"/>
    <w:rsid w:val="002C45D5"/>
    <w:rsid w:val="002C4B64"/>
    <w:rsid w:val="002C5BE5"/>
    <w:rsid w:val="002C5FEF"/>
    <w:rsid w:val="002C60B5"/>
    <w:rsid w:val="002C626C"/>
    <w:rsid w:val="002C71D3"/>
    <w:rsid w:val="002D04D1"/>
    <w:rsid w:val="002D3C44"/>
    <w:rsid w:val="002D5F09"/>
    <w:rsid w:val="002D6B84"/>
    <w:rsid w:val="002D73F0"/>
    <w:rsid w:val="002D7657"/>
    <w:rsid w:val="002E017D"/>
    <w:rsid w:val="002E0E6A"/>
    <w:rsid w:val="002E47DA"/>
    <w:rsid w:val="002F2885"/>
    <w:rsid w:val="003014FE"/>
    <w:rsid w:val="003037E0"/>
    <w:rsid w:val="00304FCB"/>
    <w:rsid w:val="00316A3E"/>
    <w:rsid w:val="00317B30"/>
    <w:rsid w:val="00320AD2"/>
    <w:rsid w:val="00324E57"/>
    <w:rsid w:val="00330FE8"/>
    <w:rsid w:val="00331FD0"/>
    <w:rsid w:val="00334A73"/>
    <w:rsid w:val="00352678"/>
    <w:rsid w:val="00355FF9"/>
    <w:rsid w:val="00356379"/>
    <w:rsid w:val="003708C1"/>
    <w:rsid w:val="003725F2"/>
    <w:rsid w:val="00381AE8"/>
    <w:rsid w:val="003837C8"/>
    <w:rsid w:val="003969F3"/>
    <w:rsid w:val="003A060C"/>
    <w:rsid w:val="003A5461"/>
    <w:rsid w:val="003B2A8F"/>
    <w:rsid w:val="003B3592"/>
    <w:rsid w:val="003B7648"/>
    <w:rsid w:val="003C48BA"/>
    <w:rsid w:val="003C61B9"/>
    <w:rsid w:val="003D3546"/>
    <w:rsid w:val="003D4356"/>
    <w:rsid w:val="003D47B3"/>
    <w:rsid w:val="003E4F89"/>
    <w:rsid w:val="003E73B3"/>
    <w:rsid w:val="003E7CDF"/>
    <w:rsid w:val="003F3812"/>
    <w:rsid w:val="00400A44"/>
    <w:rsid w:val="00420B64"/>
    <w:rsid w:val="0042131F"/>
    <w:rsid w:val="0042533E"/>
    <w:rsid w:val="004422F2"/>
    <w:rsid w:val="00462AFC"/>
    <w:rsid w:val="00470CAD"/>
    <w:rsid w:val="004819FA"/>
    <w:rsid w:val="00482D1F"/>
    <w:rsid w:val="00485B95"/>
    <w:rsid w:val="00486A22"/>
    <w:rsid w:val="004949E7"/>
    <w:rsid w:val="004A15BD"/>
    <w:rsid w:val="004A2351"/>
    <w:rsid w:val="004A496D"/>
    <w:rsid w:val="004B1042"/>
    <w:rsid w:val="004B174D"/>
    <w:rsid w:val="004D281F"/>
    <w:rsid w:val="004D48CF"/>
    <w:rsid w:val="004D523B"/>
    <w:rsid w:val="004E03F7"/>
    <w:rsid w:val="004E1099"/>
    <w:rsid w:val="004E159C"/>
    <w:rsid w:val="004E1AC5"/>
    <w:rsid w:val="004E5C81"/>
    <w:rsid w:val="004E7397"/>
    <w:rsid w:val="004E7E34"/>
    <w:rsid w:val="004F501D"/>
    <w:rsid w:val="00502AFD"/>
    <w:rsid w:val="00507C20"/>
    <w:rsid w:val="00510A88"/>
    <w:rsid w:val="005115E0"/>
    <w:rsid w:val="00527346"/>
    <w:rsid w:val="005319D0"/>
    <w:rsid w:val="005336A7"/>
    <w:rsid w:val="005339C2"/>
    <w:rsid w:val="005418EC"/>
    <w:rsid w:val="005438FE"/>
    <w:rsid w:val="0054445A"/>
    <w:rsid w:val="00547295"/>
    <w:rsid w:val="0055035B"/>
    <w:rsid w:val="00557F6B"/>
    <w:rsid w:val="005602E7"/>
    <w:rsid w:val="0056057F"/>
    <w:rsid w:val="00572C49"/>
    <w:rsid w:val="00577B26"/>
    <w:rsid w:val="00586AA7"/>
    <w:rsid w:val="00593892"/>
    <w:rsid w:val="00596374"/>
    <w:rsid w:val="005A0C34"/>
    <w:rsid w:val="005A6AC0"/>
    <w:rsid w:val="005A7BF8"/>
    <w:rsid w:val="005A7F54"/>
    <w:rsid w:val="005B45B8"/>
    <w:rsid w:val="005B5DCB"/>
    <w:rsid w:val="005C0333"/>
    <w:rsid w:val="005C1E84"/>
    <w:rsid w:val="005C407B"/>
    <w:rsid w:val="005C605F"/>
    <w:rsid w:val="005E287C"/>
    <w:rsid w:val="005F1BB7"/>
    <w:rsid w:val="005F4939"/>
    <w:rsid w:val="005F4A71"/>
    <w:rsid w:val="005F4F55"/>
    <w:rsid w:val="005F61D2"/>
    <w:rsid w:val="00601332"/>
    <w:rsid w:val="0060602F"/>
    <w:rsid w:val="00606D2D"/>
    <w:rsid w:val="00610228"/>
    <w:rsid w:val="00612944"/>
    <w:rsid w:val="00613B3D"/>
    <w:rsid w:val="00613E45"/>
    <w:rsid w:val="00614BD8"/>
    <w:rsid w:val="00617BB3"/>
    <w:rsid w:val="006205A3"/>
    <w:rsid w:val="0062434B"/>
    <w:rsid w:val="00624384"/>
    <w:rsid w:val="00624843"/>
    <w:rsid w:val="006316DB"/>
    <w:rsid w:val="00632D14"/>
    <w:rsid w:val="006364A8"/>
    <w:rsid w:val="00643004"/>
    <w:rsid w:val="00644470"/>
    <w:rsid w:val="00646719"/>
    <w:rsid w:val="00651D55"/>
    <w:rsid w:val="00651D9F"/>
    <w:rsid w:val="006530AA"/>
    <w:rsid w:val="00654817"/>
    <w:rsid w:val="00663B90"/>
    <w:rsid w:val="00670294"/>
    <w:rsid w:val="006756E9"/>
    <w:rsid w:val="0068036C"/>
    <w:rsid w:val="006805F3"/>
    <w:rsid w:val="00680E9E"/>
    <w:rsid w:val="00680F8B"/>
    <w:rsid w:val="00680FB0"/>
    <w:rsid w:val="00684C6E"/>
    <w:rsid w:val="0068724E"/>
    <w:rsid w:val="00691831"/>
    <w:rsid w:val="00693B0B"/>
    <w:rsid w:val="006A12F8"/>
    <w:rsid w:val="006A1ABD"/>
    <w:rsid w:val="006B02A4"/>
    <w:rsid w:val="006C3532"/>
    <w:rsid w:val="006C50D7"/>
    <w:rsid w:val="006C6DF3"/>
    <w:rsid w:val="006C7B06"/>
    <w:rsid w:val="006D205F"/>
    <w:rsid w:val="006E10F0"/>
    <w:rsid w:val="006E184F"/>
    <w:rsid w:val="006E3DCB"/>
    <w:rsid w:val="006E50B2"/>
    <w:rsid w:val="006E6086"/>
    <w:rsid w:val="007138F5"/>
    <w:rsid w:val="00714D44"/>
    <w:rsid w:val="00720B32"/>
    <w:rsid w:val="00721002"/>
    <w:rsid w:val="00723333"/>
    <w:rsid w:val="00727838"/>
    <w:rsid w:val="00732F71"/>
    <w:rsid w:val="00737525"/>
    <w:rsid w:val="00737A21"/>
    <w:rsid w:val="00760115"/>
    <w:rsid w:val="0076737A"/>
    <w:rsid w:val="0077292F"/>
    <w:rsid w:val="00775B64"/>
    <w:rsid w:val="00784848"/>
    <w:rsid w:val="00785CAC"/>
    <w:rsid w:val="00792A92"/>
    <w:rsid w:val="00792EB2"/>
    <w:rsid w:val="0079704C"/>
    <w:rsid w:val="007A0107"/>
    <w:rsid w:val="007A48CD"/>
    <w:rsid w:val="007C194B"/>
    <w:rsid w:val="007C2D54"/>
    <w:rsid w:val="007C4B40"/>
    <w:rsid w:val="007D3797"/>
    <w:rsid w:val="007D709B"/>
    <w:rsid w:val="007D740B"/>
    <w:rsid w:val="007D74D6"/>
    <w:rsid w:val="007E2E10"/>
    <w:rsid w:val="007E79FA"/>
    <w:rsid w:val="007F1E4C"/>
    <w:rsid w:val="0080581C"/>
    <w:rsid w:val="008075EA"/>
    <w:rsid w:val="00811E9A"/>
    <w:rsid w:val="00812258"/>
    <w:rsid w:val="008170A8"/>
    <w:rsid w:val="00825C24"/>
    <w:rsid w:val="00825CB0"/>
    <w:rsid w:val="00826594"/>
    <w:rsid w:val="00836848"/>
    <w:rsid w:val="0083735F"/>
    <w:rsid w:val="008509B5"/>
    <w:rsid w:val="00865F70"/>
    <w:rsid w:val="008726BC"/>
    <w:rsid w:val="00874E7D"/>
    <w:rsid w:val="0088589A"/>
    <w:rsid w:val="00892AE2"/>
    <w:rsid w:val="008A07EA"/>
    <w:rsid w:val="008A0B1B"/>
    <w:rsid w:val="008A138C"/>
    <w:rsid w:val="008B437D"/>
    <w:rsid w:val="008B506F"/>
    <w:rsid w:val="008C7CBA"/>
    <w:rsid w:val="008D0CC3"/>
    <w:rsid w:val="008F22EB"/>
    <w:rsid w:val="008F292F"/>
    <w:rsid w:val="00912AE1"/>
    <w:rsid w:val="0091532C"/>
    <w:rsid w:val="00932442"/>
    <w:rsid w:val="009331BF"/>
    <w:rsid w:val="00942B1A"/>
    <w:rsid w:val="00956C81"/>
    <w:rsid w:val="00962C9A"/>
    <w:rsid w:val="00983CE4"/>
    <w:rsid w:val="00986DC0"/>
    <w:rsid w:val="00986F5F"/>
    <w:rsid w:val="00992786"/>
    <w:rsid w:val="0099512B"/>
    <w:rsid w:val="009A19CC"/>
    <w:rsid w:val="009B476C"/>
    <w:rsid w:val="009B5F06"/>
    <w:rsid w:val="009C0D69"/>
    <w:rsid w:val="009C3AA8"/>
    <w:rsid w:val="009D5C2B"/>
    <w:rsid w:val="009E042C"/>
    <w:rsid w:val="009E21A0"/>
    <w:rsid w:val="009E25D6"/>
    <w:rsid w:val="009E36A9"/>
    <w:rsid w:val="009E3E34"/>
    <w:rsid w:val="009F2A6B"/>
    <w:rsid w:val="009F4E14"/>
    <w:rsid w:val="009F67EE"/>
    <w:rsid w:val="009F713C"/>
    <w:rsid w:val="00A0215A"/>
    <w:rsid w:val="00A03CEC"/>
    <w:rsid w:val="00A06926"/>
    <w:rsid w:val="00A069EE"/>
    <w:rsid w:val="00A072C8"/>
    <w:rsid w:val="00A11414"/>
    <w:rsid w:val="00A1384B"/>
    <w:rsid w:val="00A262A2"/>
    <w:rsid w:val="00A36514"/>
    <w:rsid w:val="00A40046"/>
    <w:rsid w:val="00A435AB"/>
    <w:rsid w:val="00A47BE3"/>
    <w:rsid w:val="00A51DB4"/>
    <w:rsid w:val="00A52318"/>
    <w:rsid w:val="00A5360B"/>
    <w:rsid w:val="00A574A1"/>
    <w:rsid w:val="00A6132F"/>
    <w:rsid w:val="00A653CB"/>
    <w:rsid w:val="00A71076"/>
    <w:rsid w:val="00A71506"/>
    <w:rsid w:val="00A7220C"/>
    <w:rsid w:val="00A74D2B"/>
    <w:rsid w:val="00A77EF4"/>
    <w:rsid w:val="00A81856"/>
    <w:rsid w:val="00AA109C"/>
    <w:rsid w:val="00AA610A"/>
    <w:rsid w:val="00AA64A8"/>
    <w:rsid w:val="00AB15B7"/>
    <w:rsid w:val="00AB6DB7"/>
    <w:rsid w:val="00AC06ED"/>
    <w:rsid w:val="00AC3DCC"/>
    <w:rsid w:val="00AC666C"/>
    <w:rsid w:val="00AD043A"/>
    <w:rsid w:val="00AD12EA"/>
    <w:rsid w:val="00AD2888"/>
    <w:rsid w:val="00AE2CBB"/>
    <w:rsid w:val="00AF08F0"/>
    <w:rsid w:val="00AF0EF8"/>
    <w:rsid w:val="00AF33CC"/>
    <w:rsid w:val="00AF346F"/>
    <w:rsid w:val="00AF5D8A"/>
    <w:rsid w:val="00AF62AA"/>
    <w:rsid w:val="00AF651A"/>
    <w:rsid w:val="00B018C1"/>
    <w:rsid w:val="00B01DAA"/>
    <w:rsid w:val="00B02726"/>
    <w:rsid w:val="00B055F1"/>
    <w:rsid w:val="00B23882"/>
    <w:rsid w:val="00B23F7B"/>
    <w:rsid w:val="00B30EFB"/>
    <w:rsid w:val="00B55E9A"/>
    <w:rsid w:val="00B602A7"/>
    <w:rsid w:val="00B62113"/>
    <w:rsid w:val="00B6627C"/>
    <w:rsid w:val="00B6722F"/>
    <w:rsid w:val="00B73F9B"/>
    <w:rsid w:val="00B75BF9"/>
    <w:rsid w:val="00B92294"/>
    <w:rsid w:val="00BB7F05"/>
    <w:rsid w:val="00BD1EB3"/>
    <w:rsid w:val="00BD2378"/>
    <w:rsid w:val="00BD35B0"/>
    <w:rsid w:val="00BE0466"/>
    <w:rsid w:val="00BE246C"/>
    <w:rsid w:val="00BF528D"/>
    <w:rsid w:val="00BF7A57"/>
    <w:rsid w:val="00C01AFB"/>
    <w:rsid w:val="00C14301"/>
    <w:rsid w:val="00C17EE4"/>
    <w:rsid w:val="00C25003"/>
    <w:rsid w:val="00C30AB4"/>
    <w:rsid w:val="00C51F06"/>
    <w:rsid w:val="00C528AA"/>
    <w:rsid w:val="00C63F6F"/>
    <w:rsid w:val="00C660D4"/>
    <w:rsid w:val="00C67331"/>
    <w:rsid w:val="00C70ECB"/>
    <w:rsid w:val="00C832EB"/>
    <w:rsid w:val="00C91928"/>
    <w:rsid w:val="00CB5E9D"/>
    <w:rsid w:val="00CC4BD1"/>
    <w:rsid w:val="00CC64C8"/>
    <w:rsid w:val="00CD229C"/>
    <w:rsid w:val="00CD3684"/>
    <w:rsid w:val="00CD3694"/>
    <w:rsid w:val="00CD3E65"/>
    <w:rsid w:val="00CD58A8"/>
    <w:rsid w:val="00CE13F0"/>
    <w:rsid w:val="00CF0472"/>
    <w:rsid w:val="00CF2BBF"/>
    <w:rsid w:val="00CF4301"/>
    <w:rsid w:val="00D0038D"/>
    <w:rsid w:val="00D06223"/>
    <w:rsid w:val="00D075D3"/>
    <w:rsid w:val="00D079FA"/>
    <w:rsid w:val="00D115DA"/>
    <w:rsid w:val="00D12BD9"/>
    <w:rsid w:val="00D13AC4"/>
    <w:rsid w:val="00D1490D"/>
    <w:rsid w:val="00D21A77"/>
    <w:rsid w:val="00D27D95"/>
    <w:rsid w:val="00D33C3A"/>
    <w:rsid w:val="00D35A6E"/>
    <w:rsid w:val="00D35D8A"/>
    <w:rsid w:val="00D44EB8"/>
    <w:rsid w:val="00D45E10"/>
    <w:rsid w:val="00D46732"/>
    <w:rsid w:val="00D51F93"/>
    <w:rsid w:val="00D55581"/>
    <w:rsid w:val="00D55ABF"/>
    <w:rsid w:val="00D7406C"/>
    <w:rsid w:val="00D810E1"/>
    <w:rsid w:val="00D8176F"/>
    <w:rsid w:val="00DA4294"/>
    <w:rsid w:val="00DB5557"/>
    <w:rsid w:val="00DC5D20"/>
    <w:rsid w:val="00DC602D"/>
    <w:rsid w:val="00DC6F8A"/>
    <w:rsid w:val="00DD0B13"/>
    <w:rsid w:val="00DD58E2"/>
    <w:rsid w:val="00DD6BE0"/>
    <w:rsid w:val="00DE6B39"/>
    <w:rsid w:val="00DF5587"/>
    <w:rsid w:val="00DF5E1B"/>
    <w:rsid w:val="00E10772"/>
    <w:rsid w:val="00E127A1"/>
    <w:rsid w:val="00E16773"/>
    <w:rsid w:val="00E31D2F"/>
    <w:rsid w:val="00E45510"/>
    <w:rsid w:val="00E47490"/>
    <w:rsid w:val="00E47766"/>
    <w:rsid w:val="00E6686F"/>
    <w:rsid w:val="00E73473"/>
    <w:rsid w:val="00E86137"/>
    <w:rsid w:val="00E95003"/>
    <w:rsid w:val="00E95382"/>
    <w:rsid w:val="00EA1A04"/>
    <w:rsid w:val="00EA3BBA"/>
    <w:rsid w:val="00EA44F7"/>
    <w:rsid w:val="00EB68C6"/>
    <w:rsid w:val="00EC3862"/>
    <w:rsid w:val="00ED2E82"/>
    <w:rsid w:val="00ED39C8"/>
    <w:rsid w:val="00EE2232"/>
    <w:rsid w:val="00EE30D0"/>
    <w:rsid w:val="00F001A2"/>
    <w:rsid w:val="00F065B5"/>
    <w:rsid w:val="00F24B3E"/>
    <w:rsid w:val="00F267C8"/>
    <w:rsid w:val="00F3447E"/>
    <w:rsid w:val="00F36C90"/>
    <w:rsid w:val="00F43CF6"/>
    <w:rsid w:val="00F44651"/>
    <w:rsid w:val="00F453FC"/>
    <w:rsid w:val="00F50D04"/>
    <w:rsid w:val="00F51B7C"/>
    <w:rsid w:val="00F56E2E"/>
    <w:rsid w:val="00F56FB9"/>
    <w:rsid w:val="00F60A7C"/>
    <w:rsid w:val="00F61779"/>
    <w:rsid w:val="00F6500A"/>
    <w:rsid w:val="00F669CB"/>
    <w:rsid w:val="00F73DD0"/>
    <w:rsid w:val="00F74B49"/>
    <w:rsid w:val="00F82321"/>
    <w:rsid w:val="00F8607A"/>
    <w:rsid w:val="00F91539"/>
    <w:rsid w:val="00F93569"/>
    <w:rsid w:val="00F968AC"/>
    <w:rsid w:val="00F97E90"/>
    <w:rsid w:val="00FA4FA2"/>
    <w:rsid w:val="00FA6F04"/>
    <w:rsid w:val="00FB7817"/>
    <w:rsid w:val="00FC1CB1"/>
    <w:rsid w:val="00FC34FE"/>
    <w:rsid w:val="00FC49F9"/>
    <w:rsid w:val="00FD0FA7"/>
    <w:rsid w:val="00FD1938"/>
    <w:rsid w:val="00FE4B73"/>
    <w:rsid w:val="00FE4E55"/>
    <w:rsid w:val="00FE51E4"/>
    <w:rsid w:val="00FE7250"/>
    <w:rsid w:val="00FF3852"/>
    <w:rsid w:val="00FF57F2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2D9FEF"/>
  <w15:chartTrackingRefBased/>
  <w15:docId w15:val="{83F8C634-ECAE-4C9D-B3F7-EA39840D3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837C8"/>
    <w:rPr>
      <w:sz w:val="28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C49F9"/>
    <w:pPr>
      <w:keepNext/>
      <w:outlineLvl w:val="0"/>
    </w:pPr>
    <w:rPr>
      <w:b/>
      <w:bCs/>
      <w:sz w:val="24"/>
      <w:lang w:val="x-none" w:eastAsia="ar-SA"/>
    </w:rPr>
  </w:style>
  <w:style w:type="paragraph" w:styleId="Nagwek2">
    <w:name w:val="heading 2"/>
    <w:basedOn w:val="Normalny"/>
    <w:next w:val="Normalny"/>
    <w:qFormat/>
    <w:rsid w:val="006C50D7"/>
    <w:pPr>
      <w:keepNext/>
      <w:widowControl w:val="0"/>
      <w:spacing w:before="240" w:after="60"/>
      <w:outlineLvl w:val="1"/>
    </w:pPr>
    <w:rPr>
      <w:rFonts w:ascii="Arial" w:eastAsia="Tahoma" w:hAnsi="Arial" w:cs="Arial"/>
      <w:b/>
      <w:bCs/>
      <w:i/>
      <w:iCs/>
      <w:szCs w:val="28"/>
      <w:lang w:val="en-US"/>
    </w:rPr>
  </w:style>
  <w:style w:type="paragraph" w:styleId="Nagwek4">
    <w:name w:val="heading 4"/>
    <w:basedOn w:val="Normalny"/>
    <w:next w:val="Normalny"/>
    <w:qFormat/>
    <w:rsid w:val="006C50D7"/>
    <w:pPr>
      <w:keepNext/>
      <w:widowControl w:val="0"/>
      <w:spacing w:before="240" w:after="60"/>
      <w:outlineLvl w:val="3"/>
    </w:pPr>
    <w:rPr>
      <w:rFonts w:eastAsia="Tahoma"/>
      <w:b/>
      <w:bCs/>
      <w:szCs w:val="28"/>
      <w:lang w:val="en-US"/>
    </w:rPr>
  </w:style>
  <w:style w:type="paragraph" w:styleId="Nagwek8">
    <w:name w:val="heading 8"/>
    <w:basedOn w:val="Normalny"/>
    <w:next w:val="Normalny"/>
    <w:qFormat/>
    <w:rsid w:val="002E0E6A"/>
    <w:pPr>
      <w:spacing w:before="240" w:after="60"/>
      <w:outlineLvl w:val="7"/>
    </w:pPr>
    <w:rPr>
      <w:i/>
      <w:i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C49F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rsid w:val="00FC49F9"/>
    <w:pPr>
      <w:tabs>
        <w:tab w:val="center" w:pos="4536"/>
        <w:tab w:val="right" w:pos="9072"/>
      </w:tabs>
    </w:pPr>
    <w:rPr>
      <w:lang w:val="x-none"/>
    </w:rPr>
  </w:style>
  <w:style w:type="paragraph" w:styleId="Tekstpodstawowywcity">
    <w:name w:val="Body Text Indent"/>
    <w:basedOn w:val="Normalny"/>
    <w:link w:val="TekstpodstawowywcityZnak"/>
    <w:rsid w:val="00FC49F9"/>
    <w:pPr>
      <w:spacing w:line="360" w:lineRule="auto"/>
      <w:ind w:firstLine="709"/>
    </w:pPr>
    <w:rPr>
      <w:sz w:val="24"/>
      <w:lang w:val="x-none" w:eastAsia="ar-SA"/>
    </w:rPr>
  </w:style>
  <w:style w:type="paragraph" w:styleId="Tekstpodstawowywcity2">
    <w:name w:val="Body Text Indent 2"/>
    <w:basedOn w:val="Normalny"/>
    <w:rsid w:val="00FC49F9"/>
    <w:pPr>
      <w:ind w:left="180" w:firstLine="528"/>
      <w:jc w:val="both"/>
    </w:pPr>
    <w:rPr>
      <w:i/>
      <w:iCs/>
    </w:rPr>
  </w:style>
  <w:style w:type="character" w:styleId="Hipercze">
    <w:name w:val="Hyperlink"/>
    <w:rsid w:val="00AF5D8A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04FCB"/>
    <w:pPr>
      <w:spacing w:after="120"/>
    </w:pPr>
    <w:rPr>
      <w:sz w:val="24"/>
      <w:lang w:val="x-none" w:eastAsia="ar-SA"/>
    </w:rPr>
  </w:style>
  <w:style w:type="table" w:styleId="Tabela-Siatka">
    <w:name w:val="Table Grid"/>
    <w:basedOn w:val="Standardowy"/>
    <w:uiPriority w:val="39"/>
    <w:rsid w:val="00A57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AD043A"/>
    <w:pPr>
      <w:spacing w:before="100" w:beforeAutospacing="1" w:after="100" w:afterAutospacing="1"/>
    </w:pPr>
    <w:rPr>
      <w:szCs w:val="24"/>
      <w:lang w:eastAsia="pl-PL"/>
    </w:rPr>
  </w:style>
  <w:style w:type="paragraph" w:customStyle="1" w:styleId="msolistparagraph0">
    <w:name w:val="msolistparagraph"/>
    <w:basedOn w:val="Normalny"/>
    <w:rsid w:val="00AD043A"/>
    <w:pPr>
      <w:ind w:left="720"/>
    </w:pPr>
    <w:rPr>
      <w:szCs w:val="24"/>
      <w:lang w:eastAsia="pl-PL"/>
    </w:rPr>
  </w:style>
  <w:style w:type="character" w:styleId="Pogrubienie">
    <w:name w:val="Strong"/>
    <w:qFormat/>
    <w:rsid w:val="00AD043A"/>
    <w:rPr>
      <w:b/>
      <w:bCs/>
    </w:rPr>
  </w:style>
  <w:style w:type="paragraph" w:styleId="Tekstdymka">
    <w:name w:val="Balloon Text"/>
    <w:basedOn w:val="Normalny"/>
    <w:semiHidden/>
    <w:rsid w:val="00274EE5"/>
    <w:rPr>
      <w:rFonts w:ascii="Tahoma" w:hAnsi="Tahoma" w:cs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811E9A"/>
    <w:rPr>
      <w:sz w:val="20"/>
      <w:lang w:eastAsia="pl-PL"/>
    </w:rPr>
  </w:style>
  <w:style w:type="character" w:customStyle="1" w:styleId="Nagwek1Znak">
    <w:name w:val="Nagłówek 1 Znak"/>
    <w:link w:val="Nagwek1"/>
    <w:rsid w:val="003837C8"/>
    <w:rPr>
      <w:b/>
      <w:bCs/>
      <w:sz w:val="24"/>
      <w:lang w:eastAsia="ar-SA"/>
    </w:rPr>
  </w:style>
  <w:style w:type="character" w:customStyle="1" w:styleId="TekstpodstawowywcityZnak">
    <w:name w:val="Tekst podstawowy wcięty Znak"/>
    <w:link w:val="Tekstpodstawowywcity"/>
    <w:rsid w:val="003837C8"/>
    <w:rPr>
      <w:sz w:val="24"/>
      <w:lang w:eastAsia="ar-SA"/>
    </w:rPr>
  </w:style>
  <w:style w:type="character" w:customStyle="1" w:styleId="TekstpodstawowyZnak">
    <w:name w:val="Tekst podstawowy Znak"/>
    <w:link w:val="Tekstpodstawowy"/>
    <w:rsid w:val="003837C8"/>
    <w:rPr>
      <w:sz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3837C8"/>
    <w:pPr>
      <w:ind w:left="708"/>
      <w:jc w:val="both"/>
    </w:pPr>
    <w:rPr>
      <w:sz w:val="24"/>
      <w:lang w:val="x-none"/>
    </w:rPr>
  </w:style>
  <w:style w:type="character" w:customStyle="1" w:styleId="Tekstpodstawowywcity3Znak">
    <w:name w:val="Tekst podstawowy wcięty 3 Znak"/>
    <w:link w:val="Tekstpodstawowywcity3"/>
    <w:rsid w:val="003837C8"/>
    <w:rPr>
      <w:sz w:val="24"/>
      <w:lang w:eastAsia="en-US"/>
    </w:rPr>
  </w:style>
  <w:style w:type="paragraph" w:styleId="Akapitzlist">
    <w:name w:val="List Paragraph"/>
    <w:basedOn w:val="Normalny"/>
    <w:uiPriority w:val="34"/>
    <w:qFormat/>
    <w:rsid w:val="003837C8"/>
    <w:pPr>
      <w:ind w:left="708"/>
    </w:pPr>
  </w:style>
  <w:style w:type="character" w:customStyle="1" w:styleId="StopkaZnak">
    <w:name w:val="Stopka Znak"/>
    <w:link w:val="Stopka"/>
    <w:uiPriority w:val="99"/>
    <w:rsid w:val="003725F2"/>
    <w:rPr>
      <w:sz w:val="28"/>
      <w:lang w:eastAsia="en-US"/>
    </w:rPr>
  </w:style>
  <w:style w:type="character" w:customStyle="1" w:styleId="NagwekZnak">
    <w:name w:val="Nagłówek Znak"/>
    <w:link w:val="Nagwek"/>
    <w:rsid w:val="003725F2"/>
    <w:rPr>
      <w:sz w:val="28"/>
      <w:lang w:eastAsia="en-US"/>
    </w:rPr>
  </w:style>
  <w:style w:type="paragraph" w:customStyle="1" w:styleId="Default">
    <w:name w:val="Default"/>
    <w:rsid w:val="004D48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35D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39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3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wona.smigielska@techopark.kiel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KIT\Desktop\Pap_firm_AMMF_black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E7BC4-08E1-954E-8E6E-136E15F03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C:\Users\KIT\Desktop\Pap_firm_AMMF_black.dotx</Template>
  <TotalTime>0</TotalTime>
  <Pages>6</Pages>
  <Words>988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21</vt:lpstr>
    </vt:vector>
  </TitlesOfParts>
  <Company>GAPP</Company>
  <LinksUpToDate>false</LinksUpToDate>
  <CharactersWithSpaces>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21</dc:title>
  <dc:subject/>
  <dc:creator>Windows User</dc:creator>
  <cp:keywords/>
  <cp:lastModifiedBy>Microsoft Office User</cp:lastModifiedBy>
  <cp:revision>2</cp:revision>
  <cp:lastPrinted>2020-03-18T07:33:00Z</cp:lastPrinted>
  <dcterms:created xsi:type="dcterms:W3CDTF">2021-06-11T13:28:00Z</dcterms:created>
  <dcterms:modified xsi:type="dcterms:W3CDTF">2021-06-11T13:28:00Z</dcterms:modified>
</cp:coreProperties>
</file>