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F43" w:rsidRPr="004966DB" w:rsidRDefault="00AF6F43" w:rsidP="00AF6F43">
      <w:pPr>
        <w:spacing w:after="0" w:line="240" w:lineRule="auto"/>
        <w:jc w:val="right"/>
        <w:rPr>
          <w:rFonts w:eastAsia="Times New Roman" w:cs="Calibri"/>
          <w:sz w:val="20"/>
          <w:szCs w:val="20"/>
          <w:lang w:eastAsia="pl-PL"/>
        </w:rPr>
      </w:pPr>
      <w:r w:rsidRPr="004966DB">
        <w:rPr>
          <w:rFonts w:eastAsia="Times New Roman" w:cs="Calibri"/>
          <w:sz w:val="20"/>
          <w:szCs w:val="20"/>
          <w:lang w:eastAsia="pl-PL"/>
        </w:rPr>
        <w:t>KPT-DPR.725.</w:t>
      </w:r>
      <w:r w:rsidR="00CF4929">
        <w:rPr>
          <w:rFonts w:eastAsia="Times New Roman" w:cs="Calibri"/>
          <w:sz w:val="20"/>
          <w:szCs w:val="20"/>
          <w:lang w:eastAsia="pl-PL"/>
        </w:rPr>
        <w:t>8</w:t>
      </w:r>
      <w:r w:rsidR="00D10D17">
        <w:rPr>
          <w:rFonts w:eastAsia="Times New Roman" w:cs="Calibri"/>
          <w:sz w:val="20"/>
          <w:szCs w:val="20"/>
          <w:lang w:eastAsia="pl-PL"/>
        </w:rPr>
        <w:t>.2</w:t>
      </w:r>
      <w:r>
        <w:rPr>
          <w:rFonts w:eastAsia="Times New Roman" w:cs="Calibri"/>
          <w:sz w:val="20"/>
          <w:szCs w:val="20"/>
          <w:lang w:eastAsia="pl-PL"/>
        </w:rPr>
        <w:t>018</w:t>
      </w:r>
    </w:p>
    <w:p w:rsidR="00AF6F43" w:rsidRPr="004966DB" w:rsidRDefault="00AF6F43" w:rsidP="00AF6F43">
      <w:pPr>
        <w:spacing w:after="0" w:line="240" w:lineRule="auto"/>
        <w:jc w:val="right"/>
        <w:rPr>
          <w:rFonts w:eastAsia="Times New Roman" w:cs="Times New Roman"/>
          <w:i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jc w:val="right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Załącznik nr 2 </w:t>
      </w:r>
    </w:p>
    <w:p w:rsidR="00AF6F43" w:rsidRPr="004966DB" w:rsidRDefault="00AF6F43" w:rsidP="00AF6F43">
      <w:pPr>
        <w:spacing w:after="0" w:line="240" w:lineRule="auto"/>
        <w:jc w:val="right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do dokumentacji pn. </w:t>
      </w:r>
      <w:r w:rsidRPr="004966DB">
        <w:rPr>
          <w:rFonts w:eastAsia="Times New Roman" w:cs="Times New Roman"/>
          <w:bCs/>
          <w:i/>
          <w:sz w:val="20"/>
          <w:szCs w:val="20"/>
          <w:lang w:eastAsia="pl-PL"/>
        </w:rPr>
        <w:t>Opis warunków udziału w postępowaniu w trybie</w:t>
      </w:r>
      <w:r w:rsidRPr="004966DB">
        <w:rPr>
          <w:rFonts w:eastAsia="Times New Roman" w:cs="Times New Roman"/>
          <w:b/>
          <w:bCs/>
          <w:i/>
          <w:sz w:val="20"/>
          <w:szCs w:val="20"/>
          <w:lang w:eastAsia="pl-PL"/>
        </w:rPr>
        <w:t xml:space="preserve"> 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:rsidR="00AF6F43" w:rsidRPr="004966DB" w:rsidRDefault="00AF6F43" w:rsidP="00AF6F43">
      <w:pPr>
        <w:spacing w:after="0" w:line="240" w:lineRule="auto"/>
        <w:ind w:left="2832"/>
        <w:rPr>
          <w:rFonts w:eastAsia="Times New Roman" w:cs="Times New Roman"/>
          <w:b/>
          <w:sz w:val="20"/>
          <w:szCs w:val="20"/>
          <w:lang w:eastAsia="pl-PL"/>
        </w:rPr>
      </w:pPr>
    </w:p>
    <w:p w:rsidR="00AF6F43" w:rsidRPr="007C59D9" w:rsidRDefault="00AF6F43" w:rsidP="007C59D9">
      <w:pPr>
        <w:jc w:val="center"/>
        <w:rPr>
          <w:rFonts w:asciiTheme="majorHAnsi" w:hAnsiTheme="majorHAnsi"/>
          <w:b/>
          <w:color w:val="C62D54"/>
          <w:sz w:val="36"/>
          <w:szCs w:val="36"/>
        </w:rPr>
      </w:pPr>
      <w:r w:rsidRPr="002E141D">
        <w:rPr>
          <w:rFonts w:asciiTheme="majorHAnsi" w:hAnsiTheme="majorHAnsi"/>
          <w:b/>
          <w:color w:val="C62D54"/>
          <w:sz w:val="36"/>
          <w:szCs w:val="36"/>
        </w:rPr>
        <w:t>FORMULARZ OFERTOWY</w:t>
      </w:r>
    </w:p>
    <w:p w:rsidR="00AF6F43" w:rsidRPr="004966DB" w:rsidRDefault="00AF6F43" w:rsidP="00AF6F43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tabs>
          <w:tab w:val="left" w:pos="5245"/>
        </w:tabs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:rsidR="00AF6F43" w:rsidRPr="004966DB" w:rsidRDefault="00AF6F43" w:rsidP="00AF6F43">
      <w:pPr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jako upoważniony/</w:t>
      </w:r>
      <w:proofErr w:type="spellStart"/>
      <w:r w:rsidRPr="004966DB">
        <w:rPr>
          <w:rFonts w:eastAsia="Times New Roman" w:cs="Arial"/>
          <w:sz w:val="20"/>
          <w:szCs w:val="20"/>
          <w:lang w:eastAsia="pl-PL"/>
        </w:rPr>
        <w:t>nieni</w:t>
      </w:r>
      <w:proofErr w:type="spellEnd"/>
      <w:r w:rsidRPr="004966DB">
        <w:rPr>
          <w:rFonts w:eastAsia="Times New Roman" w:cs="Arial"/>
          <w:sz w:val="20"/>
          <w:szCs w:val="20"/>
          <w:lang w:eastAsia="pl-PL"/>
        </w:rPr>
        <w:t xml:space="preserve">  przedstawiciel/le firmy: ...................................................................................................................................................................</w:t>
      </w:r>
    </w:p>
    <w:p w:rsidR="00AF6F43" w:rsidRPr="004966DB" w:rsidRDefault="00AF6F43" w:rsidP="00AF6F43">
      <w:pPr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AF6F43" w:rsidRPr="004966DB" w:rsidRDefault="00AF6F43" w:rsidP="00AF6F43">
      <w:pPr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z siedzibą ……………………………………………………………………………………………………………………….</w:t>
      </w:r>
    </w:p>
    <w:p w:rsidR="00AF6F43" w:rsidRPr="004966DB" w:rsidRDefault="00AF6F43" w:rsidP="00AF6F43">
      <w:pPr>
        <w:spacing w:after="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:rsidR="00AF6F43" w:rsidRPr="007C59D9" w:rsidRDefault="00AF6F43" w:rsidP="00AF6F43">
      <w:pPr>
        <w:spacing w:after="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7C59D9" w:rsidRPr="007C59D9" w:rsidRDefault="00AF6F43" w:rsidP="007C59D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7C59D9">
        <w:rPr>
          <w:rFonts w:eastAsia="Times New Roman" w:cs="Times New Roman"/>
          <w:b/>
          <w:sz w:val="20"/>
          <w:szCs w:val="20"/>
          <w:lang w:eastAsia="pl-PL"/>
        </w:rPr>
        <w:t>Oświadczam/y, że oferowana przeze mnie/nas cena za m²</w:t>
      </w:r>
      <w:r w:rsidR="007C59D9" w:rsidRPr="007C59D9">
        <w:rPr>
          <w:rFonts w:eastAsia="Times New Roman" w:cs="Times New Roman"/>
          <w:b/>
          <w:sz w:val="20"/>
          <w:szCs w:val="20"/>
          <w:lang w:eastAsia="pl-PL"/>
        </w:rPr>
        <w:t xml:space="preserve"> wynosi następująco:</w:t>
      </w:r>
    </w:p>
    <w:p w:rsidR="00AF6F43" w:rsidRPr="007C59D9" w:rsidRDefault="007C59D9" w:rsidP="007C59D9">
      <w:pPr>
        <w:pStyle w:val="Akapitzlist"/>
        <w:numPr>
          <w:ilvl w:val="0"/>
          <w:numId w:val="6"/>
        </w:numPr>
        <w:jc w:val="both"/>
        <w:rPr>
          <w:b/>
          <w:sz w:val="20"/>
          <w:szCs w:val="20"/>
        </w:rPr>
      </w:pPr>
      <w:r w:rsidRPr="00E224A4">
        <w:rPr>
          <w:b/>
          <w:sz w:val="20"/>
          <w:szCs w:val="20"/>
        </w:rPr>
        <w:t xml:space="preserve">Moduł B - o łącznej powierzchni </w:t>
      </w:r>
      <w:r w:rsidR="00CF4929">
        <w:rPr>
          <w:b/>
          <w:sz w:val="20"/>
          <w:szCs w:val="20"/>
        </w:rPr>
        <w:t>555,15</w:t>
      </w:r>
      <w:r w:rsidRPr="00E224A4">
        <w:rPr>
          <w:b/>
          <w:sz w:val="20"/>
          <w:szCs w:val="20"/>
        </w:rPr>
        <w:t xml:space="preserve"> m²  zlokalizowany na parterze Hali produkcyjnej ROMA Tech, położonej w Ki</w:t>
      </w:r>
      <w:r>
        <w:rPr>
          <w:b/>
          <w:sz w:val="20"/>
          <w:szCs w:val="20"/>
        </w:rPr>
        <w:t>elcach przy ul. Olszewskiego 20.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AF6F43" w:rsidRPr="004966DB" w:rsidTr="00D67F88">
        <w:trPr>
          <w:trHeight w:val="394"/>
        </w:trPr>
        <w:tc>
          <w:tcPr>
            <w:tcW w:w="9322" w:type="dxa"/>
            <w:vAlign w:val="center"/>
          </w:tcPr>
          <w:p w:rsidR="00AF6F43" w:rsidRPr="004966DB" w:rsidRDefault="00AF6F43" w:rsidP="007C59D9">
            <w:pPr>
              <w:spacing w:after="0" w:line="360" w:lineRule="auto"/>
              <w:ind w:left="360" w:right="-4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Proponowana cena za m² (netto)/miesiąc</w:t>
            </w:r>
            <w:r w:rsidR="002E141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-</w:t>
            </w:r>
            <w:r w:rsidR="00E77391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nie mniej niż 20</w:t>
            </w:r>
            <w:r w:rsidRPr="004966DB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,00zł/m</w:t>
            </w:r>
            <w:r w:rsidRPr="004966DB">
              <w:rPr>
                <w:rFonts w:eastAsia="Times New Roman" w:cs="Times New Roman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AF6F43" w:rsidRPr="004966DB" w:rsidTr="00D67F88">
        <w:trPr>
          <w:trHeight w:val="567"/>
        </w:trPr>
        <w:tc>
          <w:tcPr>
            <w:tcW w:w="9322" w:type="dxa"/>
          </w:tcPr>
          <w:p w:rsidR="00AF6F43" w:rsidRPr="004966DB" w:rsidRDefault="00AF6F43" w:rsidP="00D67F88">
            <w:pPr>
              <w:spacing w:after="0" w:line="360" w:lineRule="auto"/>
              <w:ind w:right="-4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:rsidR="00AF6F43" w:rsidRPr="004966DB" w:rsidRDefault="00AF6F43" w:rsidP="00D67F88">
            <w:pPr>
              <w:spacing w:after="0" w:line="360" w:lineRule="auto"/>
              <w:ind w:right="-4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:rsidR="00AF6F43" w:rsidRDefault="00AF6F43" w:rsidP="00AF6F43">
      <w:pPr>
        <w:spacing w:after="0" w:line="360" w:lineRule="auto"/>
        <w:ind w:right="-4"/>
        <w:rPr>
          <w:rFonts w:eastAsia="Times New Roman" w:cs="Arial"/>
          <w:b/>
          <w:sz w:val="20"/>
          <w:szCs w:val="20"/>
          <w:lang w:eastAsia="pl-PL"/>
        </w:rPr>
      </w:pPr>
    </w:p>
    <w:p w:rsidR="007C59D9" w:rsidRPr="007C59D9" w:rsidRDefault="007C59D9" w:rsidP="007C59D9">
      <w:pPr>
        <w:spacing w:after="0" w:line="360" w:lineRule="auto"/>
        <w:ind w:right="-4"/>
        <w:rPr>
          <w:rFonts w:eastAsia="Times New Roman" w:cs="Arial"/>
          <w:b/>
          <w:sz w:val="20"/>
          <w:szCs w:val="20"/>
          <w:lang w:eastAsia="pl-PL"/>
        </w:rPr>
      </w:pPr>
    </w:p>
    <w:p w:rsidR="00AF6F43" w:rsidRDefault="00AF6F43" w:rsidP="007C59D9">
      <w:pPr>
        <w:numPr>
          <w:ilvl w:val="1"/>
          <w:numId w:val="7"/>
        </w:numPr>
        <w:spacing w:after="0" w:line="360" w:lineRule="auto"/>
        <w:ind w:right="-4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 xml:space="preserve">Proponowana długość umowy najmu </w:t>
      </w:r>
      <w:r>
        <w:rPr>
          <w:rFonts w:eastAsia="Times New Roman" w:cs="Arial"/>
          <w:sz w:val="20"/>
          <w:szCs w:val="20"/>
          <w:lang w:eastAsia="pl-PL"/>
        </w:rPr>
        <w:t>(max. do lat 10, nie mniej niż 4</w:t>
      </w:r>
      <w:r w:rsidRPr="004966DB">
        <w:rPr>
          <w:rFonts w:eastAsia="Times New Roman" w:cs="Arial"/>
          <w:sz w:val="20"/>
          <w:szCs w:val="20"/>
          <w:lang w:eastAsia="pl-PL"/>
        </w:rPr>
        <w:t xml:space="preserve"> lata)</w:t>
      </w:r>
    </w:p>
    <w:p w:rsidR="00AF6F43" w:rsidRPr="004966DB" w:rsidRDefault="00AF6F43" w:rsidP="00AF6F43">
      <w:pPr>
        <w:spacing w:after="0" w:line="360" w:lineRule="auto"/>
        <w:ind w:left="720" w:right="-4"/>
        <w:rPr>
          <w:rFonts w:eastAsia="Times New Roman" w:cs="Arial"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AF6F43" w:rsidRPr="004966DB" w:rsidTr="00D67F88">
        <w:trPr>
          <w:trHeight w:val="394"/>
        </w:trPr>
        <w:tc>
          <w:tcPr>
            <w:tcW w:w="4606" w:type="dxa"/>
            <w:vAlign w:val="center"/>
          </w:tcPr>
          <w:p w:rsidR="00AF6F43" w:rsidRPr="004966DB" w:rsidRDefault="00AF6F43" w:rsidP="00D67F88">
            <w:pPr>
              <w:spacing w:after="24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24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lat</w:t>
            </w:r>
          </w:p>
        </w:tc>
      </w:tr>
    </w:tbl>
    <w:p w:rsidR="00AF6F43" w:rsidRPr="004966DB" w:rsidRDefault="00AF6F43" w:rsidP="00AF6F43">
      <w:pPr>
        <w:spacing w:before="240" w:after="240" w:line="360" w:lineRule="auto"/>
        <w:ind w:right="-4"/>
        <w:rPr>
          <w:rFonts w:eastAsia="Times New Roman" w:cs="Arial"/>
          <w:sz w:val="20"/>
          <w:szCs w:val="20"/>
          <w:lang w:eastAsia="pl-PL"/>
        </w:rPr>
      </w:pPr>
    </w:p>
    <w:p w:rsidR="00AF6F43" w:rsidRPr="004966DB" w:rsidRDefault="00AF6F43" w:rsidP="00AF6F43">
      <w:pPr>
        <w:spacing w:before="240" w:after="240" w:line="360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lastRenderedPageBreak/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AF6F43" w:rsidRPr="004966DB" w:rsidTr="00D67F88">
        <w:trPr>
          <w:trHeight w:val="539"/>
        </w:trPr>
        <w:tc>
          <w:tcPr>
            <w:tcW w:w="9606" w:type="dxa"/>
            <w:gridSpan w:val="3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:rsidR="00AF6F43" w:rsidRPr="004966DB" w:rsidRDefault="00AF6F43" w:rsidP="00D67F88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3 rok</w:t>
            </w:r>
          </w:p>
        </w:tc>
      </w:tr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umowy o pracę……..</w:t>
            </w:r>
          </w:p>
        </w:tc>
      </w:tr>
    </w:tbl>
    <w:p w:rsidR="00AF6F43" w:rsidRPr="004966DB" w:rsidRDefault="00AF6F43" w:rsidP="00AF6F43">
      <w:pPr>
        <w:spacing w:after="240" w:line="360" w:lineRule="auto"/>
        <w:ind w:right="-4"/>
        <w:rPr>
          <w:rFonts w:eastAsia="Times New Roman" w:cs="Arial"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240" w:line="360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AF6F43" w:rsidRPr="004966DB" w:rsidTr="00D67F88">
        <w:trPr>
          <w:trHeight w:val="394"/>
        </w:trPr>
        <w:tc>
          <w:tcPr>
            <w:tcW w:w="9606" w:type="dxa"/>
            <w:gridSpan w:val="3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 xml:space="preserve">Planowana wielkość nakładów inwestycyjnych (PLN ) w pierwszym, drugi i trzecim roku działalności firmy </w:t>
            </w: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3 rok</w:t>
            </w:r>
          </w:p>
        </w:tc>
      </w:tr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zakup/modernizacja środków trwałych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zakup/modernizacja środków trwałych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 xml:space="preserve">W tym zakup/modernizacja 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środków trwałych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</w:tbl>
    <w:p w:rsidR="00AF6F43" w:rsidRPr="004966DB" w:rsidRDefault="00AF6F43" w:rsidP="00AF6F43">
      <w:pPr>
        <w:spacing w:after="0" w:line="240" w:lineRule="auto"/>
        <w:ind w:left="720" w:right="-4"/>
        <w:rPr>
          <w:rFonts w:eastAsia="Times New Roman" w:cs="Arial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200" w:line="276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 xml:space="preserve">1.5. Planowana data wejścia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544" w:type="dxa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:rsidR="00AF6F43" w:rsidRPr="004966DB" w:rsidRDefault="00AF6F43" w:rsidP="00AF6F43">
      <w:pPr>
        <w:spacing w:after="0" w:line="240" w:lineRule="auto"/>
        <w:ind w:left="720" w:right="-4"/>
        <w:rPr>
          <w:rFonts w:eastAsia="Times New Roman" w:cs="Arial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ind w:left="360" w:right="-4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1.6. Opis innowacyjności przedsięwzięcia gospodarczego*</w:t>
      </w:r>
    </w:p>
    <w:p w:rsidR="00AF6F43" w:rsidRPr="004966DB" w:rsidRDefault="00AF6F43" w:rsidP="00AF6F43">
      <w:pPr>
        <w:spacing w:after="0" w:line="240" w:lineRule="auto"/>
        <w:ind w:left="720" w:right="-4"/>
        <w:rPr>
          <w:rFonts w:eastAsia="Times New Roman" w:cs="Times New Roman"/>
          <w:sz w:val="20"/>
          <w:szCs w:val="20"/>
          <w:lang w:eastAsia="pl-PL"/>
        </w:rPr>
      </w:pPr>
      <w:r w:rsidRPr="004966DB">
        <w:rPr>
          <w:rFonts w:eastAsia="Times New Roman" w:cs="Times New Roman"/>
          <w:sz w:val="20"/>
          <w:szCs w:val="20"/>
          <w:lang w:eastAsia="pl-PL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:rsidR="00AF6F43" w:rsidRPr="004966DB" w:rsidRDefault="00AF6F43" w:rsidP="00AF6F43">
      <w:pPr>
        <w:spacing w:after="0" w:line="240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rPr>
          <w:rFonts w:eastAsia="Times New Roman" w:cs="Arial"/>
          <w:b/>
          <w:sz w:val="20"/>
          <w:szCs w:val="20"/>
          <w:lang w:eastAsia="pl-PL"/>
        </w:rPr>
      </w:pPr>
    </w:p>
    <w:p w:rsidR="00AF6F43" w:rsidRPr="004966DB" w:rsidRDefault="00AF6F43" w:rsidP="007C59D9">
      <w:pPr>
        <w:spacing w:after="0" w:line="240" w:lineRule="auto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1EEE3B" wp14:editId="1AA602B6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13335" r="8890" b="571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0DA9E8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nSibYz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:rsidR="00AF6F43" w:rsidRDefault="00AF6F43" w:rsidP="00AF6F43">
      <w:pPr>
        <w:spacing w:after="60" w:line="240" w:lineRule="auto"/>
        <w:ind w:left="360"/>
        <w:rPr>
          <w:rFonts w:eastAsia="Times New Roman" w:cs="Arial"/>
          <w:b/>
          <w:sz w:val="20"/>
          <w:szCs w:val="20"/>
          <w:lang w:eastAsia="pl-PL"/>
        </w:rPr>
      </w:pPr>
    </w:p>
    <w:p w:rsidR="00CF4929" w:rsidRPr="004966DB" w:rsidRDefault="00CF4929" w:rsidP="00AF6F43">
      <w:pPr>
        <w:spacing w:after="60" w:line="240" w:lineRule="auto"/>
        <w:ind w:left="360"/>
        <w:rPr>
          <w:rFonts w:eastAsia="Times New Roman" w:cs="Arial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60" w:line="240" w:lineRule="auto"/>
        <w:ind w:left="360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lastRenderedPageBreak/>
        <w:t>2. Dane dotyczące firmy:</w:t>
      </w:r>
    </w:p>
    <w:p w:rsidR="00AF6F43" w:rsidRPr="004966DB" w:rsidRDefault="00AF6F43" w:rsidP="00AF6F43">
      <w:pPr>
        <w:spacing w:after="60" w:line="240" w:lineRule="auto"/>
        <w:ind w:left="720"/>
        <w:rPr>
          <w:rFonts w:eastAsia="Times New Roman" w:cs="Arial"/>
          <w:b/>
          <w:sz w:val="20"/>
          <w:szCs w:val="20"/>
          <w:u w:val="single"/>
          <w:lang w:eastAsia="pl-PL"/>
        </w:rPr>
      </w:pPr>
    </w:p>
    <w:p w:rsidR="00AF6F43" w:rsidRPr="004966DB" w:rsidRDefault="00AF6F43" w:rsidP="00AF6F43">
      <w:pPr>
        <w:spacing w:after="60" w:line="240" w:lineRule="auto"/>
        <w:ind w:left="930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Imię Nazwisko osoby (osób) upoważnionych do podpisania umowy:</w:t>
      </w:r>
    </w:p>
    <w:p w:rsidR="00AF6F43" w:rsidRPr="00CF4929" w:rsidRDefault="00AF6F43" w:rsidP="00AF6F43">
      <w:pPr>
        <w:spacing w:after="60" w:line="240" w:lineRule="auto"/>
        <w:ind w:left="930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br/>
        <w:t>………………………………………………</w:t>
      </w:r>
      <w:r w:rsidRPr="00CF4929">
        <w:rPr>
          <w:rFonts w:eastAsia="Times New Roman" w:cs="Arial"/>
          <w:sz w:val="20"/>
          <w:szCs w:val="20"/>
          <w:lang w:eastAsia="pl-PL"/>
        </w:rPr>
        <w:t>…………………………………………………………</w:t>
      </w:r>
    </w:p>
    <w:p w:rsidR="00AF6F43" w:rsidRPr="00CF4929" w:rsidRDefault="00AF6F43" w:rsidP="00AF6F43">
      <w:pPr>
        <w:spacing w:after="60" w:line="240" w:lineRule="auto"/>
        <w:ind w:left="930"/>
        <w:rPr>
          <w:rFonts w:eastAsia="Times New Roman" w:cs="Arial"/>
          <w:sz w:val="20"/>
          <w:szCs w:val="20"/>
          <w:lang w:eastAsia="pl-PL"/>
        </w:rPr>
      </w:pPr>
      <w:r w:rsidRPr="00CF4929">
        <w:rPr>
          <w:rFonts w:eastAsia="Times New Roman" w:cs="Arial"/>
          <w:sz w:val="20"/>
          <w:szCs w:val="20"/>
          <w:lang w:eastAsia="pl-PL"/>
        </w:rPr>
        <w:t xml:space="preserve">Nazwa firmy: </w:t>
      </w:r>
    </w:p>
    <w:p w:rsidR="00AF6F43" w:rsidRPr="00CF4929" w:rsidRDefault="00AF6F43" w:rsidP="00AF6F43">
      <w:pPr>
        <w:spacing w:after="60" w:line="240" w:lineRule="auto"/>
        <w:ind w:left="930"/>
        <w:rPr>
          <w:rFonts w:eastAsia="Times New Roman" w:cs="Arial"/>
          <w:sz w:val="20"/>
          <w:szCs w:val="20"/>
          <w:lang w:eastAsia="pl-PL"/>
        </w:rPr>
      </w:pPr>
      <w:r w:rsidRPr="00CF4929">
        <w:rPr>
          <w:rFonts w:eastAsia="Times New Roman" w:cs="Arial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:rsidR="00AF6F43" w:rsidRPr="00CF4929" w:rsidRDefault="00AF6F43" w:rsidP="00AF6F43">
      <w:pPr>
        <w:spacing w:after="60" w:line="240" w:lineRule="auto"/>
        <w:ind w:left="930"/>
        <w:rPr>
          <w:rFonts w:eastAsia="Times New Roman" w:cs="Arial"/>
          <w:sz w:val="20"/>
          <w:szCs w:val="20"/>
          <w:lang w:eastAsia="pl-PL"/>
        </w:rPr>
      </w:pPr>
      <w:r w:rsidRPr="00CF4929">
        <w:rPr>
          <w:rFonts w:eastAsia="Times New Roman" w:cs="Arial"/>
          <w:sz w:val="20"/>
          <w:szCs w:val="20"/>
          <w:lang w:eastAsia="pl-PL"/>
        </w:rPr>
        <w:t>Adres firmy: …………………………………………………………………………………………………………</w:t>
      </w:r>
    </w:p>
    <w:p w:rsidR="00AF6F43" w:rsidRPr="00CF4929" w:rsidRDefault="00AF6F43" w:rsidP="00AF6F43">
      <w:pPr>
        <w:spacing w:after="60" w:line="360" w:lineRule="auto"/>
        <w:ind w:left="930"/>
        <w:rPr>
          <w:rFonts w:eastAsia="Times New Roman" w:cs="Arial"/>
          <w:sz w:val="20"/>
          <w:szCs w:val="20"/>
          <w:lang w:eastAsia="pl-PL"/>
        </w:rPr>
      </w:pPr>
      <w:r w:rsidRPr="00CF4929">
        <w:rPr>
          <w:rFonts w:eastAsia="Times New Roman" w:cs="Arial"/>
          <w:sz w:val="20"/>
          <w:szCs w:val="20"/>
          <w:lang w:eastAsia="pl-PL"/>
        </w:rPr>
        <w:t>Numer telefonu:</w:t>
      </w:r>
      <w:r w:rsidRPr="00CF4929">
        <w:rPr>
          <w:rFonts w:eastAsia="Times New Roman" w:cs="Arial"/>
          <w:sz w:val="20"/>
          <w:szCs w:val="20"/>
          <w:lang w:eastAsia="pl-PL"/>
        </w:rPr>
        <w:tab/>
        <w:t>0……/ ………………………………….………………</w:t>
      </w:r>
    </w:p>
    <w:p w:rsidR="00AF6F43" w:rsidRPr="00CF4929" w:rsidRDefault="00AF6F43" w:rsidP="00AF6F43">
      <w:pPr>
        <w:spacing w:after="60" w:line="360" w:lineRule="auto"/>
        <w:ind w:left="930"/>
        <w:rPr>
          <w:rFonts w:eastAsia="Times New Roman" w:cs="Arial"/>
          <w:sz w:val="20"/>
          <w:szCs w:val="20"/>
          <w:lang w:eastAsia="pl-PL"/>
        </w:rPr>
      </w:pPr>
      <w:r w:rsidRPr="00CF4929">
        <w:rPr>
          <w:rFonts w:eastAsia="Times New Roman" w:cs="Arial"/>
          <w:sz w:val="20"/>
          <w:szCs w:val="20"/>
          <w:lang w:eastAsia="pl-PL"/>
        </w:rPr>
        <w:t>Numer faksu:</w:t>
      </w:r>
      <w:r w:rsidRPr="00CF4929">
        <w:rPr>
          <w:rFonts w:eastAsia="Times New Roman" w:cs="Arial"/>
          <w:sz w:val="20"/>
          <w:szCs w:val="20"/>
          <w:lang w:eastAsia="pl-PL"/>
        </w:rPr>
        <w:tab/>
        <w:t>0.…/ ....................................</w:t>
      </w:r>
    </w:p>
    <w:p w:rsidR="00AF6F43" w:rsidRPr="00CF4929" w:rsidRDefault="00AF6F43" w:rsidP="00AF6F43">
      <w:pPr>
        <w:spacing w:after="60" w:line="360" w:lineRule="auto"/>
        <w:ind w:left="930"/>
        <w:rPr>
          <w:rFonts w:eastAsia="Times New Roman" w:cs="Arial"/>
          <w:sz w:val="20"/>
          <w:szCs w:val="20"/>
          <w:lang w:eastAsia="pl-PL"/>
        </w:rPr>
      </w:pPr>
      <w:r w:rsidRPr="00CF4929">
        <w:rPr>
          <w:rFonts w:eastAsia="Times New Roman" w:cs="Arial"/>
          <w:sz w:val="20"/>
          <w:szCs w:val="20"/>
          <w:lang w:eastAsia="pl-PL"/>
        </w:rPr>
        <w:t>Numer REGON:</w:t>
      </w:r>
      <w:r w:rsidRPr="00CF4929">
        <w:rPr>
          <w:rFonts w:eastAsia="Times New Roman" w:cs="Arial"/>
          <w:sz w:val="20"/>
          <w:szCs w:val="20"/>
          <w:lang w:eastAsia="pl-PL"/>
        </w:rPr>
        <w:tab/>
        <w:t>..........................................  Numer NIP: ..........................................</w:t>
      </w:r>
    </w:p>
    <w:p w:rsidR="00AF6F43" w:rsidRPr="004966DB" w:rsidRDefault="00AF6F43" w:rsidP="00AF6F43">
      <w:pPr>
        <w:spacing w:after="0" w:line="200" w:lineRule="atLeast"/>
        <w:ind w:left="930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Adres kontaktowy email: ……………………………………………</w:t>
      </w:r>
    </w:p>
    <w:p w:rsidR="00AF6F43" w:rsidRPr="004966DB" w:rsidRDefault="00AF6F43" w:rsidP="00AF6F43">
      <w:pPr>
        <w:spacing w:after="0" w:line="200" w:lineRule="atLeast"/>
        <w:ind w:left="930"/>
        <w:rPr>
          <w:rFonts w:eastAsia="Times New Roman" w:cs="Arial"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ind w:left="930"/>
        <w:jc w:val="both"/>
        <w:rPr>
          <w:rFonts w:eastAsia="Times New Roman" w:cs="Arial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ind w:left="930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:rsidR="00AF6F43" w:rsidRPr="004966DB" w:rsidRDefault="00AF6F43" w:rsidP="00AF6F43">
      <w:pPr>
        <w:spacing w:after="0" w:line="240" w:lineRule="auto"/>
        <w:rPr>
          <w:rFonts w:eastAsia="Times New Roman" w:cs="Arial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Oświadczenia:</w:t>
      </w:r>
      <w:r w:rsidRPr="004966DB">
        <w:rPr>
          <w:rFonts w:eastAsia="Times New Roman" w:cs="Arial"/>
          <w:i/>
          <w:sz w:val="20"/>
          <w:szCs w:val="20"/>
          <w:lang w:eastAsia="pl-PL"/>
        </w:rPr>
        <w:t xml:space="preserve">  </w:t>
      </w:r>
    </w:p>
    <w:p w:rsidR="00AF6F43" w:rsidRPr="004966DB" w:rsidRDefault="00AF6F43" w:rsidP="00AF6F43">
      <w:pPr>
        <w:spacing w:after="0" w:line="240" w:lineRule="auto"/>
        <w:rPr>
          <w:rFonts w:eastAsia="Times New Roman" w:cs="Arial"/>
          <w:i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240" w:line="240" w:lineRule="auto"/>
        <w:jc w:val="both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:rsidR="00AF6F43" w:rsidRPr="004966DB" w:rsidRDefault="00AF6F43" w:rsidP="00AF6F43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spełniam wszystkie warunki udziału w przetargu oraz akceptuję wymogi wymienione w dokumencie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:rsidR="00AF6F43" w:rsidRPr="004966DB" w:rsidRDefault="00AF6F43" w:rsidP="00AF6F43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akceptuję warunki funkcjonowania wymienione w dokumencie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 „Regulamin porządkowy w budynkach Centrum Technologicznego”.</w:t>
      </w:r>
    </w:p>
    <w:p w:rsidR="00AF6F43" w:rsidRPr="004966DB" w:rsidRDefault="00AF6F43" w:rsidP="00AF6F43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Oświadczam/y, że wzór umowy został przeze mnie zaakceptowany i zobowiązuję się 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:rsidR="00AF6F43" w:rsidRPr="004966DB" w:rsidRDefault="00AF6F43" w:rsidP="00AF6F43">
      <w:pPr>
        <w:spacing w:after="240" w:line="240" w:lineRule="auto"/>
        <w:jc w:val="both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wobec reprezentowanej przeze mnie firmy  nie wszczęto postępowania upadłościowego, ani nie ogłoszono jego upadłości.</w:t>
      </w:r>
    </w:p>
    <w:p w:rsidR="00AF6F43" w:rsidRPr="004966DB" w:rsidRDefault="00AF6F43" w:rsidP="00AF6F43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="Arial"/>
          <w:bCs/>
          <w:i/>
          <w:sz w:val="20"/>
          <w:szCs w:val="20"/>
          <w:lang w:eastAsia="pl-PL"/>
        </w:rPr>
      </w:pPr>
      <w:r w:rsidRPr="004966DB">
        <w:rPr>
          <w:rFonts w:eastAsia="Times New Roman" w:cs="Arial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:rsidR="00AF6F43" w:rsidRPr="004966DB" w:rsidRDefault="00AF6F43" w:rsidP="00AF6F43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="Arial"/>
          <w:bCs/>
          <w:i/>
          <w:sz w:val="20"/>
          <w:szCs w:val="20"/>
          <w:lang w:eastAsia="pl-PL"/>
        </w:rPr>
      </w:pPr>
      <w:r w:rsidRPr="004966DB">
        <w:rPr>
          <w:rFonts w:eastAsia="Times New Roman" w:cs="Arial"/>
          <w:bCs/>
          <w:i/>
          <w:sz w:val="20"/>
          <w:szCs w:val="20"/>
          <w:lang w:eastAsia="pl-PL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:rsidR="00AF6F43" w:rsidRPr="004966DB" w:rsidRDefault="00AF6F43" w:rsidP="00AF6F43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="Arial"/>
          <w:bCs/>
          <w:i/>
          <w:sz w:val="20"/>
          <w:szCs w:val="20"/>
          <w:lang w:eastAsia="pl-PL"/>
        </w:rPr>
      </w:pPr>
      <w:r w:rsidRPr="004966DB">
        <w:rPr>
          <w:rFonts w:eastAsia="Times New Roman" w:cs="Arial"/>
          <w:bCs/>
          <w:i/>
          <w:sz w:val="20"/>
          <w:szCs w:val="20"/>
          <w:lang w:eastAsia="pl-PL"/>
        </w:rPr>
        <w:lastRenderedPageBreak/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:rsidR="00AF6F43" w:rsidRPr="004966DB" w:rsidRDefault="00AF6F43" w:rsidP="00AF6F43">
      <w:pPr>
        <w:spacing w:after="240" w:line="240" w:lineRule="auto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dane zawarte w niniejszym formularzu są zgodne z prawdą.</w:t>
      </w:r>
    </w:p>
    <w:p w:rsidR="00AF6F43" w:rsidRPr="004966DB" w:rsidRDefault="00AF6F43" w:rsidP="00AF6F43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:rsidR="00AF6F43" w:rsidRPr="004966DB" w:rsidRDefault="00AF6F43" w:rsidP="00AF6F43">
      <w:pPr>
        <w:spacing w:after="0" w:line="240" w:lineRule="auto"/>
        <w:rPr>
          <w:rFonts w:eastAsia="Times New Roman" w:cs="Times New Roman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AF6F43" w:rsidRPr="004966DB" w:rsidTr="00D67F88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Data:</w:t>
            </w: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AF6F43" w:rsidRPr="004966DB" w:rsidRDefault="00AF6F43" w:rsidP="00AF6F43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CF4929" w:rsidRDefault="00CF4929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CF4929" w:rsidRDefault="00CF4929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CF4929" w:rsidRDefault="00CF4929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CF4929" w:rsidRDefault="00CF4929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CF4929" w:rsidRDefault="00CF4929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CF4929" w:rsidRDefault="00CF4929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CF4929" w:rsidRDefault="00CF4929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CF4929" w:rsidRDefault="00CF4929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  <w:bookmarkStart w:id="0" w:name="_GoBack"/>
      <w:bookmarkEnd w:id="0"/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AF6F43" w:rsidRPr="004966DB" w:rsidRDefault="00AF6F43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lastRenderedPageBreak/>
        <w:t>KPT-DPR.725.</w:t>
      </w:r>
      <w:r w:rsidR="00CF4929">
        <w:rPr>
          <w:rFonts w:eastAsia="Times New Roman" w:cs="Arial"/>
          <w:sz w:val="20"/>
          <w:szCs w:val="20"/>
          <w:lang w:eastAsia="pl-PL"/>
        </w:rPr>
        <w:t>8</w:t>
      </w:r>
      <w:r w:rsidR="002E141D">
        <w:rPr>
          <w:rFonts w:eastAsia="Times New Roman" w:cs="Arial"/>
          <w:sz w:val="20"/>
          <w:szCs w:val="20"/>
          <w:lang w:eastAsia="pl-PL"/>
        </w:rPr>
        <w:t>.2018</w:t>
      </w:r>
    </w:p>
    <w:p w:rsidR="00AF6F43" w:rsidRPr="004966DB" w:rsidRDefault="00AF6F43" w:rsidP="00AF6F43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AF6F43" w:rsidRPr="002E141D" w:rsidRDefault="00AF6F43" w:rsidP="002E141D">
      <w:pPr>
        <w:jc w:val="center"/>
        <w:rPr>
          <w:rFonts w:asciiTheme="majorHAnsi" w:hAnsiTheme="majorHAnsi"/>
          <w:b/>
          <w:color w:val="C62D54"/>
          <w:sz w:val="28"/>
          <w:szCs w:val="36"/>
        </w:rPr>
      </w:pPr>
      <w:r w:rsidRPr="002E141D">
        <w:rPr>
          <w:rFonts w:asciiTheme="majorHAnsi" w:hAnsiTheme="majorHAnsi"/>
          <w:b/>
          <w:color w:val="C62D54"/>
          <w:sz w:val="28"/>
          <w:szCs w:val="36"/>
        </w:rPr>
        <w:t>Załącznik do oferty (wzór) - Przedmiot działalności /branża/ specjalność/ opis produktu lub usługi/rodzaj wdrażanej technologii, zakres działalności, która będzie miała miejsce w Centrum Technologicznym KPT (min 3 strony A4)</w:t>
      </w:r>
    </w:p>
    <w:p w:rsidR="00AF6F43" w:rsidRPr="004966DB" w:rsidRDefault="00AF6F43" w:rsidP="00AF6F43">
      <w:pPr>
        <w:spacing w:after="0" w:line="240" w:lineRule="auto"/>
        <w:rPr>
          <w:rFonts w:eastAsia="Times New Roman" w:cs="Arial"/>
          <w:color w:val="ED7D31" w:themeColor="accent2"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Opis innowacyjności przedsięwzięcia gospodarczego</w:t>
      </w:r>
    </w:p>
    <w:p w:rsidR="00AF6F43" w:rsidRPr="004966DB" w:rsidRDefault="00AF6F43" w:rsidP="00AF6F43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AF6F43" w:rsidRPr="004966DB" w:rsidTr="00D67F88">
        <w:tc>
          <w:tcPr>
            <w:tcW w:w="9212" w:type="dxa"/>
          </w:tcPr>
          <w:p w:rsidR="00AF6F43" w:rsidRPr="004966DB" w:rsidRDefault="00AF6F43" w:rsidP="00AF6F4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Opis przedmiotu działalności firmy  branża, specjalność oraz określenie kluczowych grup odbiorców i konkurencji.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AF6F4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 Opis procesu produkcyjnego/wdrażanej technologii oraz finalnego produktu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lastRenderedPageBreak/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4.Opis strategii rozwoju przedsięwzięcia w perspektywie 5 lat od dnia wejścia do Centrum Technologicznego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lastRenderedPageBreak/>
              <w:t>5.Opis zakresu planowanej współpracy z uczelniami wyższymi, jednostkami badawczo-rozwojowymi.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</w:tbl>
    <w:p w:rsidR="00AF6F43" w:rsidRPr="004966DB" w:rsidRDefault="00AF6F43" w:rsidP="00AF6F43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AF6F43" w:rsidRPr="004966DB" w:rsidTr="00D67F88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Data:</w:t>
            </w: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C54A3F" w:rsidRPr="00C54A3F" w:rsidRDefault="00C54A3F" w:rsidP="008F3A77">
      <w:pPr>
        <w:pStyle w:val="NormalnyWeb"/>
        <w:jc w:val="both"/>
        <w:rPr>
          <w:rFonts w:asciiTheme="minorHAnsi" w:hAnsiTheme="minorHAnsi"/>
          <w:sz w:val="20"/>
          <w:szCs w:val="20"/>
        </w:rPr>
      </w:pPr>
    </w:p>
    <w:sectPr w:rsidR="00C54A3F" w:rsidRPr="00C54A3F" w:rsidSect="00D7274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BCB" w:rsidRDefault="00311BCB" w:rsidP="00013907">
      <w:pPr>
        <w:spacing w:after="0" w:line="240" w:lineRule="auto"/>
      </w:pPr>
      <w:r>
        <w:separator/>
      </w:r>
    </w:p>
  </w:endnote>
  <w:endnote w:type="continuationSeparator" w:id="0">
    <w:p w:rsidR="00311BCB" w:rsidRDefault="00311BCB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Pr="00D72742" w:rsidRDefault="00B419FB" w:rsidP="00B419FB">
    <w:pPr>
      <w:pStyle w:val="Stopka"/>
      <w:jc w:val="right"/>
      <w:rPr>
        <w:color w:val="C62D54"/>
      </w:rPr>
    </w:pP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PAGE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CF4929">
      <w:rPr>
        <w:b/>
        <w:bCs/>
        <w:noProof/>
        <w:color w:val="C62D54"/>
        <w:sz w:val="16"/>
        <w:szCs w:val="16"/>
      </w:rPr>
      <w:t>6</w:t>
    </w:r>
    <w:r w:rsidRPr="00D72742">
      <w:rPr>
        <w:b/>
        <w:bCs/>
        <w:color w:val="C62D54"/>
        <w:sz w:val="16"/>
        <w:szCs w:val="16"/>
      </w:rPr>
      <w:fldChar w:fldCharType="end"/>
    </w:r>
    <w:r w:rsidRPr="00D72742">
      <w:rPr>
        <w:color w:val="C62D54"/>
        <w:sz w:val="16"/>
        <w:szCs w:val="16"/>
      </w:rPr>
      <w:t xml:space="preserve"> / </w:t>
    </w: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NUMPAGES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CF4929">
      <w:rPr>
        <w:b/>
        <w:bCs/>
        <w:noProof/>
        <w:color w:val="C62D54"/>
        <w:sz w:val="16"/>
        <w:szCs w:val="16"/>
      </w:rPr>
      <w:t>7</w:t>
    </w:r>
    <w:r w:rsidRPr="00D72742">
      <w:rPr>
        <w:b/>
        <w:bCs/>
        <w:color w:val="C62D54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BCB" w:rsidRDefault="00311BCB" w:rsidP="00013907">
      <w:pPr>
        <w:spacing w:after="0" w:line="240" w:lineRule="auto"/>
      </w:pPr>
      <w:r>
        <w:separator/>
      </w:r>
    </w:p>
  </w:footnote>
  <w:footnote w:type="continuationSeparator" w:id="0">
    <w:p w:rsidR="00311BCB" w:rsidRDefault="00311BCB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CDE" w:rsidRDefault="00CF4929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2064516" o:spid="_x0000_s2117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_10-1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Pr="00D72742" w:rsidRDefault="00CF4929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2064517" o:spid="_x0000_s2118" type="#_x0000_t75" style="position:absolute;margin-left:-56.8pt;margin-top:-128.55pt;width:595.2pt;height:841.9pt;z-index:-251656192;mso-position-horizontal-relative:margin;mso-position-vertical-relative:margin" o:allowincell="f">
          <v:imagedata r:id="rId1" o:title="papier_10-15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7801214"/>
      <w:docPartObj>
        <w:docPartGallery w:val="Watermarks"/>
      </w:docPartObj>
    </w:sdtPr>
    <w:sdtEndPr/>
    <w:sdtContent>
      <w:p w:rsidR="00D94917" w:rsidRDefault="00CF4929">
        <w:pPr>
          <w:pStyle w:val="Nagwek"/>
        </w:pPr>
        <w:r>
          <w:rPr>
            <w:noProof/>
            <w:lang w:eastAsia="pl-PL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121727203" o:spid="_x0000_s2119" type="#_x0000_t75" style="position:absolute;margin-left:-56.85pt;margin-top:-129.05pt;width:595.2pt;height:841.9pt;z-index:-251654144;mso-position-horizontal-relative:margin;mso-position-vertical-relative:margin" o:allowincell="f">
              <v:imagedata r:id="rId1" o:title="papier_10-13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6C4"/>
    <w:multiLevelType w:val="hybridMultilevel"/>
    <w:tmpl w:val="B84E31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2410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2" w15:restartNumberingAfterBreak="0">
    <w:nsid w:val="188725AF"/>
    <w:multiLevelType w:val="hybridMultilevel"/>
    <w:tmpl w:val="BBC04584"/>
    <w:lvl w:ilvl="0" w:tplc="2DEC13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EB367C"/>
    <w:multiLevelType w:val="hybridMultilevel"/>
    <w:tmpl w:val="9E5E26C8"/>
    <w:lvl w:ilvl="0" w:tplc="C9E28D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6" w15:restartNumberingAfterBreak="0">
    <w:nsid w:val="625525F5"/>
    <w:multiLevelType w:val="hybridMultilevel"/>
    <w:tmpl w:val="6C881D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12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BCB"/>
    <w:rsid w:val="00013907"/>
    <w:rsid w:val="00080CDE"/>
    <w:rsid w:val="00083FF5"/>
    <w:rsid w:val="000A699F"/>
    <w:rsid w:val="000D0BB0"/>
    <w:rsid w:val="000D1E01"/>
    <w:rsid w:val="001470D6"/>
    <w:rsid w:val="001872B4"/>
    <w:rsid w:val="001F5009"/>
    <w:rsid w:val="00295A36"/>
    <w:rsid w:val="002A3146"/>
    <w:rsid w:val="002D1E7C"/>
    <w:rsid w:val="002E141D"/>
    <w:rsid w:val="002F7C45"/>
    <w:rsid w:val="00311BCB"/>
    <w:rsid w:val="003B0534"/>
    <w:rsid w:val="003F13E6"/>
    <w:rsid w:val="0041760F"/>
    <w:rsid w:val="00530311"/>
    <w:rsid w:val="0054724D"/>
    <w:rsid w:val="005E6617"/>
    <w:rsid w:val="006104DC"/>
    <w:rsid w:val="006A37F9"/>
    <w:rsid w:val="006D6F20"/>
    <w:rsid w:val="00712D4F"/>
    <w:rsid w:val="00783394"/>
    <w:rsid w:val="007919B7"/>
    <w:rsid w:val="007C59D9"/>
    <w:rsid w:val="0088010F"/>
    <w:rsid w:val="008F3A77"/>
    <w:rsid w:val="00964B25"/>
    <w:rsid w:val="009A3B76"/>
    <w:rsid w:val="009C6BC5"/>
    <w:rsid w:val="00AC6384"/>
    <w:rsid w:val="00AF6F43"/>
    <w:rsid w:val="00B13E06"/>
    <w:rsid w:val="00B2220F"/>
    <w:rsid w:val="00B419FB"/>
    <w:rsid w:val="00B51346"/>
    <w:rsid w:val="00BB32C2"/>
    <w:rsid w:val="00BC5E7B"/>
    <w:rsid w:val="00BE6C50"/>
    <w:rsid w:val="00C54A3F"/>
    <w:rsid w:val="00C70C21"/>
    <w:rsid w:val="00CF4929"/>
    <w:rsid w:val="00D02D19"/>
    <w:rsid w:val="00D10D17"/>
    <w:rsid w:val="00D41BD2"/>
    <w:rsid w:val="00D72742"/>
    <w:rsid w:val="00D94917"/>
    <w:rsid w:val="00E24886"/>
    <w:rsid w:val="00E77391"/>
    <w:rsid w:val="00EB622D"/>
    <w:rsid w:val="00EB6A60"/>
    <w:rsid w:val="00F65734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0"/>
    <o:shapelayout v:ext="edit">
      <o:idmap v:ext="edit" data="1"/>
    </o:shapelayout>
  </w:shapeDefaults>
  <w:decimalSymbol w:val=","/>
  <w:listSeparator w:val=";"/>
  <w14:docId w14:val="6D6205B0"/>
  <w15:docId w15:val="{0D6AA4BB-C63D-474B-A3FC-4CC39E6E9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6F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C5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zablony%20dokument&#243;w\Papier_firmowy_KPT_10-LAT\KPT_papier_1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D1B175-C2AD-4C33-ABEA-59363171F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KPT_papier_10</Template>
  <TotalTime>4</TotalTime>
  <Pages>7</Pages>
  <Words>1207</Words>
  <Characters>7242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Natalia Luba-Chudzik</dc:creator>
  <cp:lastModifiedBy>Natalia Luba-Chudzik</cp:lastModifiedBy>
  <cp:revision>7</cp:revision>
  <cp:lastPrinted>2018-04-16T07:33:00Z</cp:lastPrinted>
  <dcterms:created xsi:type="dcterms:W3CDTF">2018-04-16T07:45:00Z</dcterms:created>
  <dcterms:modified xsi:type="dcterms:W3CDTF">2018-10-09T07:55:00Z</dcterms:modified>
</cp:coreProperties>
</file>