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105" w:rsidRPr="002C5723" w:rsidRDefault="00DA0105" w:rsidP="00020BCD">
      <w:pPr>
        <w:jc w:val="right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KPT-DRR.725.8.2020</w:t>
      </w: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i/>
          <w:sz w:val="18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i/>
          <w:sz w:val="18"/>
          <w:szCs w:val="20"/>
          <w:lang w:eastAsia="pl-PL"/>
        </w:rPr>
      </w:pPr>
      <w:r w:rsidRPr="002C5723">
        <w:rPr>
          <w:rFonts w:eastAsia="Times New Roman" w:cstheme="minorHAnsi"/>
          <w:i/>
          <w:sz w:val="18"/>
          <w:szCs w:val="20"/>
          <w:lang w:eastAsia="pl-PL"/>
        </w:rPr>
        <w:t xml:space="preserve">Załącznik nr 2 </w:t>
      </w: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do dokumentacji pn. </w:t>
      </w: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Opis warunków udziału w postępowaniu w trybie</w:t>
      </w:r>
      <w:r w:rsidRPr="002C5723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DA0105" w:rsidRPr="002C5723" w:rsidRDefault="00DA0105" w:rsidP="00DA0105">
      <w:pPr>
        <w:spacing w:after="0" w:line="240" w:lineRule="auto"/>
        <w:ind w:left="2832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36"/>
          <w:szCs w:val="20"/>
          <w:lang w:eastAsia="pl-PL"/>
        </w:rPr>
      </w:pPr>
      <w:r w:rsidRPr="002C5723">
        <w:rPr>
          <w:rFonts w:eastAsia="Times New Roman" w:cstheme="minorHAnsi"/>
          <w:b/>
          <w:sz w:val="36"/>
          <w:szCs w:val="20"/>
          <w:lang w:eastAsia="pl-PL"/>
        </w:rPr>
        <w:t>FORMULARZ OFERTOWY</w:t>
      </w:r>
    </w:p>
    <w:p w:rsidR="00DA0105" w:rsidRPr="002C5723" w:rsidRDefault="00DA0105" w:rsidP="00DA0105">
      <w:pPr>
        <w:spacing w:after="0" w:line="240" w:lineRule="auto"/>
        <w:ind w:left="1416" w:firstLine="708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5245"/>
        </w:tabs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  <w:bookmarkStart w:id="0" w:name="_GoBack"/>
      <w:bookmarkEnd w:id="0"/>
    </w:p>
    <w:p w:rsidR="00DA0105" w:rsidRPr="002C5723" w:rsidRDefault="00DA0105" w:rsidP="00DA0105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jako upoważniony/</w:t>
      </w:r>
      <w:proofErr w:type="spellStart"/>
      <w:r w:rsidRPr="002C5723">
        <w:rPr>
          <w:rFonts w:eastAsia="Times New Roman" w:cstheme="minorHAnsi"/>
          <w:sz w:val="20"/>
          <w:szCs w:val="20"/>
          <w:lang w:eastAsia="pl-PL"/>
        </w:rPr>
        <w:t>nieni</w:t>
      </w:r>
      <w:proofErr w:type="spellEnd"/>
      <w:r w:rsidRPr="002C5723">
        <w:rPr>
          <w:rFonts w:eastAsia="Times New Roman" w:cstheme="minorHAnsi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DA0105" w:rsidRPr="002C5723" w:rsidRDefault="00DA0105" w:rsidP="00DA0105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Default="00DA0105" w:rsidP="00DA0105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1. </w:t>
      </w:r>
    </w:p>
    <w:p w:rsidR="00DA0105" w:rsidRDefault="00DA0105" w:rsidP="00DA0105">
      <w:pPr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Antresola I  Hali produkcyjnej ROMA, położonej w Kielcach przy ul. Olszewskiego 20</w:t>
      </w:r>
      <w:r w:rsidRPr="00B77E87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o łącznej powierzchni 184,00 m².</w:t>
      </w:r>
    </w:p>
    <w:p w:rsidR="00DA0105" w:rsidRDefault="00DA0105" w:rsidP="00DA0105">
      <w:pPr>
        <w:spacing w:after="0"/>
        <w:jc w:val="both"/>
        <w:rPr>
          <w:rFonts w:cstheme="minorHAnsi"/>
          <w:b/>
          <w:sz w:val="20"/>
          <w:szCs w:val="20"/>
        </w:rPr>
      </w:pPr>
    </w:p>
    <w:p w:rsidR="00DA0105" w:rsidRPr="00FB0502" w:rsidRDefault="00DA0105" w:rsidP="00DA0105">
      <w:pPr>
        <w:jc w:val="both"/>
        <w:rPr>
          <w:rFonts w:ascii="Arial Narrow" w:hAnsi="Arial Narrow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DA0105" w:rsidRPr="002C5723" w:rsidTr="003335CA">
        <w:trPr>
          <w:trHeight w:val="394"/>
        </w:trPr>
        <w:tc>
          <w:tcPr>
            <w:tcW w:w="9322" w:type="dxa"/>
            <w:vAlign w:val="center"/>
          </w:tcPr>
          <w:p w:rsidR="00DA0105" w:rsidRPr="002C5723" w:rsidRDefault="00DA0105" w:rsidP="00DA0105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Proponowana cena za m² (netto)/miesiąc</w:t>
            </w: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- nie mniej niż 10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,00zł/m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DA0105" w:rsidRPr="002C5723" w:rsidTr="003335CA">
        <w:trPr>
          <w:trHeight w:val="567"/>
        </w:trPr>
        <w:tc>
          <w:tcPr>
            <w:tcW w:w="9322" w:type="dxa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DA0105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numPr>
          <w:ilvl w:val="1"/>
          <w:numId w:val="1"/>
        </w:numPr>
        <w:spacing w:after="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Proponowana długość umowy najmu (max. do lat 10, nie mniej niż 3 lata)</w:t>
      </w:r>
    </w:p>
    <w:p w:rsidR="00DA0105" w:rsidRPr="002C5723" w:rsidRDefault="00DA0105" w:rsidP="00DA0105">
      <w:pPr>
        <w:spacing w:after="0" w:line="360" w:lineRule="auto"/>
        <w:ind w:left="720" w:right="-4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DA0105" w:rsidRPr="002C5723" w:rsidTr="003335CA">
        <w:trPr>
          <w:trHeight w:val="394"/>
        </w:trPr>
        <w:tc>
          <w:tcPr>
            <w:tcW w:w="4606" w:type="dxa"/>
            <w:vAlign w:val="center"/>
          </w:tcPr>
          <w:p w:rsidR="00DA0105" w:rsidRPr="002C5723" w:rsidRDefault="00DA0105" w:rsidP="003335CA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Lat</w:t>
            </w:r>
          </w:p>
        </w:tc>
      </w:tr>
    </w:tbl>
    <w:p w:rsidR="00DA0105" w:rsidRPr="002C5723" w:rsidRDefault="00DA0105" w:rsidP="00DA0105">
      <w:pPr>
        <w:spacing w:before="240" w:after="24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before="240" w:after="240" w:line="360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DA0105" w:rsidRPr="002C5723" w:rsidTr="003335CA">
        <w:trPr>
          <w:trHeight w:val="539"/>
        </w:trPr>
        <w:tc>
          <w:tcPr>
            <w:tcW w:w="9606" w:type="dxa"/>
            <w:gridSpan w:val="3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3 rok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DA0105" w:rsidRPr="002C5723" w:rsidRDefault="00DA0105" w:rsidP="00DA0105">
      <w:pPr>
        <w:spacing w:after="24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240" w:line="360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DA0105" w:rsidRPr="002C5723" w:rsidTr="003335CA">
        <w:trPr>
          <w:trHeight w:val="394"/>
        </w:trPr>
        <w:tc>
          <w:tcPr>
            <w:tcW w:w="9606" w:type="dxa"/>
            <w:gridSpan w:val="3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3 rok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zakup/modernizacja środków trwałych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zakup/modernizacja środków trwałych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tym zakup/modernizacja 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środków trwałych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DA0105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200" w:line="276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lastRenderedPageBreak/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DA0105" w:rsidRPr="002C5723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360" w:right="-4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1.6. Opis innowacyjności przedsięwzięcia gospodarczego*</w:t>
      </w:r>
    </w:p>
    <w:p w:rsidR="00DA0105" w:rsidRPr="002C5723" w:rsidRDefault="00DA0105" w:rsidP="00DA0105">
      <w:pPr>
        <w:spacing w:after="0" w:line="240" w:lineRule="auto"/>
        <w:ind w:left="72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DA0105" w:rsidRPr="002C5723" w:rsidRDefault="00DA0105" w:rsidP="00DA0105">
      <w:pPr>
        <w:spacing w:after="0" w:line="240" w:lineRule="auto"/>
        <w:ind w:left="360" w:right="-4"/>
        <w:rPr>
          <w:rFonts w:eastAsia="Times New Roman" w:cstheme="minorHAnsi"/>
          <w:sz w:val="16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360" w:right="-4"/>
        <w:rPr>
          <w:rFonts w:eastAsia="Times New Roman" w:cstheme="minorHAnsi"/>
          <w:sz w:val="16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4199AA" wp14:editId="72B0E54C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5D9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DA0105" w:rsidRPr="002C5723" w:rsidRDefault="00DA0105" w:rsidP="00DA0105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2. Dane dotyczące firmy:</w:t>
      </w:r>
    </w:p>
    <w:p w:rsidR="00DA0105" w:rsidRPr="002C5723" w:rsidRDefault="00DA0105" w:rsidP="00DA0105">
      <w:pPr>
        <w:spacing w:after="60" w:line="240" w:lineRule="auto"/>
        <w:ind w:left="72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Imię Nazwisko osoby (osób) upoważnionych do podpisania umowy: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br/>
        <w:t>…………………………………………………………………………………………………………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Nazwa firmy: 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Adres firmy: …………………………………………………………………………………………………………</w:t>
      </w:r>
    </w:p>
    <w:p w:rsidR="00DA0105" w:rsidRPr="002C5723" w:rsidRDefault="00DA0105" w:rsidP="00DA0105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telefonu: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0……/ ………………………………….………………</w:t>
      </w:r>
    </w:p>
    <w:p w:rsidR="00DA0105" w:rsidRPr="002C5723" w:rsidRDefault="00DA0105" w:rsidP="00DA0105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faksu: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0.…/ ....................................</w:t>
      </w:r>
    </w:p>
    <w:p w:rsidR="00DA0105" w:rsidRPr="002C5723" w:rsidRDefault="00DA0105" w:rsidP="00DA0105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REGON: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..........................................  Numer NIP: ..........................................</w:t>
      </w:r>
    </w:p>
    <w:p w:rsidR="00DA0105" w:rsidRPr="002C5723" w:rsidRDefault="00DA0105" w:rsidP="00DA0105">
      <w:pPr>
        <w:spacing w:after="0" w:line="200" w:lineRule="atLeast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Adres kontaktowy email: ……………………………………………</w:t>
      </w:r>
    </w:p>
    <w:p w:rsidR="00DA0105" w:rsidRPr="002C5723" w:rsidRDefault="00DA0105" w:rsidP="00DA0105">
      <w:pPr>
        <w:spacing w:after="0" w:line="200" w:lineRule="atLeast"/>
        <w:ind w:left="930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930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930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Oświadczenia: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  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spełniam wszystkie warunki udziału w przetargu oraz akceptuję wymogi wymienione w dokumencie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lastRenderedPageBreak/>
        <w:t>Oświadczam, że akceptuję warunki funkcjonowania wymienione w dokumencie „Regulamin porządkowy w budynkach Centrum Technologicznego”.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:rsidR="00DA0105" w:rsidRPr="002C5723" w:rsidRDefault="00DA0105" w:rsidP="00DA0105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DA0105" w:rsidRPr="002C5723" w:rsidRDefault="00DA0105" w:rsidP="00DA0105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DA0105" w:rsidRPr="002C5723" w:rsidRDefault="00DA0105" w:rsidP="00DA0105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DA0105" w:rsidRPr="002C5723" w:rsidRDefault="00DA0105" w:rsidP="00DA0105">
      <w:pPr>
        <w:spacing w:after="24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dane zawarte w niniejszym formularzu są zgodne z prawdą.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DA0105" w:rsidRPr="002C5723" w:rsidTr="003335CA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Data: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KPT-DPR.725.</w:t>
      </w:r>
      <w:r>
        <w:rPr>
          <w:rFonts w:eastAsia="Times New Roman" w:cstheme="minorHAnsi"/>
          <w:sz w:val="20"/>
          <w:szCs w:val="20"/>
          <w:lang w:eastAsia="pl-PL"/>
        </w:rPr>
        <w:t>8.2020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Załącznik do oferty (wzór)</w:t>
      </w:r>
      <w:r w:rsidRPr="002C5723">
        <w:rPr>
          <w:rFonts w:eastAsia="Times New Roman" w:cstheme="minorHAnsi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Opis innowacyjności przedsięwzięcia gospodarczego</w:t>
      </w:r>
    </w:p>
    <w:p w:rsidR="00DA0105" w:rsidRPr="002C5723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A0105" w:rsidRPr="002C5723" w:rsidTr="003335CA">
        <w:tc>
          <w:tcPr>
            <w:tcW w:w="9212" w:type="dxa"/>
          </w:tcPr>
          <w:p w:rsidR="00DA0105" w:rsidRPr="002C5723" w:rsidRDefault="00DA0105" w:rsidP="00DA01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DA01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DA0105" w:rsidRPr="002C5723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DA0105" w:rsidRPr="002C5723" w:rsidTr="003335CA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Podpis osoby upoważnionej do reprezentowania podmiotu:</w:t>
            </w:r>
          </w:p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Data: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DA0105" w:rsidRPr="002C5723" w:rsidRDefault="00DA0105" w:rsidP="00DA0105">
      <w:pPr>
        <w:pStyle w:val="NormalnyWeb"/>
        <w:jc w:val="both"/>
        <w:rPr>
          <w:rFonts w:asciiTheme="minorHAnsi" w:hAnsiTheme="minorHAnsi" w:cstheme="minorHAnsi"/>
          <w:sz w:val="20"/>
          <w:szCs w:val="20"/>
        </w:rPr>
      </w:pPr>
    </w:p>
    <w:p w:rsidR="00DA0105" w:rsidRPr="002C5723" w:rsidRDefault="00DA0105" w:rsidP="00DA0105">
      <w:pPr>
        <w:rPr>
          <w:rFonts w:cstheme="minorHAnsi"/>
          <w:i/>
          <w:sz w:val="20"/>
          <w:szCs w:val="20"/>
        </w:rPr>
      </w:pPr>
    </w:p>
    <w:p w:rsidR="00011B4C" w:rsidRPr="00011B4C" w:rsidRDefault="00011B4C" w:rsidP="00011B4C"/>
    <w:sectPr w:rsidR="00011B4C" w:rsidRPr="00011B4C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754" w:rsidRDefault="005F3754" w:rsidP="00013907">
      <w:pPr>
        <w:spacing w:after="0" w:line="240" w:lineRule="auto"/>
      </w:pPr>
      <w:r>
        <w:separator/>
      </w:r>
    </w:p>
  </w:endnote>
  <w:endnote w:type="continuationSeparator" w:id="0">
    <w:p w:rsidR="005F3754" w:rsidRDefault="005F3754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020BCD">
      <w:rPr>
        <w:b/>
        <w:bCs/>
        <w:noProof/>
        <w:sz w:val="16"/>
        <w:szCs w:val="16"/>
      </w:rPr>
      <w:t>7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020BCD">
      <w:rPr>
        <w:b/>
        <w:bCs/>
        <w:noProof/>
        <w:sz w:val="16"/>
        <w:szCs w:val="16"/>
      </w:rPr>
      <w:t>7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754" w:rsidRDefault="005F3754" w:rsidP="00013907">
      <w:pPr>
        <w:spacing w:after="0" w:line="240" w:lineRule="auto"/>
      </w:pPr>
      <w:r>
        <w:separator/>
      </w:r>
    </w:p>
  </w:footnote>
  <w:footnote w:type="continuationSeparator" w:id="0">
    <w:p w:rsidR="005F3754" w:rsidRDefault="005F3754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DA010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19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6985" b="5715"/>
          <wp:wrapNone/>
          <wp:docPr id="3" name="Obraz 3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DA0105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-1647825</wp:posOffset>
          </wp:positionV>
          <wp:extent cx="7560310" cy="10694670"/>
          <wp:effectExtent l="0" t="0" r="2540" b="0"/>
          <wp:wrapNone/>
          <wp:docPr id="2" name="Obraz 2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DA010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-1642110</wp:posOffset>
          </wp:positionV>
          <wp:extent cx="7559040" cy="10692130"/>
          <wp:effectExtent l="0" t="0" r="3810" b="0"/>
          <wp:wrapNone/>
          <wp:docPr id="1" name="Obraz 1" descr="papier_bfe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papier_bfe-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7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54"/>
    <w:rsid w:val="00011B4C"/>
    <w:rsid w:val="00013907"/>
    <w:rsid w:val="000169C3"/>
    <w:rsid w:val="00020BCD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F7C45"/>
    <w:rsid w:val="003B0534"/>
    <w:rsid w:val="003F13E6"/>
    <w:rsid w:val="0041760F"/>
    <w:rsid w:val="00530311"/>
    <w:rsid w:val="0054724D"/>
    <w:rsid w:val="005E6617"/>
    <w:rsid w:val="005F3754"/>
    <w:rsid w:val="006104DC"/>
    <w:rsid w:val="0061396A"/>
    <w:rsid w:val="006A37F9"/>
    <w:rsid w:val="006D6F20"/>
    <w:rsid w:val="00712D4F"/>
    <w:rsid w:val="00783394"/>
    <w:rsid w:val="007919B7"/>
    <w:rsid w:val="0088010F"/>
    <w:rsid w:val="008F3A77"/>
    <w:rsid w:val="00964B25"/>
    <w:rsid w:val="009A3B76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C54A3F"/>
    <w:rsid w:val="00C67771"/>
    <w:rsid w:val="00C70C21"/>
    <w:rsid w:val="00D02D19"/>
    <w:rsid w:val="00D41BD2"/>
    <w:rsid w:val="00D72742"/>
    <w:rsid w:val="00D94917"/>
    <w:rsid w:val="00DA0105"/>
    <w:rsid w:val="00E24886"/>
    <w:rsid w:val="00EB622D"/>
    <w:rsid w:val="00EB6A60"/>
    <w:rsid w:val="00F65734"/>
    <w:rsid w:val="00FA4FFE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1"/>
    </o:shapelayout>
  </w:shapeDefaults>
  <w:decimalSymbol w:val=","/>
  <w:listSeparator w:val=";"/>
  <w15:docId w15:val="{49B328E2-2485-4626-8139-6801C596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1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2020\KPT_papier_black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2EA14-0181-4E01-93C7-6E2D7ADBF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KPT_papier_black_pl</Template>
  <TotalTime>0</TotalTime>
  <Pages>7</Pages>
  <Words>1189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3</cp:revision>
  <cp:lastPrinted>2017-12-18T13:05:00Z</cp:lastPrinted>
  <dcterms:created xsi:type="dcterms:W3CDTF">2020-07-31T10:03:00Z</dcterms:created>
  <dcterms:modified xsi:type="dcterms:W3CDTF">2020-07-31T10:03:00Z</dcterms:modified>
</cp:coreProperties>
</file>