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FA" w:rsidRPr="001B04FA" w:rsidRDefault="001B04FA" w:rsidP="001B04FA">
      <w:pPr>
        <w:jc w:val="both"/>
        <w:rPr>
          <w:rFonts w:ascii="Calibri Light" w:hAnsi="Calibri Light" w:cs="Calibri Light"/>
          <w:sz w:val="20"/>
          <w:szCs w:val="20"/>
        </w:rPr>
      </w:pPr>
    </w:p>
    <w:p w:rsidR="0066241E" w:rsidRPr="003F2B73" w:rsidRDefault="0066241E" w:rsidP="0066241E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>
        <w:rPr>
          <w:rFonts w:cs="Calibri"/>
          <w:sz w:val="20"/>
          <w:szCs w:val="20"/>
        </w:rPr>
        <w:t>.1.2019</w:t>
      </w:r>
    </w:p>
    <w:p w:rsidR="0066241E" w:rsidRPr="003F2B73" w:rsidRDefault="0066241E" w:rsidP="0066241E">
      <w:pPr>
        <w:jc w:val="right"/>
        <w:rPr>
          <w:i/>
          <w:sz w:val="20"/>
          <w:szCs w:val="20"/>
        </w:rPr>
      </w:pPr>
    </w:p>
    <w:p w:rsidR="0066241E" w:rsidRPr="003F2B73" w:rsidRDefault="0066241E" w:rsidP="0066241E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66241E" w:rsidRPr="003F2B73" w:rsidRDefault="0066241E" w:rsidP="0066241E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66241E" w:rsidRPr="003F2B73" w:rsidRDefault="0066241E" w:rsidP="0066241E">
      <w:pPr>
        <w:ind w:left="2832"/>
        <w:rPr>
          <w:b/>
          <w:sz w:val="20"/>
          <w:szCs w:val="20"/>
        </w:rPr>
      </w:pPr>
    </w:p>
    <w:p w:rsidR="0066241E" w:rsidRPr="0066241E" w:rsidRDefault="0066241E" w:rsidP="0066241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 w:rsidRPr="0066241E">
        <w:rPr>
          <w:rFonts w:ascii="Calibri Light" w:hAnsi="Calibri Light" w:cs="Calibri Light"/>
          <w:b/>
          <w:color w:val="C62D54"/>
          <w:sz w:val="36"/>
          <w:szCs w:val="20"/>
        </w:rPr>
        <w:t>FORMULARZ OFERTOWY</w:t>
      </w:r>
    </w:p>
    <w:p w:rsidR="0066241E" w:rsidRPr="003F2B73" w:rsidRDefault="0066241E" w:rsidP="0066241E">
      <w:pPr>
        <w:ind w:left="1416" w:firstLine="708"/>
        <w:rPr>
          <w:b/>
          <w:sz w:val="20"/>
          <w:szCs w:val="20"/>
        </w:rPr>
      </w:pPr>
    </w:p>
    <w:p w:rsidR="0066241E" w:rsidRPr="003F2B73" w:rsidRDefault="0066241E" w:rsidP="0066241E">
      <w:pPr>
        <w:pStyle w:val="Tekstpodstawowy"/>
        <w:tabs>
          <w:tab w:val="left" w:pos="5245"/>
        </w:tabs>
        <w:spacing w:line="360" w:lineRule="auto"/>
        <w:rPr>
          <w:rFonts w:cs="Calibri"/>
          <w:sz w:val="20"/>
        </w:rPr>
      </w:pPr>
      <w:r w:rsidRPr="003F2B73">
        <w:rPr>
          <w:rFonts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66241E" w:rsidRPr="003F2B73" w:rsidRDefault="0066241E" w:rsidP="0066241E">
      <w:pPr>
        <w:pStyle w:val="Tekstpodstawowy"/>
        <w:spacing w:line="360" w:lineRule="auto"/>
        <w:rPr>
          <w:rFonts w:cs="Calibri"/>
          <w:sz w:val="20"/>
        </w:rPr>
      </w:pPr>
      <w:r w:rsidRPr="003F2B73">
        <w:rPr>
          <w:rFonts w:cs="Calibri"/>
          <w:sz w:val="20"/>
        </w:rPr>
        <w:t>jako upoważniony/</w:t>
      </w:r>
      <w:proofErr w:type="spellStart"/>
      <w:r w:rsidRPr="003F2B73">
        <w:rPr>
          <w:rFonts w:cs="Calibri"/>
          <w:sz w:val="20"/>
        </w:rPr>
        <w:t>nieni</w:t>
      </w:r>
      <w:proofErr w:type="spellEnd"/>
      <w:r w:rsidRPr="003F2B73">
        <w:rPr>
          <w:rFonts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66241E" w:rsidRPr="003F2B73" w:rsidRDefault="0066241E" w:rsidP="0066241E">
      <w:pPr>
        <w:pStyle w:val="Tekstpodstawowy"/>
        <w:spacing w:line="360" w:lineRule="auto"/>
        <w:rPr>
          <w:rFonts w:cs="Calibri"/>
          <w:sz w:val="20"/>
        </w:rPr>
      </w:pPr>
      <w:r w:rsidRPr="003F2B73">
        <w:rPr>
          <w:rFonts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66241E" w:rsidRPr="003F2B73" w:rsidRDefault="0066241E" w:rsidP="0066241E">
      <w:pPr>
        <w:pStyle w:val="Tekstpodstawowy"/>
        <w:spacing w:line="360" w:lineRule="auto"/>
        <w:rPr>
          <w:rFonts w:cs="Calibri"/>
          <w:sz w:val="20"/>
        </w:rPr>
      </w:pPr>
      <w:r w:rsidRPr="003F2B73">
        <w:rPr>
          <w:rFonts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66241E" w:rsidRPr="003F2B73" w:rsidRDefault="0066241E" w:rsidP="0066241E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66241E" w:rsidRPr="003F2B73" w:rsidRDefault="0066241E" w:rsidP="0066241E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66241E" w:rsidRPr="003F2B73" w:rsidRDefault="0066241E" w:rsidP="0066241E">
      <w:pPr>
        <w:spacing w:line="360" w:lineRule="auto"/>
        <w:rPr>
          <w:sz w:val="20"/>
          <w:szCs w:val="20"/>
        </w:rPr>
      </w:pPr>
    </w:p>
    <w:p w:rsidR="0066241E" w:rsidRPr="003F2B73" w:rsidRDefault="0066241E" w:rsidP="0066241E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Pr="003F2B73">
        <w:rPr>
          <w:b/>
          <w:sz w:val="20"/>
          <w:szCs w:val="20"/>
        </w:rPr>
        <w:t xml:space="preserve">Moduł B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358,73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 – wynosi: </w:t>
      </w:r>
    </w:p>
    <w:p w:rsidR="0066241E" w:rsidRPr="003F2B73" w:rsidRDefault="0066241E" w:rsidP="0066241E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66241E" w:rsidRPr="003F2B73" w:rsidTr="00E210AA">
        <w:trPr>
          <w:trHeight w:val="394"/>
        </w:trPr>
        <w:tc>
          <w:tcPr>
            <w:tcW w:w="9322" w:type="dxa"/>
            <w:vAlign w:val="center"/>
          </w:tcPr>
          <w:p w:rsidR="0066241E" w:rsidRPr="003F2B73" w:rsidRDefault="0066241E" w:rsidP="0066241E">
            <w:pPr>
              <w:numPr>
                <w:ilvl w:val="1"/>
                <w:numId w:val="24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66241E" w:rsidRPr="003F2B73" w:rsidTr="00E210AA">
        <w:trPr>
          <w:trHeight w:val="567"/>
        </w:trPr>
        <w:tc>
          <w:tcPr>
            <w:tcW w:w="9322" w:type="dxa"/>
          </w:tcPr>
          <w:p w:rsidR="0066241E" w:rsidRPr="003F2B73" w:rsidRDefault="0066241E" w:rsidP="00E210AA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66241E" w:rsidRPr="003F2B73" w:rsidRDefault="0066241E" w:rsidP="00E210AA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66241E" w:rsidRPr="003F2B73" w:rsidRDefault="0066241E" w:rsidP="0066241E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66241E" w:rsidRPr="003F2B73" w:rsidRDefault="0066241E" w:rsidP="0066241E">
      <w:pPr>
        <w:numPr>
          <w:ilvl w:val="1"/>
          <w:numId w:val="24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66241E" w:rsidRPr="003F2B73" w:rsidRDefault="0066241E" w:rsidP="0066241E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66241E" w:rsidRPr="003F2B73" w:rsidTr="00E210AA">
        <w:trPr>
          <w:trHeight w:val="394"/>
        </w:trPr>
        <w:tc>
          <w:tcPr>
            <w:tcW w:w="4606" w:type="dxa"/>
            <w:vAlign w:val="center"/>
          </w:tcPr>
          <w:p w:rsidR="0066241E" w:rsidRPr="003F2B73" w:rsidRDefault="0066241E" w:rsidP="00E210AA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66241E" w:rsidRPr="003F2B73" w:rsidRDefault="0066241E" w:rsidP="00E210AA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66241E" w:rsidRPr="003F2B73" w:rsidRDefault="0066241E" w:rsidP="0066241E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66241E" w:rsidRPr="003F2B73" w:rsidRDefault="0066241E" w:rsidP="0066241E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66241E" w:rsidRPr="003F2B73" w:rsidTr="00E210AA">
        <w:trPr>
          <w:trHeight w:val="539"/>
        </w:trPr>
        <w:tc>
          <w:tcPr>
            <w:tcW w:w="9606" w:type="dxa"/>
            <w:gridSpan w:val="3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66241E" w:rsidRPr="003F2B73" w:rsidRDefault="0066241E" w:rsidP="0066241E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66241E" w:rsidRPr="003F2B73" w:rsidRDefault="0066241E" w:rsidP="0066241E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66241E" w:rsidRPr="003F2B73" w:rsidTr="00E210AA">
        <w:trPr>
          <w:trHeight w:val="394"/>
        </w:trPr>
        <w:tc>
          <w:tcPr>
            <w:tcW w:w="9606" w:type="dxa"/>
            <w:gridSpan w:val="3"/>
            <w:vAlign w:val="center"/>
          </w:tcPr>
          <w:p w:rsidR="0066241E" w:rsidRPr="003F2B73" w:rsidRDefault="0066241E" w:rsidP="00E210AA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66241E" w:rsidRPr="003F2B73" w:rsidRDefault="0066241E" w:rsidP="0066241E">
      <w:pPr>
        <w:ind w:left="720" w:right="-4"/>
        <w:rPr>
          <w:rFonts w:cs="Arial"/>
          <w:b/>
          <w:sz w:val="20"/>
          <w:szCs w:val="20"/>
        </w:rPr>
      </w:pPr>
    </w:p>
    <w:p w:rsidR="0066241E" w:rsidRPr="003F2B73" w:rsidRDefault="0066241E" w:rsidP="0066241E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66241E" w:rsidRPr="003F2B73" w:rsidTr="00E210AA">
        <w:trPr>
          <w:trHeight w:val="394"/>
        </w:trPr>
        <w:tc>
          <w:tcPr>
            <w:tcW w:w="2943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66241E" w:rsidRPr="003F2B73" w:rsidRDefault="0066241E" w:rsidP="00E210AA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66241E" w:rsidRPr="003F2B73" w:rsidRDefault="0066241E" w:rsidP="0066241E">
      <w:pPr>
        <w:ind w:left="720" w:right="-4"/>
        <w:rPr>
          <w:rFonts w:cs="Arial"/>
          <w:b/>
          <w:sz w:val="20"/>
          <w:szCs w:val="20"/>
        </w:rPr>
      </w:pPr>
    </w:p>
    <w:p w:rsidR="0066241E" w:rsidRPr="003F2B73" w:rsidRDefault="0066241E" w:rsidP="0066241E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66241E" w:rsidRPr="003F2B73" w:rsidRDefault="0066241E" w:rsidP="0066241E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66241E" w:rsidRPr="003F2B73" w:rsidRDefault="0066241E" w:rsidP="0066241E">
      <w:pPr>
        <w:ind w:left="360" w:right="-4"/>
        <w:rPr>
          <w:rFonts w:cs="Arial"/>
          <w:sz w:val="20"/>
          <w:szCs w:val="20"/>
        </w:rPr>
      </w:pPr>
    </w:p>
    <w:p w:rsidR="0066241E" w:rsidRPr="003F2B73" w:rsidRDefault="0066241E" w:rsidP="0066241E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19E2E" wp14:editId="2F9E181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331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66241E" w:rsidRPr="003F2B73" w:rsidRDefault="0066241E" w:rsidP="0066241E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66241E" w:rsidRPr="003F2B73" w:rsidRDefault="0066241E" w:rsidP="0066241E">
      <w:pPr>
        <w:spacing w:after="60"/>
        <w:ind w:left="720"/>
        <w:rPr>
          <w:b/>
          <w:sz w:val="20"/>
          <w:szCs w:val="20"/>
          <w:u w:val="single"/>
        </w:rPr>
      </w:pPr>
    </w:p>
    <w:p w:rsidR="0066241E" w:rsidRPr="0066241E" w:rsidRDefault="0066241E" w:rsidP="0066241E">
      <w:pPr>
        <w:spacing w:after="60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66241E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:rsidR="0066241E" w:rsidRPr="0066241E" w:rsidRDefault="0066241E" w:rsidP="0066241E">
      <w:pPr>
        <w:spacing w:after="60"/>
        <w:ind w:left="930"/>
        <w:rPr>
          <w:sz w:val="20"/>
          <w:szCs w:val="20"/>
        </w:rPr>
      </w:pPr>
      <w:r w:rsidRPr="0066241E">
        <w:rPr>
          <w:sz w:val="20"/>
          <w:szCs w:val="20"/>
        </w:rPr>
        <w:t>Nazwa firmy: …………………………………………………………………………………………………………………………………………….</w:t>
      </w:r>
    </w:p>
    <w:p w:rsidR="0066241E" w:rsidRPr="0066241E" w:rsidRDefault="0066241E" w:rsidP="0066241E">
      <w:pPr>
        <w:spacing w:after="60"/>
        <w:ind w:left="930"/>
        <w:rPr>
          <w:sz w:val="20"/>
          <w:szCs w:val="20"/>
        </w:rPr>
      </w:pPr>
      <w:r w:rsidRPr="0066241E">
        <w:rPr>
          <w:sz w:val="20"/>
          <w:szCs w:val="20"/>
        </w:rPr>
        <w:t>Adres firmy: ………………………………………………………………………………………………………………………………………………</w:t>
      </w:r>
    </w:p>
    <w:p w:rsidR="0066241E" w:rsidRPr="0066241E" w:rsidRDefault="0066241E" w:rsidP="0066241E">
      <w:pPr>
        <w:spacing w:after="60" w:line="360" w:lineRule="auto"/>
        <w:ind w:left="930"/>
        <w:rPr>
          <w:sz w:val="20"/>
          <w:szCs w:val="20"/>
        </w:rPr>
      </w:pPr>
      <w:r w:rsidRPr="0066241E">
        <w:rPr>
          <w:sz w:val="20"/>
          <w:szCs w:val="20"/>
        </w:rPr>
        <w:t>Numer telefonu:</w:t>
      </w:r>
      <w:r w:rsidRPr="0066241E">
        <w:rPr>
          <w:sz w:val="20"/>
          <w:szCs w:val="20"/>
        </w:rPr>
        <w:tab/>
        <w:t>0……/ ………………………………….………………</w:t>
      </w:r>
    </w:p>
    <w:p w:rsidR="0066241E" w:rsidRPr="0066241E" w:rsidRDefault="0066241E" w:rsidP="0066241E">
      <w:pPr>
        <w:spacing w:after="60" w:line="360" w:lineRule="auto"/>
        <w:ind w:left="930"/>
        <w:rPr>
          <w:sz w:val="20"/>
          <w:szCs w:val="20"/>
        </w:rPr>
      </w:pPr>
      <w:r w:rsidRPr="0066241E">
        <w:rPr>
          <w:sz w:val="20"/>
          <w:szCs w:val="20"/>
        </w:rPr>
        <w:t>Numer faksu:</w:t>
      </w:r>
      <w:r w:rsidRPr="0066241E">
        <w:rPr>
          <w:sz w:val="20"/>
          <w:szCs w:val="20"/>
        </w:rPr>
        <w:tab/>
        <w:t>0.…/ ....................................</w:t>
      </w:r>
    </w:p>
    <w:p w:rsidR="0066241E" w:rsidRPr="0066241E" w:rsidRDefault="0066241E" w:rsidP="0066241E">
      <w:pPr>
        <w:spacing w:after="60" w:line="360" w:lineRule="auto"/>
        <w:ind w:left="930"/>
        <w:rPr>
          <w:sz w:val="20"/>
          <w:szCs w:val="20"/>
        </w:rPr>
      </w:pPr>
      <w:r w:rsidRPr="0066241E">
        <w:rPr>
          <w:sz w:val="20"/>
          <w:szCs w:val="20"/>
        </w:rPr>
        <w:t>Numer REGON:</w:t>
      </w:r>
      <w:r w:rsidRPr="0066241E">
        <w:rPr>
          <w:sz w:val="20"/>
          <w:szCs w:val="20"/>
        </w:rPr>
        <w:tab/>
        <w:t>..........................................  Numer NIP: ..........................................</w:t>
      </w:r>
    </w:p>
    <w:p w:rsidR="0066241E" w:rsidRPr="003F2B73" w:rsidRDefault="0066241E" w:rsidP="0066241E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66241E" w:rsidRPr="003F2B73" w:rsidRDefault="0066241E" w:rsidP="0066241E">
      <w:pPr>
        <w:ind w:left="930"/>
        <w:jc w:val="both"/>
        <w:rPr>
          <w:b/>
          <w:sz w:val="20"/>
          <w:szCs w:val="20"/>
        </w:rPr>
      </w:pPr>
    </w:p>
    <w:p w:rsidR="0066241E" w:rsidRPr="003F2B73" w:rsidRDefault="0066241E" w:rsidP="0066241E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66241E" w:rsidRPr="003F2B73" w:rsidRDefault="0066241E" w:rsidP="0066241E">
      <w:pPr>
        <w:rPr>
          <w:rFonts w:cs="Arial"/>
          <w:b/>
          <w:sz w:val="20"/>
          <w:szCs w:val="20"/>
        </w:rPr>
      </w:pPr>
    </w:p>
    <w:p w:rsidR="0066241E" w:rsidRPr="003F2B73" w:rsidRDefault="0066241E" w:rsidP="0066241E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66241E" w:rsidRPr="003F2B73" w:rsidRDefault="0066241E" w:rsidP="0066241E">
      <w:pPr>
        <w:rPr>
          <w:rFonts w:cs="Arial"/>
          <w:i/>
          <w:sz w:val="20"/>
          <w:szCs w:val="20"/>
        </w:rPr>
      </w:pPr>
    </w:p>
    <w:p w:rsidR="0066241E" w:rsidRPr="003F2B73" w:rsidRDefault="0066241E" w:rsidP="0066241E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66241E" w:rsidRPr="003F2B73" w:rsidRDefault="0066241E" w:rsidP="0066241E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66241E" w:rsidRPr="003F2B73" w:rsidRDefault="0066241E" w:rsidP="0066241E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66241E" w:rsidRPr="003F2B73" w:rsidRDefault="0066241E" w:rsidP="0066241E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66241E" w:rsidRPr="003F2B73" w:rsidRDefault="0066241E" w:rsidP="0066241E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66241E" w:rsidRPr="003F2B73" w:rsidRDefault="0066241E" w:rsidP="0066241E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66241E" w:rsidRPr="003F2B73" w:rsidRDefault="0066241E" w:rsidP="0066241E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66241E" w:rsidRPr="003F2B73" w:rsidRDefault="0066241E" w:rsidP="0066241E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66241E" w:rsidRPr="003F2B73" w:rsidRDefault="0066241E" w:rsidP="0066241E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66241E" w:rsidRPr="003F2B73" w:rsidRDefault="0066241E" w:rsidP="0066241E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66241E" w:rsidRPr="003F2B73" w:rsidRDefault="0066241E" w:rsidP="0066241E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66241E" w:rsidRPr="003F2B73" w:rsidTr="00E210A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66241E" w:rsidRPr="003F2B73" w:rsidRDefault="0066241E" w:rsidP="0066241E">
      <w:pPr>
        <w:rPr>
          <w:rFonts w:cs="Arial"/>
          <w:sz w:val="20"/>
          <w:szCs w:val="20"/>
        </w:rPr>
      </w:pPr>
    </w:p>
    <w:p w:rsidR="0066241E" w:rsidRPr="003F2B73" w:rsidRDefault="0066241E" w:rsidP="0066241E">
      <w:pPr>
        <w:rPr>
          <w:sz w:val="20"/>
          <w:szCs w:val="20"/>
        </w:rPr>
      </w:pPr>
    </w:p>
    <w:p w:rsidR="0066241E" w:rsidRDefault="0066241E" w:rsidP="0066241E">
      <w:pPr>
        <w:rPr>
          <w:sz w:val="20"/>
          <w:szCs w:val="20"/>
        </w:rPr>
      </w:pPr>
    </w:p>
    <w:p w:rsidR="0066241E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1</w:t>
      </w:r>
      <w:r>
        <w:rPr>
          <w:rFonts w:cs="Calibri"/>
          <w:sz w:val="20"/>
          <w:szCs w:val="20"/>
        </w:rPr>
        <w:t>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9</w:t>
      </w:r>
      <w:bookmarkStart w:id="0" w:name="_GoBack"/>
      <w:bookmarkEnd w:id="0"/>
    </w:p>
    <w:p w:rsidR="0066241E" w:rsidRPr="003F2B73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66241E" w:rsidRPr="003F2B73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jc w:val="center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Cs w:val="20"/>
        </w:rPr>
        <w:t>Opis innowacyjności przedsięwzięcia gospodarczego</w:t>
      </w:r>
    </w:p>
    <w:p w:rsidR="0066241E" w:rsidRPr="003F2B73" w:rsidRDefault="0066241E" w:rsidP="0066241E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6241E" w:rsidRPr="003F2B73" w:rsidTr="00E210AA">
        <w:tc>
          <w:tcPr>
            <w:tcW w:w="9212" w:type="dxa"/>
          </w:tcPr>
          <w:p w:rsidR="0066241E" w:rsidRPr="003F2B73" w:rsidRDefault="0066241E" w:rsidP="0066241E">
            <w:pPr>
              <w:numPr>
                <w:ilvl w:val="0"/>
                <w:numId w:val="25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66241E">
            <w:pPr>
              <w:numPr>
                <w:ilvl w:val="0"/>
                <w:numId w:val="25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66241E" w:rsidRPr="003F2B73" w:rsidTr="00E210AA">
        <w:tc>
          <w:tcPr>
            <w:tcW w:w="9212" w:type="dxa"/>
          </w:tcPr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  <w:p w:rsidR="0066241E" w:rsidRPr="003F2B73" w:rsidRDefault="0066241E" w:rsidP="00E210AA">
            <w:pPr>
              <w:rPr>
                <w:sz w:val="20"/>
                <w:szCs w:val="20"/>
              </w:rPr>
            </w:pPr>
          </w:p>
        </w:tc>
      </w:tr>
    </w:tbl>
    <w:p w:rsidR="0066241E" w:rsidRPr="003F2B73" w:rsidRDefault="0066241E" w:rsidP="0066241E">
      <w:pPr>
        <w:jc w:val="center"/>
        <w:rPr>
          <w:rFonts w:cs="Arial"/>
          <w:b/>
          <w:sz w:val="20"/>
          <w:szCs w:val="20"/>
        </w:rPr>
      </w:pPr>
    </w:p>
    <w:p w:rsidR="0066241E" w:rsidRPr="003F2B73" w:rsidRDefault="0066241E" w:rsidP="0066241E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66241E" w:rsidRPr="003F2B73" w:rsidTr="00E210A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41E" w:rsidRPr="003F2B73" w:rsidRDefault="0066241E" w:rsidP="00E210AA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66241E" w:rsidRPr="003F2B73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rPr>
          <w:sz w:val="20"/>
          <w:szCs w:val="20"/>
        </w:rPr>
      </w:pPr>
    </w:p>
    <w:p w:rsidR="0066241E" w:rsidRPr="003F2B73" w:rsidRDefault="0066241E" w:rsidP="0066241E">
      <w:pPr>
        <w:rPr>
          <w:sz w:val="20"/>
          <w:szCs w:val="20"/>
        </w:rPr>
      </w:pPr>
    </w:p>
    <w:p w:rsidR="00C54A3F" w:rsidRPr="001B04FA" w:rsidRDefault="00C54A3F" w:rsidP="00B81FF6">
      <w:pPr>
        <w:spacing w:line="248" w:lineRule="atLeast"/>
        <w:rPr>
          <w:rFonts w:cstheme="minorHAnsi"/>
          <w:sz w:val="20"/>
          <w:szCs w:val="20"/>
        </w:rPr>
      </w:pPr>
    </w:p>
    <w:sectPr w:rsidR="00C54A3F" w:rsidRPr="001B04FA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EA" w:rsidRDefault="00A07FEA" w:rsidP="00013907">
      <w:pPr>
        <w:spacing w:after="0" w:line="240" w:lineRule="auto"/>
      </w:pPr>
      <w:r>
        <w:separator/>
      </w:r>
    </w:p>
  </w:endnote>
  <w:end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66241E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66241E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EA" w:rsidRDefault="00A07FEA" w:rsidP="00013907">
      <w:pPr>
        <w:spacing w:after="0" w:line="240" w:lineRule="auto"/>
      </w:pPr>
      <w:r>
        <w:separator/>
      </w:r>
    </w:p>
  </w:footnote>
  <w:foot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66241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66241E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66241E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F392B"/>
    <w:multiLevelType w:val="hybridMultilevel"/>
    <w:tmpl w:val="65980BA2"/>
    <w:lvl w:ilvl="0" w:tplc="D1EC02FC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81F08"/>
    <w:multiLevelType w:val="hybridMultilevel"/>
    <w:tmpl w:val="F0663A8C"/>
    <w:lvl w:ilvl="0" w:tplc="4894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32019"/>
    <w:multiLevelType w:val="hybridMultilevel"/>
    <w:tmpl w:val="D016901E"/>
    <w:lvl w:ilvl="0" w:tplc="66B8146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8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C5427"/>
    <w:multiLevelType w:val="multilevel"/>
    <w:tmpl w:val="AC8C1F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eastAsia="Lucida Sans Unicode" w:hAnsi="Calibri" w:cs="Calibri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2" w15:restartNumberingAfterBreak="0">
    <w:nsid w:val="77136638"/>
    <w:multiLevelType w:val="hybridMultilevel"/>
    <w:tmpl w:val="67628E56"/>
    <w:lvl w:ilvl="0" w:tplc="D1EC02FC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455A2"/>
    <w:multiLevelType w:val="hybridMultilevel"/>
    <w:tmpl w:val="0798CB56"/>
    <w:lvl w:ilvl="0" w:tplc="2D2EB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7"/>
  </w:num>
  <w:num w:numId="4">
    <w:abstractNumId w:val="1"/>
  </w:num>
  <w:num w:numId="5">
    <w:abstractNumId w:val="4"/>
  </w:num>
  <w:num w:numId="6">
    <w:abstractNumId w:val="12"/>
  </w:num>
  <w:num w:numId="7">
    <w:abstractNumId w:val="5"/>
  </w:num>
  <w:num w:numId="8">
    <w:abstractNumId w:val="18"/>
  </w:num>
  <w:num w:numId="9">
    <w:abstractNumId w:val="19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5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20"/>
  </w:num>
  <w:num w:numId="19">
    <w:abstractNumId w:val="22"/>
  </w:num>
  <w:num w:numId="20">
    <w:abstractNumId w:val="10"/>
  </w:num>
  <w:num w:numId="21">
    <w:abstractNumId w:val="16"/>
  </w:num>
  <w:num w:numId="22">
    <w:abstractNumId w:val="13"/>
  </w:num>
  <w:num w:numId="23">
    <w:abstractNumId w:val="23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EA"/>
    <w:rsid w:val="00013907"/>
    <w:rsid w:val="00080CDE"/>
    <w:rsid w:val="00083FF5"/>
    <w:rsid w:val="000A699F"/>
    <w:rsid w:val="000D0BB0"/>
    <w:rsid w:val="000D1E01"/>
    <w:rsid w:val="00130AB3"/>
    <w:rsid w:val="00135D6A"/>
    <w:rsid w:val="001470D6"/>
    <w:rsid w:val="001872B4"/>
    <w:rsid w:val="001B04FA"/>
    <w:rsid w:val="001F5009"/>
    <w:rsid w:val="00295A36"/>
    <w:rsid w:val="00297F04"/>
    <w:rsid w:val="002A3146"/>
    <w:rsid w:val="002B456A"/>
    <w:rsid w:val="002D1E7C"/>
    <w:rsid w:val="002F7C45"/>
    <w:rsid w:val="00373D0B"/>
    <w:rsid w:val="003B0534"/>
    <w:rsid w:val="003B3EB3"/>
    <w:rsid w:val="003F13E6"/>
    <w:rsid w:val="0040666C"/>
    <w:rsid w:val="0041760F"/>
    <w:rsid w:val="00511D72"/>
    <w:rsid w:val="00530311"/>
    <w:rsid w:val="0054724D"/>
    <w:rsid w:val="005E6617"/>
    <w:rsid w:val="006104DC"/>
    <w:rsid w:val="0066241E"/>
    <w:rsid w:val="0069368A"/>
    <w:rsid w:val="006A37F9"/>
    <w:rsid w:val="006D6F20"/>
    <w:rsid w:val="00712D4F"/>
    <w:rsid w:val="00783394"/>
    <w:rsid w:val="007919B7"/>
    <w:rsid w:val="007B1DB7"/>
    <w:rsid w:val="00803413"/>
    <w:rsid w:val="0088010F"/>
    <w:rsid w:val="008F3A77"/>
    <w:rsid w:val="00964B25"/>
    <w:rsid w:val="009A3B76"/>
    <w:rsid w:val="009C6BC5"/>
    <w:rsid w:val="00A07FEA"/>
    <w:rsid w:val="00AC6384"/>
    <w:rsid w:val="00B13E06"/>
    <w:rsid w:val="00B2220F"/>
    <w:rsid w:val="00B419FB"/>
    <w:rsid w:val="00B51346"/>
    <w:rsid w:val="00B81FF6"/>
    <w:rsid w:val="00BB32C2"/>
    <w:rsid w:val="00BC5E7B"/>
    <w:rsid w:val="00BE6C50"/>
    <w:rsid w:val="00C54A3F"/>
    <w:rsid w:val="00C70C21"/>
    <w:rsid w:val="00D02D19"/>
    <w:rsid w:val="00D41BD2"/>
    <w:rsid w:val="00D66A53"/>
    <w:rsid w:val="00D72742"/>
    <w:rsid w:val="00D94917"/>
    <w:rsid w:val="00E0713E"/>
    <w:rsid w:val="00E24886"/>
    <w:rsid w:val="00E847F8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0467A77F"/>
  <w15:docId w15:val="{5EFDDB7B-746D-4212-BF75-47AF7E07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1B04FA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B04FA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1B04FA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B04FA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B04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4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1B04FA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1B04FA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B04FA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1B04FA"/>
    <w:rPr>
      <w:b/>
      <w:bCs/>
      <w:i/>
      <w:iCs/>
      <w:color w:val="4F81BD"/>
    </w:rPr>
  </w:style>
  <w:style w:type="table" w:styleId="Tabela-Siatka">
    <w:name w:val="Table Grid"/>
    <w:basedOn w:val="Standardowy"/>
    <w:uiPriority w:val="39"/>
    <w:rsid w:val="00E0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D7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26E85-E255-45F7-8A86-D28005C2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11</TotalTime>
  <Pages>7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5</cp:revision>
  <cp:lastPrinted>2019-01-04T06:42:00Z</cp:lastPrinted>
  <dcterms:created xsi:type="dcterms:W3CDTF">2019-01-03T13:32:00Z</dcterms:created>
  <dcterms:modified xsi:type="dcterms:W3CDTF">2019-01-04T06:45:00Z</dcterms:modified>
</cp:coreProperties>
</file>