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E6F" w:rsidRPr="006111F0" w:rsidRDefault="00AE248A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6111F0">
        <w:rPr>
          <w:rFonts w:ascii="Arial Narrow" w:eastAsia="Times New Roman" w:hAnsi="Arial Narrow" w:cs="Calibri"/>
          <w:lang w:eastAsia="pl-PL"/>
        </w:rPr>
        <w:t>KPT-DPR.725.2</w:t>
      </w:r>
      <w:r w:rsidR="00C85E6F" w:rsidRPr="006111F0">
        <w:rPr>
          <w:rFonts w:ascii="Arial Narrow" w:eastAsia="Times New Roman" w:hAnsi="Arial Narrow" w:cs="Calibri"/>
          <w:lang w:eastAsia="pl-PL"/>
        </w:rPr>
        <w:t>.2021</w:t>
      </w:r>
    </w:p>
    <w:p w:rsidR="00C85E6F" w:rsidRPr="006111F0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6111F0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6111F0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6111F0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6111F0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6111F0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6111F0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6111F0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6111F0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6111F0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6111F0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6111F0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6111F0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6111F0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jako upoważniony/nieni przedstawiciel/le firmy: ...................................................................................................................................................................</w:t>
      </w:r>
    </w:p>
    <w:p w:rsidR="00C85E6F" w:rsidRPr="006111F0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6111F0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…………………………………………………………………………………………………………..</w:t>
      </w:r>
    </w:p>
    <w:p w:rsidR="00C85E6F" w:rsidRPr="006111F0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6111F0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11F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6111F0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6111F0" w:rsidRDefault="00C85E6F" w:rsidP="006111F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11F0">
        <w:rPr>
          <w:rFonts w:ascii="Arial" w:eastAsia="Times New Roman" w:hAnsi="Arial" w:cs="Arial"/>
          <w:b/>
          <w:sz w:val="20"/>
          <w:szCs w:val="20"/>
          <w:lang w:eastAsia="pl-PL"/>
        </w:rPr>
        <w:t>1.</w:t>
      </w:r>
      <w:r w:rsidR="00083FDF" w:rsidRPr="006111F0">
        <w:rPr>
          <w:rFonts w:ascii="Arial" w:eastAsia="Times New Roman" w:hAnsi="Arial" w:cs="Arial"/>
          <w:b/>
          <w:sz w:val="20"/>
          <w:szCs w:val="20"/>
          <w:lang w:eastAsia="pl-PL"/>
        </w:rPr>
        <w:t>1.</w:t>
      </w:r>
      <w:r w:rsidRPr="006111F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111F0" w:rsidRPr="006111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</w:t>
      </w:r>
      <w:r w:rsidR="00AA70FE" w:rsidRPr="006111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omieszczenie pow. 392,00 m</w:t>
      </w:r>
      <w:r w:rsidR="00AA70FE" w:rsidRPr="006111F0">
        <w:rPr>
          <w:rFonts w:ascii="Arial" w:eastAsia="Times New Roman" w:hAnsi="Arial" w:cs="Arial"/>
          <w:b/>
          <w:bCs/>
          <w:color w:val="000000"/>
          <w:sz w:val="20"/>
          <w:szCs w:val="20"/>
          <w:vertAlign w:val="superscript"/>
          <w:lang w:eastAsia="pl-PL"/>
        </w:rPr>
        <w:t>2 </w:t>
      </w:r>
      <w:r w:rsidR="00AA70FE" w:rsidRPr="006111F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Moduł F</w:t>
      </w:r>
      <w:r w:rsidR="00AA70FE" w:rsidRPr="006111F0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 </w:t>
      </w:r>
      <w:r w:rsidRPr="006111F0">
        <w:rPr>
          <w:rFonts w:ascii="Arial" w:eastAsia="Calibri" w:hAnsi="Arial" w:cs="Arial"/>
          <w:b/>
          <w:sz w:val="20"/>
        </w:rPr>
        <w:t>znajdujące się na poziomie 1 budynku laboratoryjno – produkcyjnego OULU o łącznej powierzchni użytkowej 4 245,62 m², położonego w Kielcach przy ul. Olszewskiego 21.</w:t>
      </w:r>
    </w:p>
    <w:p w:rsidR="00C85E6F" w:rsidRPr="006111F0" w:rsidRDefault="00C85E6F" w:rsidP="00C85E6F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6111F0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6111F0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6111F0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111F0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083FDF" w:rsidRPr="006111F0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28</w:t>
            </w:r>
            <w:r w:rsidRPr="006111F0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,00 zł/m</w:t>
            </w:r>
            <w:r w:rsidRPr="006111F0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6111F0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6111F0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6111F0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&#13;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Nazwa firmy: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 firmy: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telefonu: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faksu: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6111F0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KPT-DPR.725.2</w:t>
      </w:r>
      <w:bookmarkStart w:id="0" w:name="_GoBack"/>
      <w:bookmarkEnd w:id="0"/>
      <w:r w:rsidR="00C85E6F" w:rsidRPr="00C85E6F"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/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F2C" w:rsidRDefault="00995F2C" w:rsidP="00013907">
      <w:pPr>
        <w:spacing w:after="0" w:line="240" w:lineRule="auto"/>
      </w:pPr>
      <w:r>
        <w:separator/>
      </w:r>
    </w:p>
  </w:endnote>
  <w:endnote w:type="continuationSeparator" w:id="0">
    <w:p w:rsidR="00995F2C" w:rsidRDefault="00995F2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F2C" w:rsidRDefault="00995F2C" w:rsidP="00013907">
      <w:pPr>
        <w:spacing w:after="0" w:line="240" w:lineRule="auto"/>
      </w:pPr>
      <w:r>
        <w:separator/>
      </w:r>
    </w:p>
  </w:footnote>
  <w:footnote w:type="continuationSeparator" w:id="0">
    <w:p w:rsidR="00995F2C" w:rsidRDefault="00995F2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995F2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995F2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6F"/>
    <w:rsid w:val="00011B4C"/>
    <w:rsid w:val="00013907"/>
    <w:rsid w:val="000169C3"/>
    <w:rsid w:val="00080CDE"/>
    <w:rsid w:val="00083FDF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51C22"/>
    <w:rsid w:val="003A1D66"/>
    <w:rsid w:val="003B0534"/>
    <w:rsid w:val="003F13E6"/>
    <w:rsid w:val="0041760F"/>
    <w:rsid w:val="00530311"/>
    <w:rsid w:val="0054724D"/>
    <w:rsid w:val="005E6617"/>
    <w:rsid w:val="006104DC"/>
    <w:rsid w:val="006111F0"/>
    <w:rsid w:val="0061396A"/>
    <w:rsid w:val="006A37F9"/>
    <w:rsid w:val="006C23DE"/>
    <w:rsid w:val="006D6F20"/>
    <w:rsid w:val="00712D4F"/>
    <w:rsid w:val="00783394"/>
    <w:rsid w:val="007919B7"/>
    <w:rsid w:val="0088010F"/>
    <w:rsid w:val="008F3A77"/>
    <w:rsid w:val="00964B25"/>
    <w:rsid w:val="00995F2C"/>
    <w:rsid w:val="009A3B76"/>
    <w:rsid w:val="009C6BC5"/>
    <w:rsid w:val="00AA55BC"/>
    <w:rsid w:val="00AA70FE"/>
    <w:rsid w:val="00AC6384"/>
    <w:rsid w:val="00AE248A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72742"/>
    <w:rsid w:val="00D94917"/>
    <w:rsid w:val="00E24886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E468EF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AA7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26EE5-46B0-3640-B243-781D451C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2</TotalTime>
  <Pages>6</Pages>
  <Words>1200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5</cp:revision>
  <cp:lastPrinted>2017-12-18T13:05:00Z</cp:lastPrinted>
  <dcterms:created xsi:type="dcterms:W3CDTF">2021-06-15T06:22:00Z</dcterms:created>
  <dcterms:modified xsi:type="dcterms:W3CDTF">2021-06-15T12:47:00Z</dcterms:modified>
</cp:coreProperties>
</file>