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F43" w:rsidRPr="004966DB" w:rsidRDefault="00AF6F43" w:rsidP="00AF6F43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4966DB">
        <w:rPr>
          <w:rFonts w:eastAsia="Times New Roman" w:cs="Calibri"/>
          <w:sz w:val="20"/>
          <w:szCs w:val="20"/>
          <w:lang w:eastAsia="pl-PL"/>
        </w:rPr>
        <w:t>KPT-DPR.725.</w:t>
      </w:r>
      <w:r w:rsidR="00D10D17">
        <w:rPr>
          <w:rFonts w:eastAsia="Times New Roman" w:cs="Calibri"/>
          <w:sz w:val="20"/>
          <w:szCs w:val="20"/>
          <w:lang w:eastAsia="pl-PL"/>
        </w:rPr>
        <w:t>4.2</w:t>
      </w:r>
      <w:r>
        <w:rPr>
          <w:rFonts w:eastAsia="Times New Roman" w:cs="Calibri"/>
          <w:sz w:val="20"/>
          <w:szCs w:val="20"/>
          <w:lang w:eastAsia="pl-PL"/>
        </w:rPr>
        <w:t>018</w:t>
      </w: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Załącznik nr 2 </w:t>
      </w: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do dokumentacji pn. </w:t>
      </w:r>
      <w:r w:rsidRPr="004966DB">
        <w:rPr>
          <w:rFonts w:eastAsia="Times New Roman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4966DB">
        <w:rPr>
          <w:rFonts w:eastAsia="Times New Roman" w:cs="Times New Roman"/>
          <w:b/>
          <w:bCs/>
          <w:i/>
          <w:sz w:val="20"/>
          <w:szCs w:val="20"/>
          <w:lang w:eastAsia="pl-PL"/>
        </w:rPr>
        <w:t xml:space="preserve">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AF6F43" w:rsidRPr="004966DB" w:rsidRDefault="00AF6F43" w:rsidP="00AF6F43">
      <w:pPr>
        <w:spacing w:after="0" w:line="240" w:lineRule="auto"/>
        <w:ind w:left="2832"/>
        <w:rPr>
          <w:rFonts w:eastAsia="Times New Roman" w:cs="Times New Roman"/>
          <w:b/>
          <w:sz w:val="20"/>
          <w:szCs w:val="20"/>
          <w:lang w:eastAsia="pl-PL"/>
        </w:rPr>
      </w:pPr>
    </w:p>
    <w:p w:rsidR="00AF6F43" w:rsidRPr="002E141D" w:rsidRDefault="00AF6F43" w:rsidP="002E141D">
      <w:pPr>
        <w:jc w:val="center"/>
        <w:rPr>
          <w:rFonts w:asciiTheme="majorHAnsi" w:hAnsiTheme="majorHAnsi"/>
          <w:b/>
          <w:color w:val="C62D54"/>
          <w:sz w:val="36"/>
          <w:szCs w:val="36"/>
        </w:rPr>
      </w:pPr>
      <w:r w:rsidRPr="002E141D">
        <w:rPr>
          <w:rFonts w:asciiTheme="majorHAnsi" w:hAnsiTheme="majorHAnsi"/>
          <w:b/>
          <w:color w:val="C62D54"/>
          <w:sz w:val="36"/>
          <w:szCs w:val="36"/>
        </w:rPr>
        <w:t>FORMULARZ OFERTOWY</w:t>
      </w:r>
    </w:p>
    <w:p w:rsidR="00AF6F43" w:rsidRPr="004966DB" w:rsidRDefault="00AF6F43" w:rsidP="00AF6F43">
      <w:pPr>
        <w:spacing w:after="0" w:line="240" w:lineRule="auto"/>
        <w:jc w:val="center"/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tabs>
          <w:tab w:val="left" w:pos="5245"/>
        </w:tabs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jako upoważniony/</w:t>
      </w:r>
      <w:proofErr w:type="spellStart"/>
      <w:r w:rsidRPr="004966DB">
        <w:rPr>
          <w:rFonts w:eastAsia="Times New Roman" w:cs="Arial"/>
          <w:sz w:val="20"/>
          <w:szCs w:val="20"/>
          <w:lang w:eastAsia="pl-PL"/>
        </w:rPr>
        <w:t>nieni</w:t>
      </w:r>
      <w:proofErr w:type="spellEnd"/>
      <w:r w:rsidRPr="004966DB">
        <w:rPr>
          <w:rFonts w:eastAsia="Times New Roman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AF6F43" w:rsidRPr="004966DB" w:rsidRDefault="00AF6F43" w:rsidP="00AF6F43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0" w:line="360" w:lineRule="auto"/>
        <w:rPr>
          <w:rFonts w:eastAsia="Times New Roman" w:cs="Times New Roman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4966DB">
        <w:rPr>
          <w:rFonts w:eastAsia="Times New Roman" w:cs="Times New Roman"/>
          <w:b/>
          <w:sz w:val="20"/>
          <w:szCs w:val="20"/>
          <w:lang w:eastAsia="pl-PL"/>
        </w:rPr>
        <w:t>1. Oświadczam/y, że oferowana przeze mnie/na</w:t>
      </w:r>
      <w:r>
        <w:rPr>
          <w:rFonts w:eastAsia="Times New Roman" w:cs="Times New Roman"/>
          <w:b/>
          <w:sz w:val="20"/>
          <w:szCs w:val="20"/>
          <w:lang w:eastAsia="pl-PL"/>
        </w:rPr>
        <w:t>s cena za m² powierzchni Moduł B hali ROMA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br/>
        <w:t>– o powierzchni</w:t>
      </w:r>
      <w:r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Pr="005423B2">
        <w:rPr>
          <w:b/>
          <w:sz w:val="20"/>
          <w:szCs w:val="20"/>
        </w:rPr>
        <w:t xml:space="preserve">579,88 m²  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t>.</w:t>
      </w:r>
    </w:p>
    <w:p w:rsidR="00AF6F43" w:rsidRPr="004966DB" w:rsidRDefault="00AF6F43" w:rsidP="00AF6F43">
      <w:pPr>
        <w:spacing w:after="0" w:line="360" w:lineRule="auto"/>
        <w:ind w:left="720"/>
        <w:rPr>
          <w:rFonts w:eastAsia="Times New Roman" w:cs="Times New Roman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AF6F43" w:rsidRPr="004966DB" w:rsidTr="00D67F88">
        <w:trPr>
          <w:trHeight w:val="394"/>
        </w:trPr>
        <w:tc>
          <w:tcPr>
            <w:tcW w:w="9322" w:type="dxa"/>
            <w:vAlign w:val="center"/>
          </w:tcPr>
          <w:p w:rsidR="00AF6F43" w:rsidRPr="004966DB" w:rsidRDefault="00AF6F43" w:rsidP="00AF6F4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Proponowana cena za m² (netto)/miesiąc</w:t>
            </w:r>
            <w:r w:rsidR="002E141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-</w:t>
            </w:r>
            <w:r w:rsidR="00D10D1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nie mniej niż 25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,00zł/m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AF6F43" w:rsidRPr="004966DB" w:rsidTr="00D67F88">
        <w:trPr>
          <w:trHeight w:val="567"/>
        </w:trPr>
        <w:tc>
          <w:tcPr>
            <w:tcW w:w="9322" w:type="dxa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AF6F43" w:rsidRPr="004966DB" w:rsidRDefault="00AF6F43" w:rsidP="00AF6F43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Default="00AF6F43" w:rsidP="00AF6F43">
      <w:pPr>
        <w:numPr>
          <w:ilvl w:val="1"/>
          <w:numId w:val="1"/>
        </w:numPr>
        <w:spacing w:after="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 xml:space="preserve">Proponowana długość umowy najmu </w:t>
      </w:r>
      <w:r>
        <w:rPr>
          <w:rFonts w:eastAsia="Times New Roman" w:cs="Arial"/>
          <w:sz w:val="20"/>
          <w:szCs w:val="20"/>
          <w:lang w:eastAsia="pl-PL"/>
        </w:rPr>
        <w:t>(max. do lat 10, nie mniej niż 4</w:t>
      </w:r>
      <w:r w:rsidRPr="004966DB">
        <w:rPr>
          <w:rFonts w:eastAsia="Times New Roman" w:cs="Arial"/>
          <w:sz w:val="20"/>
          <w:szCs w:val="20"/>
          <w:lang w:eastAsia="pl-PL"/>
        </w:rPr>
        <w:t xml:space="preserve"> lata)</w:t>
      </w:r>
    </w:p>
    <w:p w:rsidR="002E141D" w:rsidRPr="004966DB" w:rsidRDefault="002E141D" w:rsidP="002E141D">
      <w:pPr>
        <w:spacing w:after="0" w:line="360" w:lineRule="auto"/>
        <w:ind w:right="-4"/>
        <w:jc w:val="center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Przekazanie modułu nie wcześniej niż 1 czerwca 2018r.</w:t>
      </w:r>
    </w:p>
    <w:p w:rsidR="00AF6F43" w:rsidRPr="004966DB" w:rsidRDefault="00AF6F43" w:rsidP="00AF6F43">
      <w:pPr>
        <w:spacing w:after="0" w:line="360" w:lineRule="auto"/>
        <w:ind w:left="720" w:right="-4"/>
        <w:rPr>
          <w:rFonts w:eastAsia="Times New Roman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AF6F43" w:rsidRPr="004966DB" w:rsidTr="00D67F88">
        <w:trPr>
          <w:trHeight w:val="394"/>
        </w:trPr>
        <w:tc>
          <w:tcPr>
            <w:tcW w:w="4606" w:type="dxa"/>
            <w:vAlign w:val="center"/>
          </w:tcPr>
          <w:p w:rsidR="00AF6F43" w:rsidRPr="004966DB" w:rsidRDefault="00AF6F43" w:rsidP="00D67F88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lastRenderedPageBreak/>
              <w:t>……………………..</w:t>
            </w:r>
          </w:p>
        </w:tc>
        <w:tc>
          <w:tcPr>
            <w:tcW w:w="4716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lastRenderedPageBreak/>
              <w:t>lat</w:t>
            </w:r>
          </w:p>
        </w:tc>
      </w:tr>
    </w:tbl>
    <w:p w:rsidR="00AF6F43" w:rsidRPr="004966DB" w:rsidRDefault="00AF6F43" w:rsidP="00AF6F43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before="240"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539"/>
        </w:trPr>
        <w:tc>
          <w:tcPr>
            <w:tcW w:w="9606" w:type="dxa"/>
            <w:gridSpan w:val="3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AF6F43" w:rsidRPr="004966DB" w:rsidRDefault="00AF6F43" w:rsidP="00AF6F43">
      <w:pPr>
        <w:spacing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394"/>
        </w:trPr>
        <w:tc>
          <w:tcPr>
            <w:tcW w:w="9606" w:type="dxa"/>
            <w:gridSpan w:val="3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00" w:line="276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1.6. Opis innowacyjności przedsięwzięcia gospodarczego*</w:t>
      </w:r>
    </w:p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Times New Roman"/>
          <w:sz w:val="20"/>
          <w:szCs w:val="20"/>
          <w:lang w:eastAsia="pl-PL"/>
        </w:rPr>
      </w:pPr>
      <w:r w:rsidRPr="004966DB">
        <w:rPr>
          <w:rFonts w:eastAsia="Times New Roman" w:cs="Times New Roman"/>
          <w:sz w:val="20"/>
          <w:szCs w:val="20"/>
          <w:lang w:eastAsia="pl-PL"/>
        </w:rPr>
        <w:lastRenderedPageBreak/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EEE3B" wp14:editId="1AA602B6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0DA9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AF6F43" w:rsidRPr="004966DB" w:rsidRDefault="00AF6F43" w:rsidP="00AF6F43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2. Dane dotyczące firmy:</w:t>
      </w:r>
    </w:p>
    <w:p w:rsidR="00AF6F43" w:rsidRPr="004966DB" w:rsidRDefault="00AF6F43" w:rsidP="00AF6F43">
      <w:pPr>
        <w:spacing w:after="60" w:line="240" w:lineRule="auto"/>
        <w:ind w:left="720"/>
        <w:rPr>
          <w:rFonts w:eastAsia="Times New Roman" w:cs="Arial"/>
          <w:b/>
          <w:sz w:val="20"/>
          <w:szCs w:val="20"/>
          <w:u w:val="single"/>
          <w:lang w:eastAsia="pl-PL"/>
        </w:rPr>
      </w:pP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Imię Nazwisko osoby (osób) upoważnionych do podpisania umowy: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br/>
        <w:t>………………………………………………</w:t>
      </w: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Nazwa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: 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Adres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:rsidR="00AF6F43" w:rsidRPr="004966DB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telefonu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AF6F43" w:rsidRPr="004966DB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faksu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0.…/ ....................................</w:t>
      </w:r>
    </w:p>
    <w:p w:rsidR="00AF6F43" w:rsidRPr="004966DB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REGON: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NIP: ..........................................</w:t>
      </w:r>
    </w:p>
    <w:p w:rsidR="00AF6F43" w:rsidRPr="004966DB" w:rsidRDefault="00AF6F43" w:rsidP="00AF6F43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Adres kontaktowy email: ……………………………………………</w:t>
      </w:r>
    </w:p>
    <w:p w:rsidR="00AF6F43" w:rsidRPr="004966DB" w:rsidRDefault="00AF6F43" w:rsidP="00AF6F43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Oświadczenia:</w:t>
      </w:r>
      <w:r w:rsidRPr="004966DB">
        <w:rPr>
          <w:rFonts w:eastAsia="Times New Roman" w:cs="Arial"/>
          <w:i/>
          <w:sz w:val="20"/>
          <w:szCs w:val="20"/>
          <w:lang w:eastAsia="pl-PL"/>
        </w:rPr>
        <w:t xml:space="preserve">  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lastRenderedPageBreak/>
        <w:t>Oświadczam, że wobec reprezentowanej przeze mnie firmy  nie wszczęto postępowania upadłościowego, ani nie ogłoszono jego upadłości.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AF6F43" w:rsidRPr="004966DB" w:rsidRDefault="00AF6F43" w:rsidP="00AF6F43">
      <w:pPr>
        <w:spacing w:after="24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AF6F43" w:rsidRPr="004966DB" w:rsidTr="00D67F88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AF6F43" w:rsidRPr="004966DB" w:rsidRDefault="00AF6F43" w:rsidP="00AF6F43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KPT-DPR.725.</w:t>
      </w:r>
      <w:r w:rsidR="00D10D17">
        <w:rPr>
          <w:rFonts w:eastAsia="Times New Roman" w:cs="Arial"/>
          <w:sz w:val="20"/>
          <w:szCs w:val="20"/>
          <w:lang w:eastAsia="pl-PL"/>
        </w:rPr>
        <w:t>4</w:t>
      </w:r>
      <w:bookmarkStart w:id="0" w:name="_GoBack"/>
      <w:bookmarkEnd w:id="0"/>
      <w:r w:rsidR="002E141D">
        <w:rPr>
          <w:rFonts w:eastAsia="Times New Roman" w:cs="Arial"/>
          <w:sz w:val="20"/>
          <w:szCs w:val="20"/>
          <w:lang w:eastAsia="pl-PL"/>
        </w:rPr>
        <w:t>.2018</w:t>
      </w: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F6F43" w:rsidRPr="002E141D" w:rsidRDefault="00AF6F43" w:rsidP="002E141D">
      <w:pPr>
        <w:jc w:val="center"/>
        <w:rPr>
          <w:rFonts w:asciiTheme="majorHAnsi" w:hAnsiTheme="majorHAnsi"/>
          <w:b/>
          <w:color w:val="C62D54"/>
          <w:sz w:val="28"/>
          <w:szCs w:val="36"/>
        </w:rPr>
      </w:pPr>
      <w:r w:rsidRPr="002E141D">
        <w:rPr>
          <w:rFonts w:asciiTheme="majorHAnsi" w:hAnsiTheme="majorHAnsi"/>
          <w:b/>
          <w:color w:val="C62D54"/>
          <w:sz w:val="28"/>
          <w:szCs w:val="36"/>
        </w:rPr>
        <w:t>Załącznik do oferty (wzór) - Przedmiot działalności /branża/ specjalność/ opis produktu lub usługi/rodzaj wdrażanej technologii, zakres działalności, która będzie miała miejsce w Centrum Technologicznym KPT (min 3 strony A4)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color w:val="ED7D31" w:themeColor="accent2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Opis innowacyjności przedsięwzięcia gospodarczego</w:t>
      </w:r>
    </w:p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F6F43" w:rsidRPr="004966DB" w:rsidTr="00D67F88">
        <w:tc>
          <w:tcPr>
            <w:tcW w:w="9212" w:type="dxa"/>
          </w:tcPr>
          <w:p w:rsidR="00AF6F43" w:rsidRPr="004966DB" w:rsidRDefault="00AF6F43" w:rsidP="00AF6F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AF6F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>5.Opis zakresu planowanej współpracy z uczelniami wyższymi, jednostkami badawczo-rozwojowymi.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AF6F43" w:rsidRPr="004966DB" w:rsidTr="00D67F88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54A3F" w:rsidRPr="00C54A3F" w:rsidRDefault="00C54A3F" w:rsidP="008F3A77">
      <w:pPr>
        <w:pStyle w:val="NormalnyWeb"/>
        <w:jc w:val="both"/>
        <w:rPr>
          <w:rFonts w:asciiTheme="minorHAnsi" w:hAnsiTheme="minorHAnsi"/>
          <w:sz w:val="20"/>
          <w:szCs w:val="20"/>
        </w:rPr>
      </w:pPr>
    </w:p>
    <w:sectPr w:rsidR="00C54A3F" w:rsidRPr="00C54A3F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BCB" w:rsidRDefault="00311BCB" w:rsidP="00013907">
      <w:pPr>
        <w:spacing w:after="0" w:line="240" w:lineRule="auto"/>
      </w:pPr>
      <w:r>
        <w:separator/>
      </w:r>
    </w:p>
  </w:endnote>
  <w:endnote w:type="continuationSeparator" w:id="0">
    <w:p w:rsidR="00311BCB" w:rsidRDefault="00311BCB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D10D17">
      <w:rPr>
        <w:b/>
        <w:bCs/>
        <w:noProof/>
        <w:color w:val="C62D54"/>
        <w:sz w:val="16"/>
        <w:szCs w:val="16"/>
      </w:rPr>
      <w:t>6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D10D17">
      <w:rPr>
        <w:b/>
        <w:bCs/>
        <w:noProof/>
        <w:color w:val="C62D54"/>
        <w:sz w:val="16"/>
        <w:szCs w:val="16"/>
      </w:rPr>
      <w:t>7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BCB" w:rsidRDefault="00311BCB" w:rsidP="00013907">
      <w:pPr>
        <w:spacing w:after="0" w:line="240" w:lineRule="auto"/>
      </w:pPr>
      <w:r>
        <w:separator/>
      </w:r>
    </w:p>
  </w:footnote>
  <w:footnote w:type="continuationSeparator" w:id="0">
    <w:p w:rsidR="00311BCB" w:rsidRDefault="00311BCB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CDE" w:rsidRDefault="00D10D1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D10D17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7801214"/>
      <w:docPartObj>
        <w:docPartGallery w:val="Watermarks"/>
      </w:docPartObj>
    </w:sdtPr>
    <w:sdtEndPr/>
    <w:sdtContent>
      <w:p w:rsidR="00D94917" w:rsidRDefault="00D10D17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CB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E141D"/>
    <w:rsid w:val="002F7C45"/>
    <w:rsid w:val="00311BCB"/>
    <w:rsid w:val="003B0534"/>
    <w:rsid w:val="003F13E6"/>
    <w:rsid w:val="0041760F"/>
    <w:rsid w:val="00530311"/>
    <w:rsid w:val="0054724D"/>
    <w:rsid w:val="005E6617"/>
    <w:rsid w:val="006104DC"/>
    <w:rsid w:val="006A37F9"/>
    <w:rsid w:val="006D6F20"/>
    <w:rsid w:val="00712D4F"/>
    <w:rsid w:val="00783394"/>
    <w:rsid w:val="007919B7"/>
    <w:rsid w:val="0088010F"/>
    <w:rsid w:val="008F3A77"/>
    <w:rsid w:val="00964B25"/>
    <w:rsid w:val="009A3B76"/>
    <w:rsid w:val="009C6BC5"/>
    <w:rsid w:val="00AC6384"/>
    <w:rsid w:val="00AF6F43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D02D19"/>
    <w:rsid w:val="00D10D17"/>
    <w:rsid w:val="00D41BD2"/>
    <w:rsid w:val="00D72742"/>
    <w:rsid w:val="00D94917"/>
    <w:rsid w:val="00E24886"/>
    <w:rsid w:val="00EB622D"/>
    <w:rsid w:val="00EB6A60"/>
    <w:rsid w:val="00F6573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  <w14:docId w14:val="53B9677C"/>
  <w15:docId w15:val="{0D6AA4BB-C63D-474B-A3FC-4CC39E6E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6F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10-LAT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672C9-F0CA-439C-B448-49201974B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1</TotalTime>
  <Pages>7</Pages>
  <Words>1199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4</cp:revision>
  <cp:lastPrinted>2018-04-16T07:33:00Z</cp:lastPrinted>
  <dcterms:created xsi:type="dcterms:W3CDTF">2018-04-16T07:45:00Z</dcterms:created>
  <dcterms:modified xsi:type="dcterms:W3CDTF">2018-05-22T07:21:00Z</dcterms:modified>
</cp:coreProperties>
</file>