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05" w:rsidRPr="002C5723" w:rsidRDefault="00DA0105" w:rsidP="00020BCD">
      <w:pPr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</w:t>
      </w:r>
      <w:r w:rsidR="00D15A43">
        <w:rPr>
          <w:rFonts w:cstheme="minorHAnsi"/>
          <w:i/>
          <w:sz w:val="20"/>
          <w:szCs w:val="20"/>
        </w:rPr>
        <w:t>11</w:t>
      </w:r>
      <w:r>
        <w:rPr>
          <w:rFonts w:cstheme="minorHAnsi"/>
          <w:i/>
          <w:sz w:val="20"/>
          <w:szCs w:val="20"/>
        </w:rPr>
        <w:t>.2020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DA0105" w:rsidRPr="002C5723" w:rsidRDefault="00DA0105" w:rsidP="00DA0105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DA0105" w:rsidRPr="002C5723" w:rsidRDefault="00DA0105" w:rsidP="00DA0105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Pr="002C5723">
        <w:rPr>
          <w:rFonts w:eastAsia="Times New Roman" w:cstheme="minorHAnsi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D15A43" w:rsidRPr="002C5723" w:rsidRDefault="00DA0105" w:rsidP="00D15A43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Default="00DA0105" w:rsidP="00DA0105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</w:p>
    <w:p w:rsidR="00DA0105" w:rsidRPr="00D15A43" w:rsidRDefault="00D15A43" w:rsidP="00DA0105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Moduł G hali OULU, położonej w Kielcach przy ul. Olszewskiego 21 o łącznej powierzchni 409,76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A0105" w:rsidRPr="002C5723" w:rsidTr="003335CA">
        <w:trPr>
          <w:trHeight w:val="394"/>
        </w:trPr>
        <w:tc>
          <w:tcPr>
            <w:tcW w:w="9322" w:type="dxa"/>
            <w:vAlign w:val="center"/>
          </w:tcPr>
          <w:p w:rsidR="00DA0105" w:rsidRPr="002C5723" w:rsidRDefault="00DA0105" w:rsidP="00DA0105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 w:rsidR="00D15A4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25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DA0105" w:rsidRPr="002C5723" w:rsidTr="003335CA">
        <w:trPr>
          <w:trHeight w:val="567"/>
        </w:trPr>
        <w:tc>
          <w:tcPr>
            <w:tcW w:w="9322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DA0105" w:rsidRPr="002C5723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Proponowana długość umowy najmu (max. do lat 10, nie mniej niż 3 lata)</w:t>
      </w:r>
    </w:p>
    <w:p w:rsidR="00DA0105" w:rsidRPr="002C5723" w:rsidRDefault="00DA0105" w:rsidP="00DA0105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DA0105" w:rsidRPr="002C5723" w:rsidTr="003335CA">
        <w:trPr>
          <w:trHeight w:val="394"/>
        </w:trPr>
        <w:tc>
          <w:tcPr>
            <w:tcW w:w="4606" w:type="dxa"/>
            <w:vAlign w:val="center"/>
          </w:tcPr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DA0105" w:rsidRPr="002C5723" w:rsidRDefault="00DA0105" w:rsidP="00DA0105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539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DA0105" w:rsidRPr="002C5723" w:rsidRDefault="00DA0105" w:rsidP="00DA0105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Default="00DA0105" w:rsidP="00D15A43">
      <w:pPr>
        <w:spacing w:after="0" w:line="24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15A43" w:rsidRDefault="00D15A43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199AA" wp14:editId="72B0E54C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5D9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DA0105" w:rsidRPr="002C5723" w:rsidRDefault="00DA0105" w:rsidP="00DA0105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0……/ ………………………………….………………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faksu: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0.…/ ....................................</w:t>
      </w:r>
    </w:p>
    <w:p w:rsidR="00DA0105" w:rsidRPr="002C5723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REGON: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>..........................................  Numer NIP: ..........................................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akceptuję warunki funkcjonowania wymienione w dokumencie „Regulamin porządkowy w budynkach Centrum Technologicznego”.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DA0105" w:rsidRPr="002C5723" w:rsidRDefault="00DA0105" w:rsidP="00DA0105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15A43" w:rsidRDefault="00D15A43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15A43" w:rsidRDefault="00D15A43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15A43" w:rsidRDefault="00D15A43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15A43" w:rsidRDefault="00D15A43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15A43" w:rsidRDefault="00D15A43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15A43" w:rsidRDefault="00D15A43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KPT-DPR.725.</w:t>
      </w:r>
      <w:r w:rsidR="00D15A43">
        <w:rPr>
          <w:rFonts w:eastAsia="Times New Roman" w:cstheme="minorHAnsi"/>
          <w:sz w:val="20"/>
          <w:szCs w:val="20"/>
          <w:lang w:eastAsia="pl-PL"/>
        </w:rPr>
        <w:t>11</w:t>
      </w:r>
      <w:bookmarkStart w:id="0" w:name="_GoBack"/>
      <w:bookmarkEnd w:id="0"/>
      <w:r>
        <w:rPr>
          <w:rFonts w:eastAsia="Times New Roman" w:cstheme="minorHAnsi"/>
          <w:sz w:val="20"/>
          <w:szCs w:val="20"/>
          <w:lang w:eastAsia="pl-PL"/>
        </w:rPr>
        <w:t>.2020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D15A43" w:rsidRPr="002C5723" w:rsidRDefault="00D15A43" w:rsidP="00DA010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DA0105" w:rsidRPr="002C5723" w:rsidTr="00D15A43">
        <w:trPr>
          <w:trHeight w:val="1331"/>
        </w:trPr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Y="366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15A43" w:rsidRPr="002C5723" w:rsidTr="00D15A43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A43" w:rsidRPr="002C5723" w:rsidRDefault="00D15A43" w:rsidP="00D15A43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15A43" w:rsidRPr="002C5723" w:rsidRDefault="00D15A43" w:rsidP="00D15A43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15A43" w:rsidRPr="002C5723" w:rsidRDefault="00D15A43" w:rsidP="00D15A43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A43" w:rsidRPr="002C5723" w:rsidRDefault="00D15A43" w:rsidP="00D15A43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011B4C" w:rsidRPr="00011B4C" w:rsidRDefault="00011B4C" w:rsidP="00011B4C"/>
    <w:sectPr w:rsidR="00011B4C" w:rsidRPr="00011B4C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54" w:rsidRDefault="005F3754" w:rsidP="00013907">
      <w:pPr>
        <w:spacing w:after="0" w:line="240" w:lineRule="auto"/>
      </w:pPr>
      <w:r>
        <w:separator/>
      </w:r>
    </w:p>
  </w:endnote>
  <w:end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D15A43">
      <w:rPr>
        <w:b/>
        <w:bCs/>
        <w:noProof/>
        <w:sz w:val="16"/>
        <w:szCs w:val="16"/>
      </w:rPr>
      <w:t>4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D15A43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54" w:rsidRDefault="005F3754" w:rsidP="00013907">
      <w:pPr>
        <w:spacing w:after="0" w:line="240" w:lineRule="auto"/>
      </w:pPr>
      <w:r>
        <w:separator/>
      </w:r>
    </w:p>
  </w:footnote>
  <w:footnote w:type="continuationSeparator" w:id="0">
    <w:p w:rsidR="005F3754" w:rsidRDefault="005F3754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DA0105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20BCD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5F3754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D02D19"/>
    <w:rsid w:val="00D15A43"/>
    <w:rsid w:val="00D41BD2"/>
    <w:rsid w:val="00D72742"/>
    <w:rsid w:val="00D94917"/>
    <w:rsid w:val="00DA0105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9E4CD3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217E5-748E-43BD-9E5E-A598729E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3</TotalTime>
  <Pages>6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4</cp:revision>
  <cp:lastPrinted>2017-12-18T13:05:00Z</cp:lastPrinted>
  <dcterms:created xsi:type="dcterms:W3CDTF">2020-07-31T10:03:00Z</dcterms:created>
  <dcterms:modified xsi:type="dcterms:W3CDTF">2020-09-04T07:18:00Z</dcterms:modified>
</cp:coreProperties>
</file>