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528" w:rsidRPr="00785AC8" w:rsidRDefault="009C4528" w:rsidP="009C4528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KPT-DPR.725.2</w:t>
      </w:r>
      <w:bookmarkStart w:id="0" w:name="_GoBack"/>
      <w:bookmarkEnd w:id="0"/>
      <w:r>
        <w:rPr>
          <w:rFonts w:cstheme="minorHAnsi"/>
          <w:sz w:val="20"/>
          <w:szCs w:val="20"/>
        </w:rPr>
        <w:t>.2020</w:t>
      </w:r>
    </w:p>
    <w:p w:rsidR="009C4528" w:rsidRPr="00785AC8" w:rsidRDefault="009C4528" w:rsidP="009C4528">
      <w:pPr>
        <w:jc w:val="right"/>
        <w:rPr>
          <w:rFonts w:cstheme="minorHAnsi"/>
          <w:i/>
          <w:sz w:val="18"/>
        </w:rPr>
      </w:pPr>
    </w:p>
    <w:p w:rsidR="009C4528" w:rsidRPr="00785AC8" w:rsidRDefault="009C4528" w:rsidP="009C4528">
      <w:pPr>
        <w:jc w:val="right"/>
        <w:rPr>
          <w:rFonts w:cstheme="minorHAnsi"/>
          <w:i/>
          <w:sz w:val="18"/>
        </w:rPr>
      </w:pPr>
      <w:r w:rsidRPr="00785AC8">
        <w:rPr>
          <w:rFonts w:cstheme="minorHAnsi"/>
          <w:i/>
          <w:sz w:val="18"/>
        </w:rPr>
        <w:t xml:space="preserve">Załącznik nr 5 </w:t>
      </w:r>
    </w:p>
    <w:p w:rsidR="009C4528" w:rsidRPr="00785AC8" w:rsidRDefault="009C4528" w:rsidP="009C452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i/>
          <w:szCs w:val="22"/>
        </w:rPr>
        <w:t xml:space="preserve">do dokumentacji pn. </w:t>
      </w:r>
      <w:r w:rsidRPr="00785AC8">
        <w:rPr>
          <w:rFonts w:asciiTheme="minorHAnsi" w:hAnsiTheme="minorHAnsi" w:cstheme="minorHAnsi"/>
          <w:bCs/>
          <w:i/>
        </w:rPr>
        <w:t>Opis warunków udziału w postępowaniu w trybie</w:t>
      </w:r>
      <w:r w:rsidRPr="00785AC8">
        <w:rPr>
          <w:rFonts w:asciiTheme="minorHAnsi" w:hAnsiTheme="minorHAnsi" w:cstheme="minorHAnsi"/>
          <w:b/>
          <w:bCs/>
          <w:i/>
        </w:rPr>
        <w:t xml:space="preserve"> </w:t>
      </w:r>
      <w:r w:rsidRPr="00785AC8">
        <w:rPr>
          <w:rFonts w:asciiTheme="minorHAnsi" w:hAnsiTheme="minorHAnsi" w:cstheme="minorHAnsi"/>
          <w:i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9C4528" w:rsidRPr="00785AC8" w:rsidRDefault="009C4528" w:rsidP="009C452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9C4528" w:rsidRPr="00785AC8" w:rsidRDefault="009C4528" w:rsidP="009C452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C4528" w:rsidRPr="00785AC8" w:rsidTr="00BB31AB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528" w:rsidRPr="00785AC8" w:rsidRDefault="009C4528" w:rsidP="00BB31AB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</w:pPr>
            <w:r w:rsidRPr="00785AC8"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528" w:rsidRPr="00785AC8" w:rsidRDefault="009C4528" w:rsidP="00BB31AB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</w:pPr>
            <w:r w:rsidRPr="00785AC8"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  <w:t>.............................................</w:t>
            </w:r>
          </w:p>
        </w:tc>
      </w:tr>
      <w:tr w:rsidR="009C4528" w:rsidRPr="00785AC8" w:rsidTr="00BB31AB">
        <w:trPr>
          <w:trHeight w:val="854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528" w:rsidRPr="00785AC8" w:rsidRDefault="009C4528" w:rsidP="00BB31AB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</w:pPr>
            <w:r w:rsidRPr="00785AC8">
              <w:rPr>
                <w:rFonts w:asciiTheme="minorHAnsi" w:hAnsiTheme="minorHAnsi" w:cstheme="minorHAnsi"/>
                <w:i/>
                <w:sz w:val="16"/>
                <w:szCs w:val="18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528" w:rsidRPr="00785AC8" w:rsidRDefault="009C4528" w:rsidP="00BB31AB">
            <w:pPr>
              <w:rPr>
                <w:rFonts w:cstheme="minorHAnsi"/>
                <w:i/>
                <w:sz w:val="16"/>
                <w:szCs w:val="18"/>
              </w:rPr>
            </w:pPr>
            <w:r w:rsidRPr="00785AC8">
              <w:rPr>
                <w:rFonts w:cstheme="minorHAnsi"/>
                <w:i/>
                <w:sz w:val="16"/>
                <w:szCs w:val="18"/>
              </w:rPr>
              <w:t xml:space="preserve">                                                           (miejsce i data)</w:t>
            </w:r>
          </w:p>
        </w:tc>
      </w:tr>
    </w:tbl>
    <w:p w:rsidR="009C4528" w:rsidRPr="00785AC8" w:rsidRDefault="009C4528" w:rsidP="009C4528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9C4528" w:rsidRPr="00785AC8" w:rsidRDefault="009C4528" w:rsidP="009C4528">
      <w:pPr>
        <w:rPr>
          <w:rFonts w:cstheme="minorHAnsi"/>
          <w:i/>
          <w:sz w:val="18"/>
          <w:szCs w:val="18"/>
        </w:rPr>
      </w:pPr>
    </w:p>
    <w:p w:rsidR="009C4528" w:rsidRPr="00785AC8" w:rsidRDefault="009C4528" w:rsidP="009C4528">
      <w:pPr>
        <w:rPr>
          <w:rFonts w:cstheme="minorHAnsi"/>
          <w:i/>
          <w:sz w:val="24"/>
          <w:szCs w:val="18"/>
        </w:rPr>
      </w:pPr>
    </w:p>
    <w:p w:rsidR="009C4528" w:rsidRPr="00785AC8" w:rsidRDefault="009C4528" w:rsidP="009C4528">
      <w:pPr>
        <w:pStyle w:val="Tekstpodstawowy"/>
        <w:jc w:val="center"/>
        <w:rPr>
          <w:rFonts w:asciiTheme="minorHAnsi" w:hAnsiTheme="minorHAnsi" w:cstheme="minorHAnsi"/>
          <w:b/>
          <w:bCs/>
          <w:sz w:val="28"/>
          <w:szCs w:val="18"/>
        </w:rPr>
      </w:pPr>
      <w:r w:rsidRPr="00785AC8">
        <w:rPr>
          <w:rFonts w:asciiTheme="minorHAnsi" w:hAnsiTheme="minorHAnsi" w:cstheme="minorHAnsi"/>
          <w:b/>
          <w:bCs/>
          <w:sz w:val="28"/>
          <w:szCs w:val="18"/>
        </w:rPr>
        <w:t>KWESTIONARIUSZ BADANIA STATUSU MŚP</w:t>
      </w:r>
    </w:p>
    <w:p w:rsidR="009C4528" w:rsidRPr="00785AC8" w:rsidRDefault="009C4528" w:rsidP="009C4528">
      <w:pPr>
        <w:pStyle w:val="Tekstpodstawowy"/>
        <w:tabs>
          <w:tab w:val="left" w:leader="dot" w:pos="9356"/>
        </w:tabs>
        <w:rPr>
          <w:rFonts w:asciiTheme="minorHAnsi" w:hAnsiTheme="minorHAnsi" w:cstheme="minorHAnsi"/>
          <w:bCs/>
          <w:sz w:val="18"/>
          <w:szCs w:val="18"/>
        </w:rPr>
      </w:pPr>
    </w:p>
    <w:p w:rsidR="009C4528" w:rsidRPr="00785AC8" w:rsidRDefault="009C4528" w:rsidP="009C4528">
      <w:pPr>
        <w:rPr>
          <w:rFonts w:cstheme="minorHAnsi"/>
          <w:i/>
          <w:sz w:val="18"/>
          <w:szCs w:val="18"/>
        </w:rPr>
      </w:pPr>
      <w:r w:rsidRPr="00785AC8">
        <w:rPr>
          <w:rFonts w:cstheme="minorHAnsi"/>
          <w:i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9C4528" w:rsidRPr="00785AC8" w:rsidRDefault="009C4528" w:rsidP="009C4528">
      <w:pPr>
        <w:rPr>
          <w:rFonts w:cstheme="minorHAnsi"/>
          <w:i/>
          <w:sz w:val="18"/>
          <w:szCs w:val="18"/>
        </w:rPr>
      </w:pPr>
      <w:r w:rsidRPr="00785AC8">
        <w:rPr>
          <w:rFonts w:cstheme="minorHAnsi"/>
          <w:i/>
          <w:sz w:val="18"/>
          <w:szCs w:val="18"/>
        </w:rPr>
        <w:t xml:space="preserve">nazwa podmiotu </w:t>
      </w:r>
    </w:p>
    <w:p w:rsidR="009C4528" w:rsidRPr="00785AC8" w:rsidRDefault="009C4528" w:rsidP="009C4528">
      <w:pPr>
        <w:rPr>
          <w:rFonts w:cstheme="minorHAnsi"/>
          <w:sz w:val="18"/>
          <w:szCs w:val="18"/>
        </w:rPr>
      </w:pPr>
      <w:r w:rsidRPr="00785AC8">
        <w:rPr>
          <w:rFonts w:cstheme="minorHAnsi"/>
          <w:sz w:val="18"/>
          <w:szCs w:val="18"/>
        </w:rPr>
        <w:t>jest podmiotem spełniającym kryteria pozwalające zaliczyć go następującej kategorii przedsiębiorstw:</w:t>
      </w:r>
    </w:p>
    <w:p w:rsidR="009C4528" w:rsidRPr="00785AC8" w:rsidRDefault="009C4528" w:rsidP="009C4528">
      <w:pPr>
        <w:rPr>
          <w:rFonts w:cstheme="minorHAnsi"/>
          <w:sz w:val="18"/>
          <w:szCs w:val="18"/>
        </w:rPr>
      </w:pPr>
    </w:p>
    <w:p w:rsidR="009C4528" w:rsidRPr="00785AC8" w:rsidRDefault="009C4528" w:rsidP="009C4528">
      <w:pPr>
        <w:pStyle w:val="Tekstpodstawowy"/>
        <w:tabs>
          <w:tab w:val="left" w:leader="dot" w:pos="9356"/>
        </w:tabs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9C4528" w:rsidRPr="00785AC8" w:rsidTr="00BB31AB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ind w:left="192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>Mikroprzedsiębiorcy</w:t>
            </w:r>
          </w:p>
        </w:tc>
      </w:tr>
      <w:tr w:rsidR="009C4528" w:rsidRPr="00785AC8" w:rsidTr="00BB31AB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ind w:left="197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 xml:space="preserve">Małego przedsiębiorcy </w:t>
            </w:r>
          </w:p>
        </w:tc>
      </w:tr>
      <w:tr w:rsidR="009C4528" w:rsidRPr="00785AC8" w:rsidTr="00BB31AB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ind w:left="197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>Średniego przedsiębiorcy</w:t>
            </w:r>
          </w:p>
        </w:tc>
      </w:tr>
      <w:tr w:rsidR="009C4528" w:rsidRPr="00785AC8" w:rsidTr="00BB31AB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ind w:left="197"/>
              <w:rPr>
                <w:rFonts w:cstheme="minorHAnsi"/>
                <w:b/>
                <w:bCs/>
                <w:spacing w:val="20"/>
                <w:sz w:val="18"/>
                <w:szCs w:val="18"/>
              </w:rPr>
            </w:pPr>
            <w:r w:rsidRPr="00785AC8">
              <w:rPr>
                <w:rFonts w:cstheme="minorHAnsi"/>
                <w:b/>
                <w:bCs/>
                <w:spacing w:val="20"/>
                <w:sz w:val="18"/>
                <w:szCs w:val="18"/>
              </w:rPr>
              <w:t>Dużego przedsiębiorcy</w:t>
            </w:r>
          </w:p>
        </w:tc>
      </w:tr>
    </w:tbl>
    <w:p w:rsidR="009C4528" w:rsidRPr="00785AC8" w:rsidRDefault="009C4528" w:rsidP="009C4528">
      <w:pPr>
        <w:pStyle w:val="Tekstpodstawowy"/>
        <w:tabs>
          <w:tab w:val="left" w:leader="dot" w:pos="9356"/>
        </w:tabs>
        <w:rPr>
          <w:rFonts w:asciiTheme="minorHAnsi" w:hAnsiTheme="minorHAnsi" w:cstheme="minorHAnsi"/>
          <w:bCs/>
          <w:sz w:val="18"/>
          <w:szCs w:val="18"/>
        </w:rPr>
      </w:pPr>
    </w:p>
    <w:p w:rsidR="009C4528" w:rsidRPr="00785AC8" w:rsidRDefault="009C4528" w:rsidP="009C4528">
      <w:pPr>
        <w:pStyle w:val="Tekstpodstawowy"/>
        <w:tabs>
          <w:tab w:val="left" w:leader="dot" w:pos="9356"/>
        </w:tabs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bCs/>
          <w:sz w:val="18"/>
          <w:szCs w:val="18"/>
        </w:rPr>
        <w:t xml:space="preserve">zgodnie z warunkami określonymi w Załączniku I Rozporządzenia Komisji (WE) Nr 800/2008 </w:t>
      </w:r>
      <w:r w:rsidRPr="00785AC8">
        <w:rPr>
          <w:rFonts w:asciiTheme="minorHAnsi" w:hAnsiTheme="minorHAnsi" w:cstheme="minorHAnsi"/>
          <w:bCs/>
          <w:sz w:val="18"/>
          <w:szCs w:val="18"/>
        </w:rPr>
        <w:br/>
        <w:t xml:space="preserve">z dnia 6 sierpnia 2008 roku </w:t>
      </w:r>
      <w:r w:rsidRPr="00785AC8">
        <w:rPr>
          <w:rFonts w:asciiTheme="minorHAnsi" w:hAnsiTheme="minorHAnsi" w:cstheme="minorHAnsi"/>
          <w:bCs/>
          <w:i/>
          <w:sz w:val="18"/>
          <w:szCs w:val="18"/>
        </w:rPr>
        <w:t>uznającego niektóre rodzaje pomocy za zgodne ze wspólnym rynkiem w zastosowaniu art. 87 i 88 Traktatu (WE)</w:t>
      </w:r>
    </w:p>
    <w:p w:rsidR="009C4528" w:rsidRPr="00785AC8" w:rsidRDefault="009C4528" w:rsidP="009C4528">
      <w:pPr>
        <w:rPr>
          <w:rFonts w:cstheme="minorHAnsi"/>
          <w:b/>
          <w:bCs/>
          <w:spacing w:val="20"/>
          <w:sz w:val="18"/>
          <w:szCs w:val="18"/>
        </w:rPr>
      </w:pPr>
    </w:p>
    <w:p w:rsidR="009C4528" w:rsidRPr="00785AC8" w:rsidRDefault="009C4528" w:rsidP="009C4528">
      <w:pPr>
        <w:pStyle w:val="Tekstpodstawowy"/>
        <w:numPr>
          <w:ilvl w:val="0"/>
          <w:numId w:val="19"/>
        </w:numPr>
        <w:suppressAutoHyphens/>
        <w:autoSpaceDN w:val="0"/>
        <w:spacing w:line="240" w:lineRule="auto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9C4528" w:rsidRPr="00785AC8" w:rsidRDefault="009C4528" w:rsidP="009C4528">
      <w:pPr>
        <w:pStyle w:val="Tekstpodstawowy"/>
        <w:numPr>
          <w:ilvl w:val="0"/>
          <w:numId w:val="19"/>
        </w:numPr>
        <w:suppressAutoHyphens/>
        <w:autoSpaceDN w:val="0"/>
        <w:spacing w:line="240" w:lineRule="auto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Określając swój status przedsiębiorca powinien uwzględnić dane ewentualnych przedsiębiorstw partnerskich lub powiązanych, zgodnie z definicją MŚP.</w:t>
      </w:r>
    </w:p>
    <w:p w:rsidR="009C4528" w:rsidRPr="00785AC8" w:rsidRDefault="009C4528" w:rsidP="009C4528">
      <w:pPr>
        <w:pStyle w:val="Tekstpodstawowy"/>
        <w:jc w:val="right"/>
        <w:rPr>
          <w:rFonts w:asciiTheme="minorHAnsi" w:hAnsiTheme="minorHAnsi" w:cstheme="minorHAnsi"/>
          <w:sz w:val="18"/>
          <w:szCs w:val="18"/>
        </w:rPr>
      </w:pPr>
    </w:p>
    <w:p w:rsidR="009C4528" w:rsidRPr="00785AC8" w:rsidRDefault="009C4528" w:rsidP="009C4528">
      <w:pPr>
        <w:pStyle w:val="Tekstpodstawowy"/>
        <w:jc w:val="both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b/>
          <w:sz w:val="18"/>
          <w:szCs w:val="18"/>
        </w:rPr>
        <w:t>CZĘŚĆ A: DANE DOTYCZĄCE PRZEDSIĘBIORCY</w:t>
      </w:r>
    </w:p>
    <w:p w:rsidR="009C4528" w:rsidRPr="00785AC8" w:rsidRDefault="009C4528" w:rsidP="009C4528">
      <w:pPr>
        <w:pStyle w:val="Tekstpodstawowy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9C4528" w:rsidRPr="00785AC8" w:rsidTr="00BB31AB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9C4528" w:rsidRPr="00785AC8" w:rsidTr="00BB31AB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</w:tr>
      <w:tr w:rsidR="009C4528" w:rsidRPr="00785AC8" w:rsidTr="00BB31AB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B.1. Wielkość zatrudnienia</w:t>
            </w:r>
            <w:r w:rsidRPr="00785AC8">
              <w:rPr>
                <w:rStyle w:val="Odwoanieprzypisudolnego"/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B.2. Przychody netto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4AA571E" wp14:editId="45DD018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AA571E" id="Grupa 1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C4528" w:rsidRPr="00785AC8" w:rsidTr="00BB31AB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B.5. Przedsiębiorstwo samodzielne </w:t>
            </w:r>
          </w:p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Czy przedsiębiorstwo 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u w:val="single"/>
                <w:lang w:eastAsia="pl-PL"/>
              </w:rPr>
              <w:t>nie posiada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A90539C" wp14:editId="1DE4710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90539C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C4528" w:rsidRPr="00785AC8" w:rsidTr="00BB31AB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B.6. Przedsiębiorstwo partnerskie</w:t>
            </w:r>
          </w:p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eastAsia="pl-PL"/>
              </w:rPr>
              <w:t>wypełnić Część B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FD0B57D" wp14:editId="64CF7318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D0B57D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C4528" w:rsidRPr="00785AC8" w:rsidRDefault="009C4528" w:rsidP="00BB31AB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ab/>
            </w:r>
          </w:p>
        </w:tc>
      </w:tr>
      <w:tr w:rsidR="009C4528" w:rsidRPr="00785AC8" w:rsidTr="00BB31AB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1. </w:t>
            </w:r>
          </w:p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2. </w:t>
            </w:r>
          </w:p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9C4528" w:rsidRPr="00785AC8" w:rsidTr="00BB31AB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B.7. Przedsiębiorstwo powiązane</w:t>
            </w:r>
          </w:p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9C4528" w:rsidRPr="00785AC8" w:rsidRDefault="009C4528" w:rsidP="009C4528">
            <w:pPr>
              <w:pStyle w:val="Tekstpodstawowy"/>
              <w:numPr>
                <w:ilvl w:val="0"/>
                <w:numId w:val="20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9C4528" w:rsidRPr="00785AC8" w:rsidRDefault="009C4528" w:rsidP="009C4528">
            <w:pPr>
              <w:pStyle w:val="Tekstpodstawowy"/>
              <w:numPr>
                <w:ilvl w:val="0"/>
                <w:numId w:val="20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9C4528" w:rsidRPr="00785AC8" w:rsidRDefault="009C4528" w:rsidP="009C4528">
            <w:pPr>
              <w:pStyle w:val="Tekstpodstawowy"/>
              <w:numPr>
                <w:ilvl w:val="0"/>
                <w:numId w:val="20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9C4528" w:rsidRPr="00785AC8" w:rsidRDefault="009C4528" w:rsidP="009C4528">
            <w:pPr>
              <w:pStyle w:val="Tekstpodstawowy"/>
              <w:numPr>
                <w:ilvl w:val="0"/>
                <w:numId w:val="20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9C4528" w:rsidRPr="00785AC8" w:rsidRDefault="009C4528" w:rsidP="009C4528">
            <w:pPr>
              <w:pStyle w:val="Tekstpodstawowy"/>
              <w:numPr>
                <w:ilvl w:val="0"/>
                <w:numId w:val="20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eastAsia="pl-PL"/>
              </w:rPr>
              <w:t>wypełnić Część D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57F5523" wp14:editId="00F1C50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6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7F5523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YxMFbkC&#10;AADI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C4528" w:rsidRPr="00785AC8" w:rsidRDefault="009C4528" w:rsidP="00BB31AB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ab/>
            </w:r>
          </w:p>
        </w:tc>
      </w:tr>
      <w:tr w:rsidR="009C4528" w:rsidRPr="00785AC8" w:rsidTr="00BB31AB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1. </w:t>
            </w:r>
          </w:p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2. </w:t>
            </w:r>
          </w:p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9C4528" w:rsidRPr="00785AC8" w:rsidTr="00BB31AB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II.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</w:t>
            </w: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eastAsia="pl-PL"/>
              </w:rPr>
              <w:t>wypełnić Część C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62088EA" wp14:editId="39315E0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2088EA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C4528" w:rsidRPr="00785AC8" w:rsidTr="00BB31AB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1. </w:t>
            </w:r>
          </w:p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2. </w:t>
            </w:r>
          </w:p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9C4528" w:rsidRPr="00785AC8" w:rsidTr="00BB31AB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III. Czy następujące podmioty:</w:t>
            </w:r>
          </w:p>
          <w:p w:rsidR="009C4528" w:rsidRPr="00785AC8" w:rsidRDefault="009C4528" w:rsidP="009C4528">
            <w:pPr>
              <w:numPr>
                <w:ilvl w:val="1"/>
                <w:numId w:val="21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</w:rPr>
            </w:pPr>
            <w:r w:rsidRPr="00785AC8">
              <w:rPr>
                <w:rFonts w:cstheme="minorHAnsi"/>
                <w:color w:val="000000"/>
                <w:sz w:val="18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 w:rsidRPr="00785AC8">
              <w:rPr>
                <w:rFonts w:cstheme="minorHAnsi"/>
                <w:color w:val="000000"/>
                <w:sz w:val="18"/>
                <w:szCs w:val="18"/>
              </w:rPr>
              <w:br/>
              <w:t>1 250 000 EUR,</w:t>
            </w:r>
          </w:p>
          <w:p w:rsidR="009C4528" w:rsidRPr="00785AC8" w:rsidRDefault="009C4528" w:rsidP="009C4528">
            <w:pPr>
              <w:numPr>
                <w:ilvl w:val="1"/>
                <w:numId w:val="21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785AC8">
              <w:rPr>
                <w:rFonts w:cstheme="minorHAnsi"/>
                <w:sz w:val="18"/>
                <w:szCs w:val="18"/>
              </w:rPr>
              <w:t>uniwersytety lub niedochodowe ośrodki badawcze,</w:t>
            </w:r>
          </w:p>
          <w:p w:rsidR="009C4528" w:rsidRPr="00785AC8" w:rsidRDefault="009C4528" w:rsidP="009C4528">
            <w:pPr>
              <w:numPr>
                <w:ilvl w:val="1"/>
                <w:numId w:val="21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785AC8">
              <w:rPr>
                <w:rFonts w:cstheme="minorHAnsi"/>
                <w:sz w:val="18"/>
                <w:szCs w:val="18"/>
              </w:rPr>
              <w:t>inwestorzy instytucjonalni łącznie z regionalnymi funduszami rozwoju,</w:t>
            </w:r>
          </w:p>
          <w:p w:rsidR="009C4528" w:rsidRPr="00785AC8" w:rsidRDefault="009C4528" w:rsidP="009C4528">
            <w:pPr>
              <w:numPr>
                <w:ilvl w:val="1"/>
                <w:numId w:val="21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785AC8">
              <w:rPr>
                <w:rFonts w:cstheme="minorHAnsi"/>
                <w:sz w:val="18"/>
                <w:szCs w:val="18"/>
              </w:rPr>
              <w:t xml:space="preserve">samorządy lokalne z rocznym budżetem nie przekraczającym </w:t>
            </w:r>
            <w:r w:rsidRPr="00785AC8">
              <w:rPr>
                <w:rFonts w:cstheme="minorHAnsi"/>
                <w:sz w:val="18"/>
                <w:szCs w:val="18"/>
              </w:rPr>
              <w:br/>
              <w:t>10 mln EUR oraz liczbą mieszkańców poniżej 5 000,</w:t>
            </w:r>
          </w:p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u w:val="single"/>
                <w:lang w:eastAsia="pl-PL"/>
              </w:rPr>
              <w:t xml:space="preserve">wypełnić Część C </w:t>
            </w:r>
            <w:r w:rsidRPr="00785AC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lang w:eastAsia="pl-PL"/>
              </w:rPr>
            </w:pPr>
            <w:r w:rsidRPr="00785AC8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5F078B3" wp14:editId="65533C2C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9C4528" w:rsidRDefault="009C4528" w:rsidP="009C4528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F078B3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9C4528" w:rsidRDefault="009C4528" w:rsidP="009C4528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9C4528" w:rsidRDefault="009C4528" w:rsidP="009C4528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C4528" w:rsidRPr="00785AC8" w:rsidTr="00BB31AB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1. </w:t>
            </w:r>
          </w:p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2. </w:t>
            </w:r>
          </w:p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n. </w:t>
            </w:r>
          </w:p>
        </w:tc>
      </w:tr>
    </w:tbl>
    <w:p w:rsidR="009C4528" w:rsidRDefault="009C4528" w:rsidP="009C452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</w:p>
    <w:p w:rsidR="009C4528" w:rsidRPr="00785AC8" w:rsidRDefault="009C4528" w:rsidP="009C452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</w:p>
    <w:p w:rsidR="009C4528" w:rsidRPr="00785AC8" w:rsidRDefault="009C4528" w:rsidP="009C452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9C4528" w:rsidRPr="00785AC8" w:rsidRDefault="009C4528" w:rsidP="009C4528">
      <w:pPr>
        <w:pStyle w:val="Tekstpodstawowy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b/>
          <w:sz w:val="18"/>
          <w:szCs w:val="18"/>
          <w:u w:val="single"/>
        </w:rPr>
        <w:t>Część B</w:t>
      </w:r>
      <w:r w:rsidRPr="00785AC8">
        <w:rPr>
          <w:rFonts w:asciiTheme="minorHAnsi" w:hAnsiTheme="minorHAnsi" w:cstheme="minorHAnsi"/>
          <w:b/>
          <w:sz w:val="18"/>
          <w:szCs w:val="18"/>
        </w:rPr>
        <w:t xml:space="preserve">   DANE DOTYCZĄCE PODMIOTÓW PARTNERSKICH</w:t>
      </w:r>
    </w:p>
    <w:p w:rsidR="009C4528" w:rsidRPr="00785AC8" w:rsidRDefault="009C4528" w:rsidP="009C452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9C4528" w:rsidRPr="00785AC8" w:rsidRDefault="009C4528" w:rsidP="009C452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9C4528" w:rsidRPr="00785AC8" w:rsidRDefault="009C4528" w:rsidP="009C452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9C4528" w:rsidRPr="00785AC8" w:rsidTr="00BB31AB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9C4528" w:rsidRPr="00785AC8" w:rsidTr="00BB31AB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</w:tr>
      <w:tr w:rsidR="009C4528" w:rsidRPr="00785AC8" w:rsidTr="00BB31AB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C.5. Przychody netto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</w:tbl>
    <w:p w:rsidR="009C4528" w:rsidRPr="00785AC8" w:rsidRDefault="009C4528" w:rsidP="009C452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9C4528" w:rsidRPr="00785AC8" w:rsidRDefault="009C4528" w:rsidP="009C4528">
      <w:pPr>
        <w:rPr>
          <w:rFonts w:cstheme="minorHAnsi"/>
        </w:rPr>
      </w:pPr>
      <w:r w:rsidRPr="00785AC8">
        <w:rPr>
          <w:rFonts w:cstheme="minorHAnsi"/>
          <w:b/>
          <w:spacing w:val="20"/>
          <w:sz w:val="18"/>
          <w:szCs w:val="18"/>
          <w:u w:val="single"/>
        </w:rPr>
        <w:t>Część C</w:t>
      </w:r>
      <w:r w:rsidRPr="00785AC8">
        <w:rPr>
          <w:rFonts w:cstheme="minorHAnsi"/>
          <w:b/>
          <w:spacing w:val="20"/>
          <w:sz w:val="18"/>
          <w:szCs w:val="18"/>
        </w:rPr>
        <w:t xml:space="preserve">  DANE DOTYCZĄCE PODMIOTÓW POWIĄZANYCH</w:t>
      </w:r>
    </w:p>
    <w:p w:rsidR="009C4528" w:rsidRPr="00785AC8" w:rsidRDefault="009C4528" w:rsidP="009C452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9C4528" w:rsidRPr="00785AC8" w:rsidRDefault="009C4528" w:rsidP="009C4528">
      <w:pPr>
        <w:pStyle w:val="Tekstpodstawowy"/>
        <w:jc w:val="both"/>
        <w:rPr>
          <w:rFonts w:asciiTheme="minorHAnsi" w:hAnsiTheme="minorHAnsi" w:cstheme="minorHAnsi"/>
          <w:sz w:val="18"/>
          <w:szCs w:val="18"/>
        </w:rPr>
      </w:pPr>
      <w:r w:rsidRPr="00785AC8">
        <w:rPr>
          <w:rFonts w:asciiTheme="minorHAnsi" w:hAnsiTheme="minorHAnsi" w:cstheme="minorHAnsi"/>
          <w:sz w:val="18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9C4528" w:rsidRPr="00785AC8" w:rsidTr="00BB31AB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9C4528" w:rsidRPr="00785AC8" w:rsidTr="00BB31AB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20..</w:t>
            </w:r>
          </w:p>
        </w:tc>
      </w:tr>
      <w:tr w:rsidR="009C4528" w:rsidRPr="00785AC8" w:rsidTr="00BB31AB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D.5. Przychody netto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D.6. Suma aktywów bilansu </w:t>
            </w: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9C4528" w:rsidRPr="00785AC8" w:rsidTr="00BB31AB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85AC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528" w:rsidRPr="00785AC8" w:rsidRDefault="009C4528" w:rsidP="00BB31AB">
            <w:pPr>
              <w:pStyle w:val="Tekstpodstawowy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</w:tbl>
    <w:p w:rsidR="009C4528" w:rsidRPr="00785AC8" w:rsidRDefault="009C4528" w:rsidP="009C4528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:rsidR="009C4528" w:rsidRPr="00785AC8" w:rsidRDefault="009C4528" w:rsidP="009C452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785AC8">
        <w:rPr>
          <w:rFonts w:cstheme="minorHAnsi"/>
          <w:sz w:val="20"/>
          <w:szCs w:val="20"/>
        </w:rPr>
        <w:t>Ja, niżej podpisany/a, świadomy/a odpowiedzialności karnej wynikającej z art. 297 par.1 i par.2 kodeksu karnego jednocześnie oświadczam, że informacje zawarte w niniejszym oświadczeniu są zgodne ze stanem faktycznym i prawnym.</w:t>
      </w:r>
    </w:p>
    <w:p w:rsidR="009C4528" w:rsidRPr="00785AC8" w:rsidRDefault="009C4528" w:rsidP="009C452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:rsidR="009C4528" w:rsidRPr="00785AC8" w:rsidRDefault="009C4528" w:rsidP="009C452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:rsidR="009C4528" w:rsidRPr="00785AC8" w:rsidRDefault="009C4528" w:rsidP="009C4528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785AC8">
        <w:rPr>
          <w:rFonts w:cstheme="minorHAnsi"/>
          <w:i/>
          <w:iCs/>
          <w:sz w:val="20"/>
          <w:szCs w:val="20"/>
        </w:rPr>
        <w:t>………………………………………………</w:t>
      </w:r>
    </w:p>
    <w:p w:rsidR="009C4528" w:rsidRPr="00785AC8" w:rsidRDefault="009C4528" w:rsidP="009C4528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785AC8">
        <w:rPr>
          <w:rFonts w:cstheme="minorHAnsi"/>
          <w:i/>
          <w:iCs/>
          <w:sz w:val="20"/>
          <w:szCs w:val="20"/>
        </w:rPr>
        <w:t>(podpis i piecz</w:t>
      </w:r>
      <w:r w:rsidRPr="00785AC8">
        <w:rPr>
          <w:rFonts w:cstheme="minorHAnsi"/>
          <w:sz w:val="20"/>
          <w:szCs w:val="20"/>
        </w:rPr>
        <w:t>ą</w:t>
      </w:r>
      <w:r w:rsidRPr="00785AC8">
        <w:rPr>
          <w:rFonts w:cstheme="minorHAnsi"/>
          <w:i/>
          <w:iCs/>
          <w:sz w:val="20"/>
          <w:szCs w:val="20"/>
        </w:rPr>
        <w:t>tka osoby upowa</w:t>
      </w:r>
      <w:r w:rsidRPr="00785AC8">
        <w:rPr>
          <w:rFonts w:cstheme="minorHAnsi"/>
          <w:sz w:val="20"/>
          <w:szCs w:val="20"/>
        </w:rPr>
        <w:t>ż</w:t>
      </w:r>
      <w:r w:rsidRPr="00785AC8">
        <w:rPr>
          <w:rFonts w:cstheme="minorHAnsi"/>
          <w:i/>
          <w:iCs/>
          <w:sz w:val="20"/>
          <w:szCs w:val="20"/>
        </w:rPr>
        <w:t>nionej do</w:t>
      </w:r>
    </w:p>
    <w:p w:rsidR="009C4528" w:rsidRPr="00785AC8" w:rsidRDefault="009C4528" w:rsidP="009C4528">
      <w:pPr>
        <w:pStyle w:val="Tekstpodstawowy"/>
        <w:jc w:val="right"/>
        <w:rPr>
          <w:rFonts w:asciiTheme="minorHAnsi" w:hAnsiTheme="minorHAnsi" w:cstheme="minorHAnsi"/>
        </w:rPr>
      </w:pPr>
      <w:r w:rsidRPr="00785AC8">
        <w:rPr>
          <w:rFonts w:asciiTheme="minorHAnsi" w:hAnsiTheme="minorHAnsi" w:cstheme="minorHAnsi"/>
          <w:i/>
          <w:iCs/>
        </w:rPr>
        <w:t>reprezentowania Wnioskodawcy)</w:t>
      </w:r>
    </w:p>
    <w:p w:rsidR="009C4528" w:rsidRPr="002D621D" w:rsidRDefault="009C4528" w:rsidP="009C4528"/>
    <w:p w:rsidR="009C4528" w:rsidRPr="00785AC8" w:rsidRDefault="009C4528" w:rsidP="009C4528"/>
    <w:p w:rsidR="007A46D2" w:rsidRPr="009C4528" w:rsidRDefault="007A46D2" w:rsidP="009C4528"/>
    <w:sectPr w:rsidR="007A46D2" w:rsidRPr="009C4528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6D2" w:rsidRDefault="007A46D2" w:rsidP="00013907">
      <w:pPr>
        <w:spacing w:after="0" w:line="240" w:lineRule="auto"/>
      </w:pPr>
      <w:r>
        <w:separator/>
      </w:r>
    </w:p>
  </w:endnote>
  <w:endnote w:type="continuationSeparator" w:id="0">
    <w:p w:rsidR="007A46D2" w:rsidRDefault="007A46D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E52F62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E52F62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6D2" w:rsidRDefault="007A46D2" w:rsidP="00013907">
      <w:pPr>
        <w:spacing w:after="0" w:line="240" w:lineRule="auto"/>
      </w:pPr>
      <w:r>
        <w:separator/>
      </w:r>
    </w:p>
  </w:footnote>
  <w:footnote w:type="continuationSeparator" w:id="0">
    <w:p w:rsidR="007A46D2" w:rsidRDefault="007A46D2" w:rsidP="00013907">
      <w:pPr>
        <w:spacing w:after="0" w:line="240" w:lineRule="auto"/>
      </w:pPr>
      <w:r>
        <w:continuationSeparator/>
      </w:r>
    </w:p>
  </w:footnote>
  <w:footnote w:id="1">
    <w:p w:rsidR="009C4528" w:rsidRDefault="009C4528" w:rsidP="009C4528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7A46D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7" name="Obraz 7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7A46D2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6" name="Obraz 6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7A46D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5" name="Obraz 5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1788B"/>
    <w:multiLevelType w:val="hybridMultilevel"/>
    <w:tmpl w:val="6394C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6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9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3"/>
  </w:num>
  <w:num w:numId="5">
    <w:abstractNumId w:val="5"/>
  </w:num>
  <w:num w:numId="6">
    <w:abstractNumId w:val="12"/>
  </w:num>
  <w:num w:numId="7">
    <w:abstractNumId w:val="6"/>
  </w:num>
  <w:num w:numId="8">
    <w:abstractNumId w:val="16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4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0"/>
  </w:num>
  <w:num w:numId="19">
    <w:abstractNumId w:val="1"/>
  </w:num>
  <w:num w:numId="20">
    <w:abstractNumId w:val="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6D2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4F0BBB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7A46D2"/>
    <w:rsid w:val="0088010F"/>
    <w:rsid w:val="008F3A77"/>
    <w:rsid w:val="00964B25"/>
    <w:rsid w:val="009A3B76"/>
    <w:rsid w:val="009C4528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67771"/>
    <w:rsid w:val="00C70C21"/>
    <w:rsid w:val="00D02D19"/>
    <w:rsid w:val="00D41BD2"/>
    <w:rsid w:val="00D72742"/>
    <w:rsid w:val="00D94917"/>
    <w:rsid w:val="00E24886"/>
    <w:rsid w:val="00E52F62"/>
    <w:rsid w:val="00EB622D"/>
    <w:rsid w:val="00EB6A6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9DFB5B"/>
  <w15:docId w15:val="{CA69A0D5-7570-406C-B98B-5F7B0FC51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46D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A46D2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A46D2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7A46D2"/>
    <w:pPr>
      <w:spacing w:after="0" w:line="240" w:lineRule="auto"/>
      <w:jc w:val="center"/>
    </w:pPr>
    <w:rPr>
      <w:rFonts w:ascii="Arial Narrow" w:eastAsia="Times New Roman" w:hAnsi="Arial Narrow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A46D2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A46D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A46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7A46D2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7A46D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6D2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7A46D2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45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452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9C4528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452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9C45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383C1-940F-43A2-B727-80488D1F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6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2017-12-18T13:05:00Z</cp:lastPrinted>
  <dcterms:created xsi:type="dcterms:W3CDTF">2020-01-21T09:45:00Z</dcterms:created>
  <dcterms:modified xsi:type="dcterms:W3CDTF">2020-01-21T09:45:00Z</dcterms:modified>
</cp:coreProperties>
</file>