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4B" w:rsidRPr="00833B4B" w:rsidRDefault="00833B4B" w:rsidP="00833B4B">
      <w:pPr>
        <w:rPr>
          <w:sz w:val="20"/>
        </w:rPr>
      </w:pPr>
      <w:r w:rsidRPr="00833B4B">
        <w:rPr>
          <w:sz w:val="20"/>
        </w:rPr>
        <w:t xml:space="preserve">KPT-DPR.725.7.2020 </w:t>
      </w:r>
    </w:p>
    <w:p w:rsidR="00833B4B" w:rsidRDefault="001A7B7F" w:rsidP="00833B4B">
      <w:pPr>
        <w:jc w:val="right"/>
      </w:pPr>
      <w:r>
        <w:t>27</w:t>
      </w:r>
      <w:r w:rsidR="00833B4B">
        <w:t>.07.2020</w:t>
      </w:r>
      <w:r>
        <w:t>r.</w:t>
      </w:r>
      <w:bookmarkStart w:id="0" w:name="_GoBack"/>
      <w:bookmarkEnd w:id="0"/>
    </w:p>
    <w:p w:rsidR="00D84DDF" w:rsidRPr="00D84DDF" w:rsidRDefault="00D84DDF" w:rsidP="00D84DDF">
      <w:pPr>
        <w:jc w:val="right"/>
        <w:rPr>
          <w:i/>
          <w:sz w:val="16"/>
        </w:rPr>
      </w:pPr>
      <w:r w:rsidRPr="00D84DDF">
        <w:rPr>
          <w:i/>
          <w:sz w:val="16"/>
        </w:rPr>
        <w:t>Załącznik nr 2</w:t>
      </w:r>
    </w:p>
    <w:p w:rsidR="00D84DDF" w:rsidRPr="00D84DDF" w:rsidRDefault="00D84DDF" w:rsidP="00D84DDF">
      <w:pPr>
        <w:jc w:val="right"/>
        <w:rPr>
          <w:i/>
          <w:sz w:val="16"/>
        </w:rPr>
      </w:pPr>
      <w:r w:rsidRPr="00D84DDF">
        <w:rPr>
          <w:i/>
          <w:sz w:val="16"/>
        </w:rPr>
        <w:t>do dokumentacji pn. Warunki naboru ofert na świadczenie</w:t>
      </w:r>
    </w:p>
    <w:p w:rsidR="00D84DDF" w:rsidRPr="00D84DDF" w:rsidRDefault="00D84DDF" w:rsidP="00D84DDF">
      <w:pPr>
        <w:jc w:val="right"/>
        <w:rPr>
          <w:i/>
          <w:sz w:val="16"/>
        </w:rPr>
      </w:pPr>
      <w:r w:rsidRPr="00D84DDF">
        <w:rPr>
          <w:i/>
          <w:sz w:val="16"/>
        </w:rPr>
        <w:t>usług cateringowych w ramach Centrum Technologicznego</w:t>
      </w:r>
    </w:p>
    <w:p w:rsidR="00D84DDF" w:rsidRDefault="00D84DDF" w:rsidP="00D84DDF">
      <w:pPr>
        <w:jc w:val="right"/>
        <w:rPr>
          <w:i/>
          <w:sz w:val="16"/>
        </w:rPr>
      </w:pPr>
      <w:r w:rsidRPr="00D84DDF">
        <w:rPr>
          <w:i/>
          <w:sz w:val="16"/>
        </w:rPr>
        <w:t>Kieleckiego Parku Technologicznego</w:t>
      </w:r>
    </w:p>
    <w:p w:rsidR="00D84DDF" w:rsidRPr="00D84DDF" w:rsidRDefault="00D84DDF" w:rsidP="00D84DDF">
      <w:pPr>
        <w:rPr>
          <w:i/>
          <w:sz w:val="16"/>
        </w:rPr>
      </w:pPr>
    </w:p>
    <w:p w:rsidR="00D84DDF" w:rsidRPr="00D84DDF" w:rsidRDefault="00D84DDF" w:rsidP="00D84DDF">
      <w:pPr>
        <w:jc w:val="center"/>
        <w:rPr>
          <w:b/>
          <w:sz w:val="36"/>
        </w:rPr>
      </w:pPr>
      <w:r w:rsidRPr="00D84DDF">
        <w:rPr>
          <w:b/>
          <w:sz w:val="36"/>
        </w:rPr>
        <w:t>FORMULARZ OFERTOWY</w:t>
      </w:r>
    </w:p>
    <w:p w:rsidR="00D84DDF" w:rsidRPr="00D84DDF" w:rsidRDefault="00D84DDF" w:rsidP="00D84DDF">
      <w:pPr>
        <w:rPr>
          <w:b/>
        </w:rPr>
      </w:pPr>
      <w:r w:rsidRPr="00D84DDF">
        <w:rPr>
          <w:b/>
        </w:rPr>
        <w:t>1. DANE FIRMOWE: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4DDF" w:rsidTr="00D84DDF">
        <w:tc>
          <w:tcPr>
            <w:tcW w:w="9628" w:type="dxa"/>
          </w:tcPr>
          <w:p w:rsidR="00D84DDF" w:rsidRDefault="00D84DDF" w:rsidP="00D84DDF">
            <w:pPr>
              <w:rPr>
                <w:sz w:val="20"/>
              </w:rPr>
            </w:pPr>
            <w:r w:rsidRPr="00D84DDF">
              <w:rPr>
                <w:b/>
                <w:sz w:val="20"/>
              </w:rPr>
              <w:t>Pełna nazwa firmy</w:t>
            </w:r>
            <w:r w:rsidRPr="00D84DDF">
              <w:rPr>
                <w:sz w:val="20"/>
              </w:rPr>
              <w:t xml:space="preserve"> (wynikająca z rejestru/ewidencji działalności)</w:t>
            </w:r>
          </w:p>
          <w:p w:rsidR="00D84DDF" w:rsidRDefault="00D84DDF" w:rsidP="00D84DDF">
            <w:pPr>
              <w:rPr>
                <w:sz w:val="20"/>
              </w:rPr>
            </w:pPr>
          </w:p>
          <w:p w:rsidR="00D84DDF" w:rsidRDefault="00D84DDF" w:rsidP="00D84DDF">
            <w:pPr>
              <w:rPr>
                <w:sz w:val="20"/>
              </w:rPr>
            </w:pPr>
          </w:p>
        </w:tc>
      </w:tr>
      <w:tr w:rsidR="00D84DDF" w:rsidTr="00D84DDF">
        <w:tc>
          <w:tcPr>
            <w:tcW w:w="9628" w:type="dxa"/>
          </w:tcPr>
          <w:p w:rsidR="00D84DDF" w:rsidRP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Adres</w:t>
            </w:r>
          </w:p>
          <w:p w:rsidR="00D84DDF" w:rsidRPr="00D84DDF" w:rsidRDefault="00D84DDF" w:rsidP="00D84DDF">
            <w:pPr>
              <w:rPr>
                <w:b/>
                <w:sz w:val="20"/>
              </w:rPr>
            </w:pPr>
          </w:p>
          <w:p w:rsidR="00D84DDF" w:rsidRPr="00D84DDF" w:rsidRDefault="00D84DDF" w:rsidP="00D84DDF">
            <w:pPr>
              <w:rPr>
                <w:b/>
                <w:sz w:val="20"/>
              </w:rPr>
            </w:pPr>
          </w:p>
        </w:tc>
      </w:tr>
      <w:tr w:rsidR="00D84DDF" w:rsidTr="00D84DDF">
        <w:tc>
          <w:tcPr>
            <w:tcW w:w="9628" w:type="dxa"/>
          </w:tcPr>
          <w:p w:rsid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Adres strony www</w:t>
            </w:r>
          </w:p>
          <w:p w:rsidR="00D84DDF" w:rsidRDefault="00D84DDF" w:rsidP="00D84DDF">
            <w:pPr>
              <w:rPr>
                <w:b/>
                <w:sz w:val="20"/>
              </w:rPr>
            </w:pPr>
          </w:p>
          <w:p w:rsidR="00D84DDF" w:rsidRPr="00D84DDF" w:rsidRDefault="00D84DDF" w:rsidP="00D84DDF">
            <w:pPr>
              <w:rPr>
                <w:b/>
                <w:sz w:val="20"/>
              </w:rPr>
            </w:pPr>
          </w:p>
        </w:tc>
      </w:tr>
      <w:tr w:rsidR="00D84DDF" w:rsidTr="00D84DDF">
        <w:tc>
          <w:tcPr>
            <w:tcW w:w="9628" w:type="dxa"/>
          </w:tcPr>
          <w:p w:rsid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E-mail</w:t>
            </w:r>
          </w:p>
          <w:p w:rsidR="00D84DDF" w:rsidRDefault="00D84DDF" w:rsidP="00D84DDF">
            <w:pPr>
              <w:rPr>
                <w:b/>
                <w:sz w:val="20"/>
              </w:rPr>
            </w:pPr>
          </w:p>
          <w:p w:rsidR="00D84DDF" w:rsidRDefault="00D84DDF" w:rsidP="00D84DDF">
            <w:pPr>
              <w:rPr>
                <w:sz w:val="20"/>
              </w:rPr>
            </w:pPr>
          </w:p>
        </w:tc>
      </w:tr>
      <w:tr w:rsidR="00D84DDF" w:rsidTr="00D84DDF">
        <w:tc>
          <w:tcPr>
            <w:tcW w:w="9628" w:type="dxa"/>
          </w:tcPr>
          <w:p w:rsid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Telefon kontaktowy</w:t>
            </w:r>
          </w:p>
          <w:p w:rsidR="00D84DDF" w:rsidRPr="00D84DDF" w:rsidRDefault="00D84DDF" w:rsidP="00D84DDF">
            <w:pPr>
              <w:rPr>
                <w:b/>
                <w:sz w:val="20"/>
              </w:rPr>
            </w:pPr>
          </w:p>
          <w:p w:rsidR="00D84DDF" w:rsidRDefault="00D84DDF" w:rsidP="00D84DDF">
            <w:pPr>
              <w:rPr>
                <w:sz w:val="20"/>
              </w:rPr>
            </w:pPr>
          </w:p>
        </w:tc>
      </w:tr>
    </w:tbl>
    <w:p w:rsidR="00D84DDF" w:rsidRDefault="00D84DDF" w:rsidP="00D84DDF">
      <w:pPr>
        <w:rPr>
          <w:sz w:val="20"/>
        </w:rPr>
      </w:pPr>
    </w:p>
    <w:p w:rsidR="00D84DDF" w:rsidRDefault="00D84DDF" w:rsidP="00D84DDF">
      <w:pPr>
        <w:rPr>
          <w:sz w:val="20"/>
        </w:rPr>
      </w:pPr>
      <w:r w:rsidRPr="00D84DDF">
        <w:rPr>
          <w:sz w:val="20"/>
        </w:rPr>
        <w:t>1.1. DANE OSOBY DO KONTAKTU: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4DDF" w:rsidTr="004326C5">
        <w:tc>
          <w:tcPr>
            <w:tcW w:w="9628" w:type="dxa"/>
          </w:tcPr>
          <w:p w:rsidR="00D84DDF" w:rsidRP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Imię i Nazwisko</w:t>
            </w:r>
          </w:p>
          <w:p w:rsidR="00D84DDF" w:rsidRPr="00D84DDF" w:rsidRDefault="00D84DDF" w:rsidP="00D84DDF">
            <w:pPr>
              <w:rPr>
                <w:b/>
                <w:sz w:val="20"/>
              </w:rPr>
            </w:pP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</w:tr>
      <w:tr w:rsidR="00D84DDF" w:rsidTr="004326C5">
        <w:tc>
          <w:tcPr>
            <w:tcW w:w="9628" w:type="dxa"/>
          </w:tcPr>
          <w:p w:rsidR="00D84DDF" w:rsidRP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Stanowisko</w:t>
            </w: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</w:tr>
      <w:tr w:rsidR="00D84DDF" w:rsidTr="004326C5">
        <w:tc>
          <w:tcPr>
            <w:tcW w:w="9628" w:type="dxa"/>
          </w:tcPr>
          <w:p w:rsidR="00D84DDF" w:rsidRPr="00D84DDF" w:rsidRDefault="00D84DDF" w:rsidP="00D84DDF">
            <w:pPr>
              <w:rPr>
                <w:b/>
                <w:sz w:val="20"/>
              </w:rPr>
            </w:pPr>
            <w:r w:rsidRPr="00D84DDF">
              <w:rPr>
                <w:b/>
                <w:sz w:val="20"/>
              </w:rPr>
              <w:t>E-mail</w:t>
            </w:r>
          </w:p>
          <w:p w:rsidR="00D84DDF" w:rsidRPr="00D84DDF" w:rsidRDefault="00D84DDF" w:rsidP="00D84DDF">
            <w:pPr>
              <w:rPr>
                <w:b/>
                <w:sz w:val="20"/>
              </w:rPr>
            </w:pP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</w:tr>
    </w:tbl>
    <w:p w:rsidR="00D84DDF" w:rsidRPr="00D84DDF" w:rsidRDefault="00D84DDF" w:rsidP="00D84DDF">
      <w:pPr>
        <w:rPr>
          <w:sz w:val="20"/>
        </w:rPr>
      </w:pPr>
    </w:p>
    <w:p w:rsidR="00D84DDF" w:rsidRDefault="00D84DDF" w:rsidP="00D84DDF">
      <w:pPr>
        <w:rPr>
          <w:sz w:val="20"/>
        </w:rPr>
      </w:pPr>
    </w:p>
    <w:p w:rsidR="00D84DDF" w:rsidRDefault="00D84DDF" w:rsidP="00D84DDF">
      <w:pPr>
        <w:rPr>
          <w:sz w:val="20"/>
        </w:rPr>
      </w:pPr>
    </w:p>
    <w:p w:rsidR="00D84DDF" w:rsidRPr="00ED36AB" w:rsidRDefault="00D84DDF" w:rsidP="00D84DDF">
      <w:pPr>
        <w:rPr>
          <w:b/>
        </w:rPr>
      </w:pPr>
      <w:r w:rsidRPr="00D84DDF">
        <w:rPr>
          <w:b/>
        </w:rPr>
        <w:lastRenderedPageBreak/>
        <w:t>2. CENA ZA WYNAJĘCIE POWIERZCHNI CAŁKOWITEJ LOKALU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84DDF" w:rsidTr="00D84DDF">
        <w:tc>
          <w:tcPr>
            <w:tcW w:w="4814" w:type="dxa"/>
          </w:tcPr>
          <w:p w:rsidR="00D84DDF" w:rsidRPr="00D84DDF" w:rsidRDefault="00D84DDF" w:rsidP="00D84DDF">
            <w:pPr>
              <w:jc w:val="center"/>
              <w:rPr>
                <w:b/>
              </w:rPr>
            </w:pPr>
            <w:r w:rsidRPr="00D84DDF">
              <w:rPr>
                <w:b/>
              </w:rPr>
              <w:t>Powierzchnia</w:t>
            </w: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  <w:tc>
          <w:tcPr>
            <w:tcW w:w="4814" w:type="dxa"/>
          </w:tcPr>
          <w:p w:rsidR="00D84DDF" w:rsidRPr="00D84DDF" w:rsidRDefault="00D84DDF" w:rsidP="00D84DDF">
            <w:pPr>
              <w:jc w:val="center"/>
              <w:rPr>
                <w:b/>
              </w:rPr>
            </w:pPr>
            <w:r w:rsidRPr="00D84DDF">
              <w:rPr>
                <w:b/>
              </w:rPr>
              <w:t>Proponowana cena</w:t>
            </w:r>
            <w:r>
              <w:rPr>
                <w:b/>
              </w:rPr>
              <w:t xml:space="preserve"> netto/ miesiąc</w:t>
            </w:r>
            <w:r>
              <w:rPr>
                <w:b/>
              </w:rPr>
              <w:br/>
              <w:t xml:space="preserve"> (min. 1 </w:t>
            </w:r>
            <w:r w:rsidRPr="00D84DDF">
              <w:rPr>
                <w:b/>
              </w:rPr>
              <w:t>000,00zł netto/miesiąc)</w:t>
            </w: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</w:tr>
      <w:tr w:rsidR="00D84DDF" w:rsidTr="00D84DDF">
        <w:tc>
          <w:tcPr>
            <w:tcW w:w="4814" w:type="dxa"/>
          </w:tcPr>
          <w:p w:rsidR="00D84DDF" w:rsidRDefault="00D84DDF" w:rsidP="00D84DD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84DDF">
              <w:rPr>
                <w:sz w:val="20"/>
              </w:rPr>
              <w:t>Lokal przeznaczony</w:t>
            </w:r>
            <w:r>
              <w:rPr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cele cateringowe w budynku</w:t>
            </w:r>
          </w:p>
          <w:p w:rsidR="00D84DDF" w:rsidRPr="00D84DDF" w:rsidRDefault="00D84DDF" w:rsidP="00D84DDF">
            <w:pPr>
              <w:rPr>
                <w:sz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Inkubatora Technologicznego KPT – SKYE Inc.</w:t>
            </w:r>
          </w:p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  <w:tc>
          <w:tcPr>
            <w:tcW w:w="4814" w:type="dxa"/>
          </w:tcPr>
          <w:p w:rsidR="00D84DDF" w:rsidRPr="00D84DDF" w:rsidRDefault="00D84DDF" w:rsidP="004326C5">
            <w:pPr>
              <w:rPr>
                <w:b/>
                <w:sz w:val="20"/>
              </w:rPr>
            </w:pPr>
          </w:p>
        </w:tc>
      </w:tr>
    </w:tbl>
    <w:p w:rsidR="00ED36AB" w:rsidRDefault="00ED36AB" w:rsidP="00D84DDF">
      <w:pPr>
        <w:rPr>
          <w:b/>
        </w:rPr>
      </w:pPr>
    </w:p>
    <w:p w:rsidR="00D84DDF" w:rsidRPr="00D84DDF" w:rsidRDefault="00D84DDF" w:rsidP="00D84DDF">
      <w:pPr>
        <w:rPr>
          <w:b/>
        </w:rPr>
      </w:pPr>
      <w:r w:rsidRPr="00D84DDF">
        <w:rPr>
          <w:b/>
        </w:rPr>
        <w:t>Oświadczenia: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 xml:space="preserve">Oświadczam, że spełniam wszystkie warunki udziału w naborze oraz akceptuję wymogi wymienione w dokumencie „Warunki naboru ofert lokatorów świadczących usługi cateringowe w ramach Kieleckiego Parku Technologicznego”. 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Zobowiązuję się do świadczenia usług będących przedmiotem naboru zgodnie z przekładaną na potrzeby niniejszego naboru ofertą.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Oświadczam, że wobec reprezentowanej przeze mnie firmy nie wszczęto postępowania upadłościowego, ani nie ogłoszono jego upadłości.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Oświadczam, że reprezentowana przeze mnie firma nie zalega z opłacaniem podatków, opłat lub składek na ubezpieczenia społeczne.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Oświadczam, że nie jestem osobą prawną, której urzędujących członków władz skazano na przestępstwo ,popełnione w związku z postępowaniem o udzielenie zamówienia publicznego albo inne przestępstwo w celu osiągnięcia korzyści majątkowych.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Oświadczam, że dane zawarte w niniejszym formularzu są zgodne z prawdą.</w:t>
      </w:r>
    </w:p>
    <w:p w:rsidR="00D84DDF" w:rsidRPr="00ED36AB" w:rsidRDefault="00D84DDF" w:rsidP="00ED36AB">
      <w:pPr>
        <w:jc w:val="both"/>
        <w:rPr>
          <w:i/>
          <w:sz w:val="20"/>
        </w:rPr>
      </w:pPr>
      <w:r w:rsidRPr="00ED36AB">
        <w:rPr>
          <w:i/>
          <w:sz w:val="20"/>
        </w:rPr>
        <w:t>Wyrażam zgodę na przechowywanie i przetwarzanie danych firmy dla celów prowadzenia naboru ofert na świadczenie usług cateringowych w ramach Centrum Technologicznego Kie</w:t>
      </w:r>
      <w:r w:rsidR="00ED36AB">
        <w:rPr>
          <w:i/>
          <w:sz w:val="20"/>
        </w:rPr>
        <w:t>leckiego Parku Technologicznego</w:t>
      </w:r>
    </w:p>
    <w:p w:rsidR="00D84DDF" w:rsidRPr="00ED36AB" w:rsidRDefault="00D84DDF" w:rsidP="00D84DDF">
      <w:pPr>
        <w:rPr>
          <w:b/>
        </w:rPr>
      </w:pPr>
      <w:r w:rsidRPr="00ED36AB">
        <w:rPr>
          <w:b/>
        </w:rPr>
        <w:t>ZAŁĄCZNIKI DO FORMULARZA OFERTOWEGO</w:t>
      </w:r>
    </w:p>
    <w:p w:rsidR="00D84DDF" w:rsidRPr="00D84DDF" w:rsidRDefault="00D84DDF" w:rsidP="00D84DDF">
      <w:pPr>
        <w:rPr>
          <w:sz w:val="20"/>
        </w:rPr>
      </w:pPr>
      <w:r w:rsidRPr="00D84DDF">
        <w:rPr>
          <w:sz w:val="20"/>
        </w:rPr>
        <w:t>Aktualny odpis z właściwego rejestru lub zaświadczenie o wpisie do ewiden</w:t>
      </w:r>
      <w:r w:rsidR="00ED36AB">
        <w:rPr>
          <w:sz w:val="20"/>
        </w:rPr>
        <w:t xml:space="preserve">cji działalności gospodarczej + </w:t>
      </w:r>
      <w:r w:rsidRPr="00D84DDF">
        <w:rPr>
          <w:sz w:val="20"/>
        </w:rPr>
        <w:t>kserokopia zaświadczenia NIP i REGON</w:t>
      </w:r>
    </w:p>
    <w:p w:rsidR="00D84DDF" w:rsidRPr="00D84DDF" w:rsidRDefault="00D84DDF" w:rsidP="00D84DDF">
      <w:pPr>
        <w:rPr>
          <w:sz w:val="20"/>
        </w:rPr>
      </w:pPr>
      <w:r w:rsidRPr="00D84DDF">
        <w:rPr>
          <w:sz w:val="20"/>
        </w:rPr>
        <w:t>Inne, jakie? (np. pełnomocnictwo)..............................................................................................................</w:t>
      </w:r>
    </w:p>
    <w:p w:rsidR="00ED36AB" w:rsidRDefault="00ED36AB" w:rsidP="00D84DDF">
      <w:pPr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D36AB" w:rsidTr="00ED36AB">
        <w:tc>
          <w:tcPr>
            <w:tcW w:w="4814" w:type="dxa"/>
          </w:tcPr>
          <w:p w:rsidR="00ED36AB" w:rsidRDefault="00ED36AB" w:rsidP="00ED36AB">
            <w:pPr>
              <w:rPr>
                <w:sz w:val="20"/>
              </w:rPr>
            </w:pPr>
            <w:r w:rsidRPr="00D84DDF">
              <w:rPr>
                <w:sz w:val="20"/>
              </w:rPr>
              <w:t>Podpis osoby upoważnionej do reprezentowania podmiotu:</w:t>
            </w:r>
          </w:p>
          <w:p w:rsidR="00ED36AB" w:rsidRDefault="00ED36AB" w:rsidP="00ED36AB">
            <w:pPr>
              <w:rPr>
                <w:sz w:val="20"/>
              </w:rPr>
            </w:pPr>
          </w:p>
          <w:p w:rsidR="00ED36AB" w:rsidRDefault="00ED36AB" w:rsidP="00ED36AB">
            <w:pPr>
              <w:rPr>
                <w:sz w:val="20"/>
              </w:rPr>
            </w:pPr>
          </w:p>
          <w:p w:rsidR="00ED36AB" w:rsidRPr="00D84DDF" w:rsidRDefault="00ED36AB" w:rsidP="00ED36AB">
            <w:pPr>
              <w:rPr>
                <w:sz w:val="20"/>
              </w:rPr>
            </w:pPr>
          </w:p>
          <w:p w:rsidR="00ED36AB" w:rsidRDefault="00ED36AB" w:rsidP="00D84DDF">
            <w:pPr>
              <w:rPr>
                <w:sz w:val="20"/>
              </w:rPr>
            </w:pPr>
          </w:p>
        </w:tc>
        <w:tc>
          <w:tcPr>
            <w:tcW w:w="4814" w:type="dxa"/>
          </w:tcPr>
          <w:p w:rsidR="00ED36AB" w:rsidRPr="00D84DDF" w:rsidRDefault="00ED36AB" w:rsidP="00ED36AB">
            <w:pPr>
              <w:rPr>
                <w:sz w:val="20"/>
              </w:rPr>
            </w:pPr>
            <w:r w:rsidRPr="00D84DDF">
              <w:rPr>
                <w:sz w:val="20"/>
              </w:rPr>
              <w:t>Data</w:t>
            </w:r>
          </w:p>
          <w:p w:rsidR="00ED36AB" w:rsidRDefault="00ED36AB" w:rsidP="00D84DDF">
            <w:pPr>
              <w:rPr>
                <w:sz w:val="20"/>
              </w:rPr>
            </w:pPr>
          </w:p>
        </w:tc>
      </w:tr>
    </w:tbl>
    <w:p w:rsidR="00ED36AB" w:rsidRPr="00D84DDF" w:rsidRDefault="00ED36AB">
      <w:pPr>
        <w:rPr>
          <w:sz w:val="20"/>
        </w:rPr>
      </w:pPr>
    </w:p>
    <w:sectPr w:rsidR="00ED36AB" w:rsidRPr="00D84DDF" w:rsidSect="00D7274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03" w:rsidRDefault="00CB6603" w:rsidP="00013907">
      <w:pPr>
        <w:spacing w:after="0" w:line="240" w:lineRule="auto"/>
      </w:pPr>
      <w:r>
        <w:separator/>
      </w:r>
    </w:p>
  </w:endnote>
  <w:endnote w:type="continuationSeparator" w:id="0">
    <w:p w:rsidR="00CB6603" w:rsidRDefault="00CB660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1A7B7F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1A7B7F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03" w:rsidRDefault="00CB6603" w:rsidP="00013907">
      <w:pPr>
        <w:spacing w:after="0" w:line="240" w:lineRule="auto"/>
      </w:pPr>
      <w:r>
        <w:separator/>
      </w:r>
    </w:p>
  </w:footnote>
  <w:footnote w:type="continuationSeparator" w:id="0">
    <w:p w:rsidR="00CB6603" w:rsidRDefault="00CB660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833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6" name="Obraz 6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833B4B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5" name="Obraz 5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833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4" name="Obraz 4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03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A7B7F"/>
    <w:rsid w:val="001F5009"/>
    <w:rsid w:val="00295A36"/>
    <w:rsid w:val="002A3146"/>
    <w:rsid w:val="002D1E7C"/>
    <w:rsid w:val="002F7C45"/>
    <w:rsid w:val="003B0534"/>
    <w:rsid w:val="003F13E6"/>
    <w:rsid w:val="0041760F"/>
    <w:rsid w:val="004C38E9"/>
    <w:rsid w:val="00530311"/>
    <w:rsid w:val="0054724D"/>
    <w:rsid w:val="00550480"/>
    <w:rsid w:val="005E6617"/>
    <w:rsid w:val="006104DC"/>
    <w:rsid w:val="0061396A"/>
    <w:rsid w:val="006A37F9"/>
    <w:rsid w:val="006D6F20"/>
    <w:rsid w:val="00712D4F"/>
    <w:rsid w:val="00783394"/>
    <w:rsid w:val="007919B7"/>
    <w:rsid w:val="00833B4B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CB6603"/>
    <w:rsid w:val="00D02D19"/>
    <w:rsid w:val="00D41BD2"/>
    <w:rsid w:val="00D72742"/>
    <w:rsid w:val="00D84DDF"/>
    <w:rsid w:val="00D94917"/>
    <w:rsid w:val="00E24886"/>
    <w:rsid w:val="00EB622D"/>
    <w:rsid w:val="00EB6A60"/>
    <w:rsid w:val="00ED36AB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BE0B41"/>
  <w15:docId w15:val="{62635869-1E2B-4844-9B2B-E52F5A17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84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288FE-254D-430F-8981-DC4D4D3B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2017-12-18T13:05:00Z</cp:lastPrinted>
  <dcterms:created xsi:type="dcterms:W3CDTF">2020-07-22T10:53:00Z</dcterms:created>
  <dcterms:modified xsi:type="dcterms:W3CDTF">2020-07-27T06:07:00Z</dcterms:modified>
</cp:coreProperties>
</file>