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F43" w:rsidRPr="004966DB" w:rsidRDefault="00AF6F43" w:rsidP="00AF6F43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8017B3">
        <w:rPr>
          <w:rFonts w:eastAsia="Times New Roman" w:cs="Calibri"/>
          <w:sz w:val="20"/>
          <w:szCs w:val="20"/>
          <w:lang w:eastAsia="pl-PL"/>
        </w:rPr>
        <w:t>5</w:t>
      </w:r>
      <w:r w:rsidR="00D10D17">
        <w:rPr>
          <w:rFonts w:eastAsia="Times New Roman" w:cs="Calibri"/>
          <w:sz w:val="20"/>
          <w:szCs w:val="20"/>
          <w:lang w:eastAsia="pl-PL"/>
        </w:rPr>
        <w:t>.2</w:t>
      </w:r>
      <w:r w:rsidR="00834327">
        <w:rPr>
          <w:rFonts w:eastAsia="Times New Roman" w:cs="Calibri"/>
          <w:sz w:val="20"/>
          <w:szCs w:val="20"/>
          <w:lang w:eastAsia="pl-PL"/>
        </w:rPr>
        <w:t>019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</w:t>
      </w:r>
      <w:r w:rsidR="009A1F87">
        <w:rPr>
          <w:rFonts w:eastAsia="Times New Roman" w:cs="Times New Roman"/>
          <w:i/>
          <w:sz w:val="20"/>
          <w:szCs w:val="20"/>
          <w:lang w:eastAsia="pl-PL"/>
        </w:rPr>
        <w:t>1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przetargu nieograniczonego na wynajem nieruchomości zabudowanych, stanowiących własność Miasta Kielce </w:t>
      </w:r>
      <w:r w:rsidR="009A1F87" w:rsidRPr="004966DB">
        <w:rPr>
          <w:rFonts w:eastAsia="Times New Roman" w:cs="Times New Roman"/>
          <w:i/>
          <w:sz w:val="20"/>
          <w:szCs w:val="20"/>
          <w:lang w:eastAsia="pl-PL"/>
        </w:rPr>
        <w:t>i będących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w Trwałym Zarządzie Kieleckiego Parku Technologicznego – Strefa II – Centrum Technologiczne, objętych </w:t>
      </w:r>
      <w:r w:rsidR="009A1F87" w:rsidRPr="004966DB">
        <w:rPr>
          <w:rFonts w:eastAsia="Times New Roman" w:cs="Times New Roman"/>
          <w:i/>
          <w:sz w:val="20"/>
          <w:szCs w:val="20"/>
          <w:lang w:eastAsia="pl-PL"/>
        </w:rPr>
        <w:t>obszarem Specjalnej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Strefy Ekonomicznej „Starachowice” (Podstrefa Kielce)</w:t>
      </w:r>
    </w:p>
    <w:p w:rsidR="00AF6F43" w:rsidRPr="004966DB" w:rsidRDefault="00AF6F43" w:rsidP="00AF6F43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7C59D9" w:rsidRDefault="00AF6F43" w:rsidP="007C59D9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2E141D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AF6F43" w:rsidRPr="004966DB" w:rsidRDefault="00AF6F43" w:rsidP="00AF6F43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="009A1F87"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="009A1F87" w:rsidRPr="004966DB">
        <w:rPr>
          <w:rFonts w:eastAsia="Times New Roman" w:cs="Arial"/>
          <w:sz w:val="20"/>
          <w:szCs w:val="20"/>
          <w:lang w:eastAsia="pl-PL"/>
        </w:rPr>
        <w:t xml:space="preserve"> przedstawiciel</w:t>
      </w:r>
      <w:r w:rsidRPr="004966DB">
        <w:rPr>
          <w:rFonts w:eastAsia="Times New Roman" w:cs="Arial"/>
          <w:sz w:val="20"/>
          <w:szCs w:val="20"/>
          <w:lang w:eastAsia="pl-PL"/>
        </w:rPr>
        <w:t>/le firmy: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</w:t>
      </w:r>
      <w:r w:rsidR="009A1F87" w:rsidRPr="004966DB">
        <w:rPr>
          <w:rFonts w:eastAsia="Times New Roman" w:cs="Arial"/>
          <w:sz w:val="20"/>
          <w:szCs w:val="20"/>
          <w:lang w:eastAsia="pl-PL"/>
        </w:rPr>
        <w:t>nas firmy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</w:t>
      </w:r>
    </w:p>
    <w:p w:rsidR="00AF6F43" w:rsidRPr="007C59D9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7C59D9" w:rsidRPr="008017B3" w:rsidRDefault="00AF6F43" w:rsidP="007C59D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C59D9">
        <w:rPr>
          <w:rFonts w:eastAsia="Times New Roman" w:cs="Times New Roman"/>
          <w:b/>
          <w:sz w:val="20"/>
          <w:szCs w:val="20"/>
          <w:lang w:eastAsia="pl-PL"/>
        </w:rPr>
        <w:t>Oświadczam/y, że of</w:t>
      </w:r>
      <w:r w:rsidR="008017B3">
        <w:rPr>
          <w:rFonts w:eastAsia="Times New Roman" w:cs="Times New Roman"/>
          <w:b/>
          <w:sz w:val="20"/>
          <w:szCs w:val="20"/>
          <w:lang w:eastAsia="pl-PL"/>
        </w:rPr>
        <w:t xml:space="preserve">erowana przeze mnie/nas cena za </w:t>
      </w:r>
      <w:r w:rsidR="008017B3" w:rsidRPr="008017B3">
        <w:rPr>
          <w:rFonts w:ascii="Calibri" w:hAnsi="Calibri" w:cstheme="minorHAnsi"/>
          <w:b/>
          <w:color w:val="000000"/>
          <w:sz w:val="20"/>
          <w:szCs w:val="20"/>
        </w:rPr>
        <w:t xml:space="preserve">wynajem działek </w:t>
      </w:r>
      <w:r w:rsidR="008017B3" w:rsidRPr="008017B3">
        <w:rPr>
          <w:rFonts w:ascii="Calibri" w:hAnsi="Calibri" w:cs="Calibri"/>
          <w:b/>
          <w:color w:val="000000"/>
          <w:sz w:val="20"/>
          <w:szCs w:val="20"/>
        </w:rPr>
        <w:t xml:space="preserve">6/523, 6/527, 6/529 o łącznej powierzchni 5 541 </w:t>
      </w:r>
      <w:r w:rsidR="009A1F87" w:rsidRPr="009A1F87">
        <w:rPr>
          <w:rFonts w:eastAsia="Times New Roman" w:cs="Times New Roman"/>
          <w:b/>
          <w:sz w:val="20"/>
          <w:szCs w:val="20"/>
          <w:lang w:eastAsia="pl-PL"/>
        </w:rPr>
        <w:t>m</w:t>
      </w:r>
      <w:r w:rsidR="009A1F87" w:rsidRPr="009A1F87">
        <w:rPr>
          <w:rFonts w:eastAsia="Times New Roman" w:cs="Times New Roman"/>
          <w:b/>
          <w:sz w:val="20"/>
          <w:szCs w:val="20"/>
          <w:vertAlign w:val="superscript"/>
          <w:lang w:eastAsia="pl-PL"/>
        </w:rPr>
        <w:t>2</w:t>
      </w:r>
      <w:r w:rsidR="008017B3" w:rsidRPr="008017B3">
        <w:rPr>
          <w:rFonts w:eastAsia="Times New Roman" w:cs="Times New Roman"/>
          <w:b/>
          <w:sz w:val="20"/>
          <w:szCs w:val="20"/>
          <w:lang w:eastAsia="pl-PL"/>
        </w:rPr>
        <w:t xml:space="preserve"> wynosi:</w:t>
      </w:r>
    </w:p>
    <w:p w:rsidR="00AF6F43" w:rsidRPr="008017B3" w:rsidRDefault="00AF6F43" w:rsidP="008017B3">
      <w:pPr>
        <w:jc w:val="both"/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F6F43" w:rsidRPr="004966DB" w:rsidTr="00D67F88">
        <w:trPr>
          <w:trHeight w:val="394"/>
        </w:trPr>
        <w:tc>
          <w:tcPr>
            <w:tcW w:w="9322" w:type="dxa"/>
            <w:vAlign w:val="center"/>
          </w:tcPr>
          <w:p w:rsidR="00AF6F43" w:rsidRPr="004966DB" w:rsidRDefault="00AF6F43" w:rsidP="007C59D9">
            <w:pPr>
              <w:spacing w:after="0" w:line="360" w:lineRule="auto"/>
              <w:ind w:left="360"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9A1F87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E141D" w:rsidRPr="009A1F8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 w:rsidR="00E77391" w:rsidRPr="009A1F8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nie mniej niż </w:t>
            </w:r>
            <w:r w:rsidR="009A1F87" w:rsidRPr="009A1F8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</w:t>
            </w:r>
            <w:r w:rsidRPr="009A1F8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</w:t>
            </w:r>
            <w:r w:rsidR="009A1F87" w:rsidRPr="009A1F8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A1F8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zł/m</w:t>
            </w:r>
            <w:r w:rsidRPr="009A1F87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F6F43" w:rsidRPr="004966DB" w:rsidTr="00D67F88">
        <w:trPr>
          <w:trHeight w:val="567"/>
        </w:trPr>
        <w:tc>
          <w:tcPr>
            <w:tcW w:w="9322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7C59D9" w:rsidRP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Default="00AF6F43" w:rsidP="007C59D9">
      <w:pPr>
        <w:numPr>
          <w:ilvl w:val="1"/>
          <w:numId w:val="7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Proponowana długość umowy najmu </w:t>
      </w:r>
      <w:r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AF6F43" w:rsidRPr="004966DB" w:rsidRDefault="00AF6F43" w:rsidP="00AF6F43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6F43" w:rsidRPr="004966DB" w:rsidTr="009A1F87">
        <w:trPr>
          <w:trHeight w:val="1393"/>
        </w:trPr>
        <w:tc>
          <w:tcPr>
            <w:tcW w:w="4606" w:type="dxa"/>
            <w:vAlign w:val="center"/>
          </w:tcPr>
          <w:p w:rsidR="009A1F87" w:rsidRPr="009A1F87" w:rsidRDefault="009A1F87" w:rsidP="009A1F87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716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AF6F43" w:rsidRPr="004966DB" w:rsidRDefault="00AF6F43" w:rsidP="008017B3">
      <w:pPr>
        <w:spacing w:after="6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lastRenderedPageBreak/>
        <w:t>2. Dane dotyczące firmy:</w:t>
      </w:r>
    </w:p>
    <w:p w:rsidR="00AF6F43" w:rsidRPr="004966DB" w:rsidRDefault="00AF6F43" w:rsidP="00AF6F43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AF6F43" w:rsidRPr="00834327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834327">
        <w:rPr>
          <w:rFonts w:eastAsia="Times New Roman" w:cs="Arial"/>
          <w:sz w:val="20"/>
          <w:szCs w:val="20"/>
          <w:lang w:eastAsia="pl-PL"/>
        </w:rPr>
        <w:t>…………………………………………………………</w:t>
      </w:r>
    </w:p>
    <w:p w:rsidR="00AF6F43" w:rsidRPr="00834327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834327">
        <w:rPr>
          <w:rFonts w:eastAsia="Times New Roman" w:cs="Arial"/>
          <w:sz w:val="20"/>
          <w:szCs w:val="20"/>
          <w:lang w:eastAsia="pl-PL"/>
        </w:rPr>
        <w:t xml:space="preserve">Nazwa firmy: </w:t>
      </w:r>
    </w:p>
    <w:p w:rsidR="00AF6F43" w:rsidRPr="00834327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834327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AF6F43" w:rsidRPr="00834327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834327">
        <w:rPr>
          <w:rFonts w:eastAsia="Times New Roman" w:cs="Arial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AF6F43" w:rsidRPr="00834327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834327">
        <w:rPr>
          <w:rFonts w:eastAsia="Times New Roman" w:cs="Arial"/>
          <w:sz w:val="20"/>
          <w:szCs w:val="20"/>
          <w:lang w:eastAsia="pl-PL"/>
        </w:rPr>
        <w:t>Numer telefonu:</w:t>
      </w:r>
      <w:r w:rsidRPr="00834327">
        <w:rPr>
          <w:rFonts w:eastAsia="Times New Roman" w:cs="Arial"/>
          <w:sz w:val="20"/>
          <w:szCs w:val="20"/>
          <w:lang w:eastAsia="pl-PL"/>
        </w:rPr>
        <w:tab/>
        <w:t>0……/ ……………………………</w:t>
      </w:r>
      <w:proofErr w:type="gramStart"/>
      <w:r w:rsidRPr="00834327">
        <w:rPr>
          <w:rFonts w:eastAsia="Times New Roman" w:cs="Arial"/>
          <w:sz w:val="20"/>
          <w:szCs w:val="20"/>
          <w:lang w:eastAsia="pl-PL"/>
        </w:rPr>
        <w:t>…….</w:t>
      </w:r>
      <w:proofErr w:type="gramEnd"/>
      <w:r w:rsidRPr="00834327">
        <w:rPr>
          <w:rFonts w:eastAsia="Times New Roman" w:cs="Arial"/>
          <w:sz w:val="20"/>
          <w:szCs w:val="20"/>
          <w:lang w:eastAsia="pl-PL"/>
        </w:rPr>
        <w:t>………………</w:t>
      </w:r>
    </w:p>
    <w:p w:rsidR="00AF6F43" w:rsidRPr="00834327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834327">
        <w:rPr>
          <w:rFonts w:eastAsia="Times New Roman" w:cs="Arial"/>
          <w:sz w:val="20"/>
          <w:szCs w:val="20"/>
          <w:lang w:eastAsia="pl-PL"/>
        </w:rPr>
        <w:t>Numer faksu:</w:t>
      </w:r>
      <w:r w:rsidRPr="00834327">
        <w:rPr>
          <w:rFonts w:eastAsia="Times New Roman" w:cs="Arial"/>
          <w:sz w:val="20"/>
          <w:szCs w:val="20"/>
          <w:lang w:eastAsia="pl-PL"/>
        </w:rPr>
        <w:tab/>
      </w:r>
      <w:proofErr w:type="gramStart"/>
      <w:r w:rsidRPr="00834327">
        <w:rPr>
          <w:rFonts w:eastAsia="Times New Roman" w:cs="Arial"/>
          <w:sz w:val="20"/>
          <w:szCs w:val="20"/>
          <w:lang w:eastAsia="pl-PL"/>
        </w:rPr>
        <w:t>0.…</w:t>
      </w:r>
      <w:proofErr w:type="gramEnd"/>
      <w:r w:rsidRPr="00834327">
        <w:rPr>
          <w:rFonts w:eastAsia="Times New Roman" w:cs="Arial"/>
          <w:sz w:val="20"/>
          <w:szCs w:val="20"/>
          <w:lang w:eastAsia="pl-PL"/>
        </w:rPr>
        <w:t>/ ....................................</w:t>
      </w:r>
    </w:p>
    <w:p w:rsidR="00AF6F43" w:rsidRPr="00834327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834327">
        <w:rPr>
          <w:rFonts w:eastAsia="Times New Roman" w:cs="Arial"/>
          <w:sz w:val="20"/>
          <w:szCs w:val="20"/>
          <w:lang w:eastAsia="pl-PL"/>
        </w:rPr>
        <w:t>Numer REGON:</w:t>
      </w:r>
      <w:r w:rsidRPr="00834327">
        <w:rPr>
          <w:rFonts w:eastAsia="Times New Roman" w:cs="Arial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</w:t>
      </w:r>
      <w:r w:rsidR="009A1F87" w:rsidRPr="004966DB">
        <w:rPr>
          <w:rFonts w:eastAsia="Times New Roman" w:cs="Times New Roman"/>
          <w:i/>
          <w:sz w:val="20"/>
          <w:szCs w:val="20"/>
          <w:lang w:eastAsia="pl-PL"/>
        </w:rPr>
        <w:t>i będących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w trwałym zarządzie Kieleckiego Parku Technologicznego – Strefa II – Centrum Technologiczne, objętych obszarem Starachowickiej Specjalnej Strefy Ekonomiczne (Podstrefa Kielce).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Oświadczam, że wobec reprezentowanej przeze mnie </w:t>
      </w:r>
      <w:r w:rsidR="009A1F87" w:rsidRPr="004966DB">
        <w:rPr>
          <w:rFonts w:eastAsia="Times New Roman" w:cs="Arial"/>
          <w:i/>
          <w:sz w:val="20"/>
          <w:szCs w:val="20"/>
          <w:lang w:eastAsia="pl-PL"/>
        </w:rPr>
        <w:t>firmy nie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wszczęto postępowania upadłościowego, ani nie ogłoszono jego upadłości.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  <w:r w:rsidR="009A1F87">
        <w:rPr>
          <w:rFonts w:eastAsia="Times New Roman" w:cs="Arial"/>
          <w:bCs/>
          <w:i/>
          <w:sz w:val="20"/>
          <w:szCs w:val="20"/>
          <w:lang w:eastAsia="pl-PL"/>
        </w:rPr>
        <w:t>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AF6F43" w:rsidRPr="004966DB" w:rsidRDefault="00AF6F43" w:rsidP="00AF6F43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Wyrażam zgodę na przechowywanie i przetwarzanie danych firmy dla celów prowadzenia przetargu </w:t>
      </w:r>
      <w:r w:rsidR="009A1F87" w:rsidRPr="004966DB">
        <w:rPr>
          <w:rFonts w:eastAsia="Times New Roman" w:cs="Times New Roman"/>
          <w:i/>
          <w:sz w:val="20"/>
          <w:szCs w:val="20"/>
          <w:lang w:eastAsia="pl-PL"/>
        </w:rPr>
        <w:t>na wynajem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nieruchomości zabudowanych, stanowiących własność Miasta Kielce </w:t>
      </w:r>
      <w:r w:rsidR="009A1F87" w:rsidRPr="004966DB">
        <w:rPr>
          <w:rFonts w:eastAsia="Times New Roman" w:cs="Times New Roman"/>
          <w:i/>
          <w:sz w:val="20"/>
          <w:szCs w:val="20"/>
          <w:lang w:eastAsia="pl-PL"/>
        </w:rPr>
        <w:t>i będących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w Trwałym Zarządzie Kieleckiego Parku Technologicznego – Strefa II – Centrum Technologiczne, objętych </w:t>
      </w:r>
      <w:bookmarkStart w:id="0" w:name="_GoBack"/>
      <w:bookmarkEnd w:id="0"/>
      <w:r w:rsidR="009A1F87" w:rsidRPr="004966DB">
        <w:rPr>
          <w:rFonts w:eastAsia="Times New Roman" w:cs="Times New Roman"/>
          <w:i/>
          <w:sz w:val="20"/>
          <w:szCs w:val="20"/>
          <w:lang w:eastAsia="pl-PL"/>
        </w:rPr>
        <w:t>obszarem Specjalnej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Strefy Ekonomicznej „Starachowice” (Podstrefa Kielce) w ramach Kieleckiego Parku Technologicznego.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sectPr w:rsidR="00AF6F43" w:rsidRPr="004966DB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8F1" w:rsidRDefault="00CF48F1" w:rsidP="00013907">
      <w:pPr>
        <w:spacing w:after="0" w:line="240" w:lineRule="auto"/>
      </w:pPr>
      <w:r>
        <w:separator/>
      </w:r>
    </w:p>
  </w:endnote>
  <w:endnote w:type="continuationSeparator" w:id="0">
    <w:p w:rsidR="00CF48F1" w:rsidRDefault="00CF48F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8017B3">
      <w:rPr>
        <w:b/>
        <w:bCs/>
        <w:noProof/>
        <w:color w:val="C62D54"/>
        <w:sz w:val="16"/>
        <w:szCs w:val="16"/>
      </w:rPr>
      <w:t>3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8017B3">
      <w:rPr>
        <w:b/>
        <w:bCs/>
        <w:noProof/>
        <w:color w:val="C62D54"/>
        <w:sz w:val="16"/>
        <w:szCs w:val="16"/>
      </w:rPr>
      <w:t>3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8F1" w:rsidRDefault="00CF48F1" w:rsidP="00013907">
      <w:pPr>
        <w:spacing w:after="0" w:line="240" w:lineRule="auto"/>
      </w:pPr>
      <w:r>
        <w:separator/>
      </w:r>
    </w:p>
  </w:footnote>
  <w:footnote w:type="continuationSeparator" w:id="0">
    <w:p w:rsidR="00CF48F1" w:rsidRDefault="00CF48F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CDE" w:rsidRDefault="00CF48F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051" type="#_x0000_t75" alt="papier_10-15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CF48F1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050" type="#_x0000_t75" alt="papier_10-15" style="position:absolute;margin-left:-56.8pt;margin-top:-128.5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7801214"/>
      <w:docPartObj>
        <w:docPartGallery w:val="Watermarks"/>
      </w:docPartObj>
    </w:sdtPr>
    <w:sdtEndPr/>
    <w:sdtContent>
      <w:p w:rsidR="00D94917" w:rsidRDefault="00CF48F1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049" type="#_x0000_t75" alt="papier_10-13" style="position:absolute;margin-left:-56.85pt;margin-top:-129.05pt;width:595.2pt;height:841.9pt;z-index:-251654144;mso-wrap-edited:f;mso-width-percent:0;mso-height-percent:0;mso-position-horizontal-relative:margin;mso-position-vertical-relative:margin;mso-width-percent:0;mso-height-percent:0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6C4"/>
    <w:multiLevelType w:val="hybridMultilevel"/>
    <w:tmpl w:val="B84E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410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188725AF"/>
    <w:multiLevelType w:val="hybridMultilevel"/>
    <w:tmpl w:val="BBC04584"/>
    <w:lvl w:ilvl="0" w:tplc="2DEC1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B367C"/>
    <w:multiLevelType w:val="hybridMultilevel"/>
    <w:tmpl w:val="9E5E26C8"/>
    <w:lvl w:ilvl="0" w:tplc="C9E28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6" w15:restartNumberingAfterBreak="0">
    <w:nsid w:val="625525F5"/>
    <w:multiLevelType w:val="hybridMultilevel"/>
    <w:tmpl w:val="6C881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530311"/>
    <w:rsid w:val="0054724D"/>
    <w:rsid w:val="00590313"/>
    <w:rsid w:val="005E6617"/>
    <w:rsid w:val="006104DC"/>
    <w:rsid w:val="006A37F9"/>
    <w:rsid w:val="006D6F20"/>
    <w:rsid w:val="00712D4F"/>
    <w:rsid w:val="00783394"/>
    <w:rsid w:val="007919B7"/>
    <w:rsid w:val="007C59D9"/>
    <w:rsid w:val="008017B3"/>
    <w:rsid w:val="00834327"/>
    <w:rsid w:val="0088010F"/>
    <w:rsid w:val="008F3A77"/>
    <w:rsid w:val="00964B25"/>
    <w:rsid w:val="009A1F87"/>
    <w:rsid w:val="009A3B76"/>
    <w:rsid w:val="009C6BC5"/>
    <w:rsid w:val="00AC6384"/>
    <w:rsid w:val="00AF6F43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F48F1"/>
    <w:rsid w:val="00D02D19"/>
    <w:rsid w:val="00D10D17"/>
    <w:rsid w:val="00D41BD2"/>
    <w:rsid w:val="00D72742"/>
    <w:rsid w:val="00D94917"/>
    <w:rsid w:val="00E24886"/>
    <w:rsid w:val="00E77391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C7CD02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B8659-5C6E-544B-9E4D-7674395AF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Z:\Szablony dokumentów\Papier_firmowy_KPT_10-LAT\KPT_papier_10.dotx</Template>
  <TotalTime>3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Microsoft Office User</cp:lastModifiedBy>
  <cp:revision>2</cp:revision>
  <cp:lastPrinted>2018-04-16T07:33:00Z</cp:lastPrinted>
  <dcterms:created xsi:type="dcterms:W3CDTF">2019-07-30T08:17:00Z</dcterms:created>
  <dcterms:modified xsi:type="dcterms:W3CDTF">2019-07-30T08:17:00Z</dcterms:modified>
</cp:coreProperties>
</file>