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E6F" w:rsidRPr="00822549" w:rsidRDefault="00C85E6F" w:rsidP="00C85E6F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KPT-DPR.725.</w:t>
      </w:r>
      <w:r w:rsidR="00F657A0">
        <w:rPr>
          <w:rFonts w:eastAsia="Times New Roman" w:cstheme="minorHAnsi"/>
          <w:lang w:eastAsia="pl-PL"/>
        </w:rPr>
        <w:t>4</w:t>
      </w:r>
      <w:r w:rsidRPr="00822549">
        <w:rPr>
          <w:rFonts w:eastAsia="Times New Roman" w:cstheme="minorHAnsi"/>
          <w:lang w:eastAsia="pl-PL"/>
        </w:rPr>
        <w:t>.2021</w:t>
      </w:r>
    </w:p>
    <w:p w:rsidR="00C85E6F" w:rsidRPr="00822549" w:rsidRDefault="00C85E6F" w:rsidP="00C85E6F">
      <w:pPr>
        <w:spacing w:after="0" w:line="240" w:lineRule="auto"/>
        <w:jc w:val="right"/>
        <w:rPr>
          <w:rFonts w:eastAsia="Times New Roman" w:cstheme="minorHAnsi"/>
          <w:i/>
          <w:lang w:eastAsia="pl-PL"/>
        </w:rPr>
      </w:pPr>
    </w:p>
    <w:p w:rsidR="00C85E6F" w:rsidRPr="00822549" w:rsidRDefault="00C85E6F" w:rsidP="00C85E6F">
      <w:pPr>
        <w:spacing w:after="0" w:line="240" w:lineRule="auto"/>
        <w:jc w:val="right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 xml:space="preserve">Załącznik nr 2 </w:t>
      </w:r>
    </w:p>
    <w:p w:rsidR="00C85E6F" w:rsidRPr="00822549" w:rsidRDefault="00C85E6F" w:rsidP="00C85E6F">
      <w:pPr>
        <w:spacing w:after="0" w:line="240" w:lineRule="auto"/>
        <w:jc w:val="right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 xml:space="preserve">do dokumentacji pn. </w:t>
      </w:r>
      <w:r w:rsidRPr="00822549">
        <w:rPr>
          <w:rFonts w:eastAsia="Times New Roman" w:cstheme="minorHAnsi"/>
          <w:bCs/>
          <w:i/>
          <w:lang w:eastAsia="pl-PL"/>
        </w:rPr>
        <w:t>Opis warunków udziału w postępowaniu w trybie</w:t>
      </w:r>
      <w:r w:rsidRPr="00822549">
        <w:rPr>
          <w:rFonts w:eastAsia="Times New Roman" w:cstheme="minorHAnsi"/>
          <w:b/>
          <w:bCs/>
          <w:i/>
          <w:lang w:eastAsia="pl-PL"/>
        </w:rPr>
        <w:t xml:space="preserve"> </w:t>
      </w:r>
      <w:r w:rsidRPr="00822549">
        <w:rPr>
          <w:rFonts w:eastAsia="Times New Roman" w:cstheme="minorHAnsi"/>
          <w:i/>
          <w:lang w:eastAsia="pl-PL"/>
        </w:rPr>
        <w:t>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C85E6F" w:rsidRPr="00822549" w:rsidRDefault="00C85E6F" w:rsidP="00C85E6F">
      <w:pPr>
        <w:spacing w:after="0" w:line="240" w:lineRule="auto"/>
        <w:ind w:left="2832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FORMULARZ OFERTOWY</w:t>
      </w:r>
    </w:p>
    <w:p w:rsidR="00C85E6F" w:rsidRPr="00822549" w:rsidRDefault="00C85E6F" w:rsidP="00C85E6F">
      <w:pPr>
        <w:spacing w:after="0" w:line="240" w:lineRule="auto"/>
        <w:ind w:left="1416" w:firstLine="708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tabs>
          <w:tab w:val="left" w:pos="5245"/>
        </w:tabs>
        <w:spacing w:after="12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85E6F" w:rsidRPr="00822549" w:rsidRDefault="00C85E6F" w:rsidP="00C85E6F">
      <w:pPr>
        <w:spacing w:after="12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jako upoważniony/</w:t>
      </w:r>
      <w:proofErr w:type="spellStart"/>
      <w:r w:rsidRPr="00822549">
        <w:rPr>
          <w:rFonts w:eastAsia="Times New Roman" w:cstheme="minorHAnsi"/>
          <w:lang w:eastAsia="pl-PL"/>
        </w:rPr>
        <w:t>nieni</w:t>
      </w:r>
      <w:proofErr w:type="spellEnd"/>
      <w:r w:rsidRPr="00822549">
        <w:rPr>
          <w:rFonts w:eastAsia="Times New Roman" w:cstheme="minorHAnsi"/>
          <w:lang w:eastAsia="pl-PL"/>
        </w:rPr>
        <w:t xml:space="preserve"> przedstawiciel/le firmy: ...................................................................................................................................................................</w:t>
      </w:r>
    </w:p>
    <w:p w:rsidR="00C85E6F" w:rsidRPr="00822549" w:rsidRDefault="00C85E6F" w:rsidP="00C85E6F">
      <w:pPr>
        <w:spacing w:after="12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85E6F" w:rsidRPr="00822549" w:rsidRDefault="00C85E6F" w:rsidP="00C85E6F">
      <w:pPr>
        <w:spacing w:after="12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z siedzibą ……………………………………………………………………………………………………</w:t>
      </w:r>
      <w:r w:rsidR="00822549" w:rsidRPr="00822549">
        <w:rPr>
          <w:rFonts w:eastAsia="Times New Roman" w:cstheme="minorHAnsi"/>
          <w:lang w:eastAsia="pl-PL"/>
        </w:rPr>
        <w:t>……</w:t>
      </w:r>
      <w:r w:rsidRPr="00822549">
        <w:rPr>
          <w:rFonts w:eastAsia="Times New Roman" w:cstheme="minorHAnsi"/>
          <w:lang w:eastAsia="pl-PL"/>
        </w:rPr>
        <w:t>.</w:t>
      </w:r>
    </w:p>
    <w:p w:rsidR="00C85E6F" w:rsidRPr="00822549" w:rsidRDefault="00C85E6F" w:rsidP="00C85E6F">
      <w:pPr>
        <w:spacing w:after="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działając w imieniu reprezentowanej przeze mnie/nas firmy ...................................................................................................................................................................</w:t>
      </w:r>
    </w:p>
    <w:p w:rsidR="00C85E6F" w:rsidRPr="00822549" w:rsidRDefault="00C85E6F" w:rsidP="00C85E6F">
      <w:pPr>
        <w:spacing w:after="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85E6F" w:rsidRPr="00822549" w:rsidRDefault="00C85E6F" w:rsidP="00C85E6F">
      <w:pPr>
        <w:spacing w:after="120" w:line="360" w:lineRule="auto"/>
        <w:rPr>
          <w:rFonts w:eastAsia="Times New Roman" w:cstheme="minorHAnsi"/>
          <w:lang w:eastAsia="pl-PL"/>
        </w:rPr>
      </w:pPr>
    </w:p>
    <w:p w:rsidR="00F657A0" w:rsidRDefault="00C85E6F" w:rsidP="00F657A0">
      <w:pPr>
        <w:jc w:val="both"/>
        <w:rPr>
          <w:rFonts w:cs="Calibri"/>
          <w:sz w:val="20"/>
          <w:szCs w:val="20"/>
        </w:rPr>
      </w:pPr>
      <w:r w:rsidRPr="00822549">
        <w:rPr>
          <w:rFonts w:eastAsia="Times New Roman" w:cstheme="minorHAnsi"/>
          <w:lang w:eastAsia="pl-PL"/>
        </w:rPr>
        <w:t xml:space="preserve">1. </w:t>
      </w:r>
      <w:r w:rsidR="00F657A0">
        <w:rPr>
          <w:rFonts w:cs="Calibri"/>
          <w:sz w:val="20"/>
          <w:szCs w:val="20"/>
        </w:rPr>
        <w:t>Przetargiem objęte są nieruchomości stanowiące własność Miasta Kielce i będące w trwałym zarządzie Kieleckiego Parku Technologicznego, położone w Kielcach przy ul. Olszewskiego 20, tj.</w:t>
      </w:r>
    </w:p>
    <w:p w:rsidR="00C85E6F" w:rsidRPr="00F657A0" w:rsidRDefault="00F657A0" w:rsidP="00F657A0">
      <w:pPr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  <w:u w:val="single"/>
        </w:rPr>
        <w:t xml:space="preserve">Moduł D - o łącznej powierzchni 579,88 m² zlokalizowany na parterze Hali produkcyjnej ROMA Tech, położonej </w:t>
      </w:r>
      <w:r>
        <w:rPr>
          <w:rFonts w:cs="Calibri"/>
          <w:b/>
          <w:sz w:val="20"/>
          <w:szCs w:val="20"/>
          <w:u w:val="single"/>
        </w:rPr>
        <w:br/>
        <w:t xml:space="preserve">w Kielcach przy ul. Olszewskiego 20 o łącznej powierzchni </w:t>
      </w:r>
      <w:r w:rsidR="00D47B64">
        <w:rPr>
          <w:rFonts w:cs="Calibri"/>
          <w:b/>
          <w:sz w:val="20"/>
          <w:szCs w:val="20"/>
          <w:u w:val="single"/>
        </w:rPr>
        <w:t>8 295,08</w:t>
      </w:r>
      <w:bookmarkStart w:id="0" w:name="_GoBack"/>
      <w:bookmarkEnd w:id="0"/>
      <w:r>
        <w:rPr>
          <w:rFonts w:cs="Calibri"/>
          <w:b/>
          <w:sz w:val="20"/>
          <w:szCs w:val="20"/>
          <w:u w:val="single"/>
        </w:rPr>
        <w:t xml:space="preserve"> m². </w:t>
      </w:r>
    </w:p>
    <w:p w:rsidR="00822549" w:rsidRDefault="00822549" w:rsidP="00822549">
      <w:pPr>
        <w:spacing w:after="0" w:line="276" w:lineRule="auto"/>
        <w:jc w:val="both"/>
        <w:rPr>
          <w:rFonts w:eastAsia="Calibri" w:cstheme="minorHAnsi"/>
          <w:b/>
        </w:rPr>
      </w:pPr>
    </w:p>
    <w:p w:rsidR="00822549" w:rsidRDefault="00822549" w:rsidP="00822549">
      <w:pPr>
        <w:spacing w:after="0" w:line="276" w:lineRule="auto"/>
        <w:jc w:val="both"/>
        <w:rPr>
          <w:rFonts w:eastAsia="Calibri" w:cstheme="minorHAnsi"/>
          <w:b/>
        </w:rPr>
      </w:pPr>
      <w:r>
        <w:rPr>
          <w:rFonts w:eastAsia="Times New Roman" w:cstheme="minorHAnsi"/>
          <w:lang w:eastAsia="pl-PL"/>
        </w:rPr>
        <w:t xml:space="preserve">1.1 </w:t>
      </w:r>
      <w:r w:rsidRPr="00822549">
        <w:rPr>
          <w:rFonts w:eastAsia="Times New Roman" w:cstheme="minorHAnsi"/>
          <w:lang w:eastAsia="pl-PL"/>
        </w:rPr>
        <w:t>Proponowana cena za m² (netto)/miesiąc</w:t>
      </w:r>
      <w:r w:rsidRPr="00822549">
        <w:rPr>
          <w:rFonts w:eastAsia="Times New Roman" w:cstheme="minorHAnsi"/>
          <w:b/>
          <w:lang w:eastAsia="pl-PL"/>
        </w:rPr>
        <w:t xml:space="preserve"> - nie mniej niż 2</w:t>
      </w:r>
      <w:r w:rsidR="00F657A0">
        <w:rPr>
          <w:rFonts w:eastAsia="Times New Roman" w:cstheme="minorHAnsi"/>
          <w:b/>
          <w:lang w:eastAsia="pl-PL"/>
        </w:rPr>
        <w:t>2</w:t>
      </w:r>
      <w:r w:rsidRPr="00822549">
        <w:rPr>
          <w:rFonts w:eastAsia="Times New Roman" w:cstheme="minorHAnsi"/>
          <w:b/>
          <w:lang w:eastAsia="pl-PL"/>
        </w:rPr>
        <w:t>,</w:t>
      </w:r>
      <w:r w:rsidR="00F657A0">
        <w:rPr>
          <w:rFonts w:eastAsia="Times New Roman" w:cstheme="minorHAnsi"/>
          <w:b/>
          <w:lang w:eastAsia="pl-PL"/>
        </w:rPr>
        <w:t>5</w:t>
      </w:r>
      <w:r w:rsidRPr="00822549">
        <w:rPr>
          <w:rFonts w:eastAsia="Times New Roman" w:cstheme="minorHAnsi"/>
          <w:b/>
          <w:lang w:eastAsia="pl-PL"/>
        </w:rPr>
        <w:t>0 zł/m</w:t>
      </w:r>
      <w:r w:rsidRPr="00822549">
        <w:rPr>
          <w:rFonts w:eastAsia="Times New Roman" w:cstheme="minorHAnsi"/>
          <w:b/>
          <w:vertAlign w:val="superscript"/>
          <w:lang w:eastAsia="pl-PL"/>
        </w:rPr>
        <w:t>2</w:t>
      </w:r>
    </w:p>
    <w:p w:rsidR="00822549" w:rsidRPr="00822549" w:rsidRDefault="00822549" w:rsidP="00822549">
      <w:pPr>
        <w:spacing w:after="0" w:line="276" w:lineRule="auto"/>
        <w:jc w:val="both"/>
        <w:rPr>
          <w:rFonts w:eastAsia="Calibri" w:cstheme="minorHAnsi"/>
          <w:b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822549" w:rsidTr="00C85E6F">
        <w:trPr>
          <w:trHeight w:val="567"/>
        </w:trPr>
        <w:tc>
          <w:tcPr>
            <w:tcW w:w="10060" w:type="dxa"/>
          </w:tcPr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br/>
              <w:t xml:space="preserve">................................................................... zł  </w:t>
            </w:r>
          </w:p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85E6F" w:rsidRPr="00822549" w:rsidRDefault="00C85E6F" w:rsidP="00C85E6F">
      <w:pPr>
        <w:spacing w:after="0" w:line="360" w:lineRule="auto"/>
        <w:ind w:right="-4"/>
        <w:rPr>
          <w:rFonts w:eastAsia="Times New Roman" w:cstheme="minorHAnsi"/>
          <w:b/>
          <w:lang w:eastAsia="pl-PL"/>
        </w:rPr>
      </w:pPr>
    </w:p>
    <w:p w:rsidR="00C85E6F" w:rsidRPr="00822549" w:rsidRDefault="00C85E6F" w:rsidP="00822549">
      <w:pPr>
        <w:numPr>
          <w:ilvl w:val="1"/>
          <w:numId w:val="1"/>
        </w:numPr>
        <w:spacing w:after="0" w:line="360" w:lineRule="auto"/>
        <w:ind w:right="-4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Proponowana długość umowy najmu (max. do lat 10, nie mniej niż 3 lata)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454"/>
      </w:tblGrid>
      <w:tr w:rsidR="00C85E6F" w:rsidRPr="00822549" w:rsidTr="00C85E6F">
        <w:trPr>
          <w:trHeight w:val="394"/>
        </w:trPr>
        <w:tc>
          <w:tcPr>
            <w:tcW w:w="4606" w:type="dxa"/>
            <w:vAlign w:val="center"/>
          </w:tcPr>
          <w:p w:rsidR="00C85E6F" w:rsidRPr="00822549" w:rsidRDefault="00C85E6F" w:rsidP="00C85E6F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……………………..</w:t>
            </w:r>
          </w:p>
        </w:tc>
        <w:tc>
          <w:tcPr>
            <w:tcW w:w="5454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Lat</w:t>
            </w:r>
          </w:p>
        </w:tc>
      </w:tr>
    </w:tbl>
    <w:p w:rsidR="00C85E6F" w:rsidRPr="00822549" w:rsidRDefault="00C85E6F" w:rsidP="00822549">
      <w:pPr>
        <w:spacing w:before="240" w:after="240" w:line="360" w:lineRule="auto"/>
        <w:ind w:right="-4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before="240" w:after="240" w:line="360" w:lineRule="auto"/>
        <w:ind w:left="360" w:right="-4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 xml:space="preserve">1.3. Planowana wielkość zatrudnienia (liczba osób) - </w:t>
      </w:r>
      <w:r w:rsidRPr="008D2457">
        <w:rPr>
          <w:rFonts w:eastAsia="Times New Roman" w:cstheme="minorHAnsi"/>
          <w:b/>
          <w:lang w:eastAsia="pl-PL"/>
        </w:rPr>
        <w:t>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822549" w:rsidTr="00C85E6F">
        <w:trPr>
          <w:trHeight w:val="539"/>
        </w:trPr>
        <w:tc>
          <w:tcPr>
            <w:tcW w:w="10060" w:type="dxa"/>
            <w:gridSpan w:val="3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85E6F" w:rsidRPr="00822549" w:rsidTr="00C85E6F">
        <w:trPr>
          <w:trHeight w:val="394"/>
        </w:trPr>
        <w:tc>
          <w:tcPr>
            <w:tcW w:w="2943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2 rok</w:t>
            </w:r>
            <w:r w:rsidR="008D2457">
              <w:rPr>
                <w:rFonts w:eastAsia="Times New Roman" w:cstheme="minorHAnsi"/>
                <w:lang w:eastAsia="pl-PL"/>
              </w:rPr>
              <w:t xml:space="preserve"> (narastająco do roku 1)</w:t>
            </w:r>
          </w:p>
        </w:tc>
        <w:tc>
          <w:tcPr>
            <w:tcW w:w="3998" w:type="dxa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3 rok</w:t>
            </w:r>
            <w:r w:rsidR="008D2457">
              <w:rPr>
                <w:rFonts w:eastAsia="Times New Roman" w:cstheme="minorHAnsi"/>
                <w:lang w:eastAsia="pl-PL"/>
              </w:rPr>
              <w:t xml:space="preserve"> (narastająco do roku 2)</w:t>
            </w:r>
          </w:p>
        </w:tc>
      </w:tr>
      <w:tr w:rsidR="00C85E6F" w:rsidRPr="00822549" w:rsidTr="00C85E6F">
        <w:trPr>
          <w:trHeight w:val="394"/>
        </w:trPr>
        <w:tc>
          <w:tcPr>
            <w:tcW w:w="2943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………………………….</w:t>
            </w:r>
          </w:p>
        </w:tc>
      </w:tr>
      <w:tr w:rsidR="00C85E6F" w:rsidRPr="00822549" w:rsidTr="00C85E6F">
        <w:trPr>
          <w:trHeight w:val="394"/>
        </w:trPr>
        <w:tc>
          <w:tcPr>
            <w:tcW w:w="2943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umowy o pracę</w:t>
            </w:r>
            <w:proofErr w:type="gramStart"/>
            <w:r w:rsidRPr="00822549">
              <w:rPr>
                <w:rFonts w:eastAsia="Times New Roman" w:cstheme="minorHAnsi"/>
                <w:lang w:eastAsia="pl-PL"/>
              </w:rPr>
              <w:t>…….</w:t>
            </w:r>
            <w:proofErr w:type="gramEnd"/>
          </w:p>
        </w:tc>
        <w:tc>
          <w:tcPr>
            <w:tcW w:w="3119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umowy o pracę</w:t>
            </w:r>
            <w:proofErr w:type="gramStart"/>
            <w:r w:rsidRPr="00822549">
              <w:rPr>
                <w:rFonts w:eastAsia="Times New Roman" w:cstheme="minorHAnsi"/>
                <w:lang w:eastAsia="pl-PL"/>
              </w:rPr>
              <w:t>…….</w:t>
            </w:r>
            <w:proofErr w:type="gramEnd"/>
            <w:r w:rsidRPr="00822549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998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umowy o pracę</w:t>
            </w:r>
            <w:proofErr w:type="gramStart"/>
            <w:r w:rsidRPr="00822549">
              <w:rPr>
                <w:rFonts w:eastAsia="Times New Roman" w:cstheme="minorHAnsi"/>
                <w:lang w:eastAsia="pl-PL"/>
              </w:rPr>
              <w:t>…….</w:t>
            </w:r>
            <w:proofErr w:type="gramEnd"/>
            <w:r w:rsidRPr="00822549">
              <w:rPr>
                <w:rFonts w:eastAsia="Times New Roman" w:cstheme="minorHAnsi"/>
                <w:lang w:eastAsia="pl-PL"/>
              </w:rPr>
              <w:t>.</w:t>
            </w:r>
          </w:p>
        </w:tc>
      </w:tr>
    </w:tbl>
    <w:p w:rsidR="00C85E6F" w:rsidRPr="00822549" w:rsidRDefault="00C85E6F" w:rsidP="00C85E6F">
      <w:pPr>
        <w:spacing w:after="240" w:line="360" w:lineRule="auto"/>
        <w:ind w:right="-4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240" w:line="360" w:lineRule="auto"/>
        <w:ind w:left="360" w:right="-4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1.4. Planowana wielkość nakładów inwestycyjnych (PLN) - 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3"/>
        <w:gridCol w:w="3111"/>
        <w:gridCol w:w="3966"/>
      </w:tblGrid>
      <w:tr w:rsidR="00C85E6F" w:rsidRPr="00822549" w:rsidTr="00C85E6F">
        <w:trPr>
          <w:trHeight w:val="394"/>
        </w:trPr>
        <w:tc>
          <w:tcPr>
            <w:tcW w:w="10060" w:type="dxa"/>
            <w:gridSpan w:val="3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 xml:space="preserve">Planowana wielkość nakładów inwestycyjnych (PLN) w pierwszym, drugi i trzecim roku działalności firmy </w:t>
            </w:r>
            <w:r w:rsidRPr="00822549">
              <w:rPr>
                <w:rFonts w:eastAsia="Times New Roman" w:cstheme="minorHAnsi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85E6F" w:rsidRPr="00822549" w:rsidTr="00C85E6F">
        <w:trPr>
          <w:trHeight w:val="394"/>
        </w:trPr>
        <w:tc>
          <w:tcPr>
            <w:tcW w:w="298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1 rok</w:t>
            </w:r>
          </w:p>
        </w:tc>
        <w:tc>
          <w:tcPr>
            <w:tcW w:w="3111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2 rok</w:t>
            </w:r>
            <w:r w:rsidR="008D2457">
              <w:rPr>
                <w:rFonts w:eastAsia="Times New Roman" w:cstheme="minorHAnsi"/>
                <w:lang w:eastAsia="pl-PL"/>
              </w:rPr>
              <w:t xml:space="preserve"> (narastająco do roku 1)</w:t>
            </w:r>
          </w:p>
        </w:tc>
        <w:tc>
          <w:tcPr>
            <w:tcW w:w="3966" w:type="dxa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3 rok</w:t>
            </w:r>
            <w:r w:rsidR="008D2457">
              <w:rPr>
                <w:rFonts w:eastAsia="Times New Roman" w:cstheme="minorHAnsi"/>
                <w:lang w:eastAsia="pl-PL"/>
              </w:rPr>
              <w:t xml:space="preserve"> (narastająco do roku 2)</w:t>
            </w:r>
          </w:p>
        </w:tc>
      </w:tr>
      <w:tr w:rsidR="00C85E6F" w:rsidRPr="00822549" w:rsidTr="00C85E6F">
        <w:trPr>
          <w:trHeight w:val="394"/>
        </w:trPr>
        <w:tc>
          <w:tcPr>
            <w:tcW w:w="298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…………………………….</w:t>
            </w:r>
          </w:p>
        </w:tc>
        <w:tc>
          <w:tcPr>
            <w:tcW w:w="3111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</w:t>
            </w:r>
          </w:p>
        </w:tc>
        <w:tc>
          <w:tcPr>
            <w:tcW w:w="3966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………………………….</w:t>
            </w:r>
          </w:p>
        </w:tc>
      </w:tr>
      <w:tr w:rsidR="00C85E6F" w:rsidRPr="00822549" w:rsidTr="00C85E6F">
        <w:trPr>
          <w:trHeight w:val="394"/>
        </w:trPr>
        <w:tc>
          <w:tcPr>
            <w:tcW w:w="298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zakup/modernizacja środków trwałych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</w:tc>
        <w:tc>
          <w:tcPr>
            <w:tcW w:w="3111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zakup/modernizacja środków trwałych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</w:tc>
        <w:tc>
          <w:tcPr>
            <w:tcW w:w="3966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 xml:space="preserve">W tym zakup/modernizacja 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środków trwałych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C85E6F" w:rsidRPr="00822549" w:rsidTr="00C85E6F">
        <w:trPr>
          <w:trHeight w:val="394"/>
        </w:trPr>
        <w:tc>
          <w:tcPr>
            <w:tcW w:w="298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zakup wartości niematerialnych i prawnych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111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zakup wartości niematerialnych i prawnych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966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zakup wartości niematerialnych i prawnych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:rsidR="00C85E6F" w:rsidRPr="00822549" w:rsidRDefault="00C85E6F" w:rsidP="00C85E6F">
      <w:pPr>
        <w:spacing w:after="0" w:line="240" w:lineRule="auto"/>
        <w:ind w:left="720" w:right="-4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200" w:line="276" w:lineRule="auto"/>
        <w:ind w:left="360" w:right="-4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 xml:space="preserve">1.5. Planowana data wejścia do Centrum Technologicznego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822549" w:rsidTr="00C85E6F">
        <w:trPr>
          <w:trHeight w:val="394"/>
        </w:trPr>
        <w:tc>
          <w:tcPr>
            <w:tcW w:w="294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miesiąc</w:t>
            </w:r>
          </w:p>
        </w:tc>
        <w:tc>
          <w:tcPr>
            <w:tcW w:w="3998" w:type="dxa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rok</w:t>
            </w:r>
          </w:p>
        </w:tc>
      </w:tr>
      <w:tr w:rsidR="00C85E6F" w:rsidRPr="00822549" w:rsidTr="00C85E6F">
        <w:trPr>
          <w:trHeight w:val="394"/>
        </w:trPr>
        <w:tc>
          <w:tcPr>
            <w:tcW w:w="294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………………………….</w:t>
            </w:r>
          </w:p>
        </w:tc>
      </w:tr>
    </w:tbl>
    <w:p w:rsidR="00C85E6F" w:rsidRPr="00822549" w:rsidRDefault="00C85E6F" w:rsidP="00C85E6F">
      <w:pPr>
        <w:spacing w:after="0" w:line="240" w:lineRule="auto"/>
        <w:ind w:left="720" w:right="-4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0" w:line="240" w:lineRule="auto"/>
        <w:ind w:left="360" w:right="-4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1.6. Opis innowacyjności przedsięwzięcia gospodarczego*</w:t>
      </w:r>
    </w:p>
    <w:p w:rsidR="00C85E6F" w:rsidRPr="00822549" w:rsidRDefault="00C85E6F" w:rsidP="00C85E6F">
      <w:pPr>
        <w:spacing w:after="0" w:line="240" w:lineRule="auto"/>
        <w:ind w:left="720" w:right="-4"/>
        <w:jc w:val="both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85E6F" w:rsidRPr="00822549" w:rsidRDefault="00C85E6F" w:rsidP="00C85E6F">
      <w:pPr>
        <w:spacing w:after="0" w:line="240" w:lineRule="auto"/>
        <w:ind w:left="360" w:right="-4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ind w:left="360" w:right="-4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C85E6F" w:rsidRPr="00822549" w:rsidRDefault="00C85E6F" w:rsidP="00822549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521A7" wp14:editId="59B8D364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0" t="0" r="3175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E2E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" strokecolor="#7f7f7f">
                <o:lock v:ext="edit" shapetype="f"/>
              </v:shape>
            </w:pict>
          </mc:Fallback>
        </mc:AlternateContent>
      </w:r>
    </w:p>
    <w:p w:rsidR="00C85E6F" w:rsidRPr="00822549" w:rsidRDefault="00C85E6F" w:rsidP="00C85E6F">
      <w:pPr>
        <w:spacing w:after="60" w:line="240" w:lineRule="auto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60" w:line="240" w:lineRule="auto"/>
        <w:ind w:left="360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2. Dane dotyczące firmy:</w:t>
      </w:r>
    </w:p>
    <w:p w:rsidR="00C85E6F" w:rsidRPr="00822549" w:rsidRDefault="00C85E6F" w:rsidP="00C85E6F">
      <w:pPr>
        <w:spacing w:after="60" w:line="240" w:lineRule="auto"/>
        <w:ind w:left="720"/>
        <w:rPr>
          <w:rFonts w:eastAsia="Times New Roman" w:cstheme="minorHAnsi"/>
          <w:b/>
          <w:u w:val="single"/>
          <w:lang w:eastAsia="pl-PL"/>
        </w:rPr>
      </w:pP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Imię Nazwisko osoby (osób) upoważnionych do podpisania umowy: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r w:rsidRPr="00822549">
        <w:rPr>
          <w:rFonts w:eastAsia="Times New Roman" w:cstheme="minorHAnsi"/>
          <w:lang w:eastAsia="pl-PL"/>
        </w:rPr>
        <w:br/>
        <w:t>………………………………………………</w:t>
      </w:r>
      <w:r w:rsidRPr="00822549">
        <w:rPr>
          <w:rFonts w:eastAsia="Times New Roman" w:cstheme="minorHAnsi"/>
          <w:lang w:val="de-DE" w:eastAsia="pl-PL"/>
        </w:rPr>
        <w:t>…………………………………………………………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proofErr w:type="spellStart"/>
      <w:r w:rsidRPr="00822549">
        <w:rPr>
          <w:rFonts w:eastAsia="Times New Roman" w:cstheme="minorHAnsi"/>
          <w:lang w:val="de-DE" w:eastAsia="pl-PL"/>
        </w:rPr>
        <w:t>Nazwa</w:t>
      </w:r>
      <w:proofErr w:type="spellEnd"/>
      <w:r w:rsidRPr="00822549">
        <w:rPr>
          <w:rFonts w:eastAsia="Times New Roman" w:cstheme="minorHAnsi"/>
          <w:lang w:val="de-DE" w:eastAsia="pl-PL"/>
        </w:rPr>
        <w:t xml:space="preserve"> </w:t>
      </w:r>
      <w:proofErr w:type="spellStart"/>
      <w:r w:rsidRPr="00822549">
        <w:rPr>
          <w:rFonts w:eastAsia="Times New Roman" w:cstheme="minorHAnsi"/>
          <w:lang w:val="de-DE" w:eastAsia="pl-PL"/>
        </w:rPr>
        <w:t>firmy</w:t>
      </w:r>
      <w:proofErr w:type="spellEnd"/>
      <w:r w:rsidRPr="00822549">
        <w:rPr>
          <w:rFonts w:eastAsia="Times New Roman" w:cstheme="minorHAnsi"/>
          <w:lang w:val="de-DE" w:eastAsia="pl-PL"/>
        </w:rPr>
        <w:t xml:space="preserve">: 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r w:rsidRPr="00822549">
        <w:rPr>
          <w:rFonts w:eastAsia="Times New Roman" w:cstheme="minorHAnsi"/>
          <w:lang w:val="de-DE" w:eastAsia="pl-PL"/>
        </w:rPr>
        <w:t>…………………………………………………………………………………………………………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proofErr w:type="spellStart"/>
      <w:r w:rsidRPr="00822549">
        <w:rPr>
          <w:rFonts w:eastAsia="Times New Roman" w:cstheme="minorHAnsi"/>
          <w:lang w:val="de-DE" w:eastAsia="pl-PL"/>
        </w:rPr>
        <w:t>Adres</w:t>
      </w:r>
      <w:proofErr w:type="spellEnd"/>
      <w:r w:rsidRPr="00822549">
        <w:rPr>
          <w:rFonts w:eastAsia="Times New Roman" w:cstheme="minorHAnsi"/>
          <w:lang w:val="de-DE" w:eastAsia="pl-PL"/>
        </w:rPr>
        <w:t xml:space="preserve"> </w:t>
      </w:r>
      <w:proofErr w:type="spellStart"/>
      <w:r w:rsidRPr="00822549">
        <w:rPr>
          <w:rFonts w:eastAsia="Times New Roman" w:cstheme="minorHAnsi"/>
          <w:lang w:val="de-DE" w:eastAsia="pl-PL"/>
        </w:rPr>
        <w:t>firmy</w:t>
      </w:r>
      <w:proofErr w:type="spellEnd"/>
      <w:r w:rsidRPr="00822549">
        <w:rPr>
          <w:rFonts w:eastAsia="Times New Roman" w:cstheme="minorHAnsi"/>
          <w:lang w:val="de-DE" w:eastAsia="pl-PL"/>
        </w:rPr>
        <w:t>: …………………………………………………………………………………………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proofErr w:type="spellStart"/>
      <w:r w:rsidRPr="00822549">
        <w:rPr>
          <w:rFonts w:eastAsia="Times New Roman" w:cstheme="minorHAnsi"/>
          <w:lang w:val="de-DE" w:eastAsia="pl-PL"/>
        </w:rPr>
        <w:t>Numer</w:t>
      </w:r>
      <w:proofErr w:type="spellEnd"/>
      <w:r w:rsidRPr="00822549">
        <w:rPr>
          <w:rFonts w:eastAsia="Times New Roman" w:cstheme="minorHAnsi"/>
          <w:lang w:val="de-DE" w:eastAsia="pl-PL"/>
        </w:rPr>
        <w:t xml:space="preserve"> </w:t>
      </w:r>
      <w:proofErr w:type="spellStart"/>
      <w:r w:rsidRPr="00822549">
        <w:rPr>
          <w:rFonts w:eastAsia="Times New Roman" w:cstheme="minorHAnsi"/>
          <w:lang w:val="de-DE" w:eastAsia="pl-PL"/>
        </w:rPr>
        <w:t>telefonu</w:t>
      </w:r>
      <w:proofErr w:type="spellEnd"/>
      <w:r w:rsidRPr="00822549">
        <w:rPr>
          <w:rFonts w:eastAsia="Times New Roman" w:cstheme="minorHAnsi"/>
          <w:lang w:val="de-DE" w:eastAsia="pl-PL"/>
        </w:rPr>
        <w:t>:</w:t>
      </w:r>
      <w:r w:rsidRPr="00822549">
        <w:rPr>
          <w:rFonts w:eastAsia="Times New Roman" w:cstheme="minorHAnsi"/>
          <w:lang w:val="de-DE" w:eastAsia="pl-PL"/>
        </w:rPr>
        <w:tab/>
        <w:t>0……/ ……………………………</w:t>
      </w:r>
      <w:proofErr w:type="gramStart"/>
      <w:r w:rsidRPr="00822549">
        <w:rPr>
          <w:rFonts w:eastAsia="Times New Roman" w:cstheme="minorHAnsi"/>
          <w:lang w:val="de-DE" w:eastAsia="pl-PL"/>
        </w:rPr>
        <w:t>…….</w:t>
      </w:r>
      <w:proofErr w:type="gramEnd"/>
      <w:r w:rsidRPr="00822549">
        <w:rPr>
          <w:rFonts w:eastAsia="Times New Roman" w:cstheme="minorHAnsi"/>
          <w:lang w:val="de-DE" w:eastAsia="pl-PL"/>
        </w:rPr>
        <w:t>………………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proofErr w:type="spellStart"/>
      <w:r w:rsidRPr="00822549">
        <w:rPr>
          <w:rFonts w:eastAsia="Times New Roman" w:cstheme="minorHAnsi"/>
          <w:lang w:val="de-DE" w:eastAsia="pl-PL"/>
        </w:rPr>
        <w:t>Numer</w:t>
      </w:r>
      <w:proofErr w:type="spellEnd"/>
      <w:r w:rsidRPr="00822549">
        <w:rPr>
          <w:rFonts w:eastAsia="Times New Roman" w:cstheme="minorHAnsi"/>
          <w:lang w:val="de-DE" w:eastAsia="pl-PL"/>
        </w:rPr>
        <w:t xml:space="preserve"> </w:t>
      </w:r>
      <w:proofErr w:type="spellStart"/>
      <w:r w:rsidRPr="00822549">
        <w:rPr>
          <w:rFonts w:eastAsia="Times New Roman" w:cstheme="minorHAnsi"/>
          <w:lang w:val="de-DE" w:eastAsia="pl-PL"/>
        </w:rPr>
        <w:t>faksu</w:t>
      </w:r>
      <w:proofErr w:type="spellEnd"/>
      <w:r w:rsidRPr="00822549">
        <w:rPr>
          <w:rFonts w:eastAsia="Times New Roman" w:cstheme="minorHAnsi"/>
          <w:lang w:val="de-DE" w:eastAsia="pl-PL"/>
        </w:rPr>
        <w:t>:</w:t>
      </w:r>
      <w:r w:rsidRPr="00822549">
        <w:rPr>
          <w:rFonts w:eastAsia="Times New Roman" w:cstheme="minorHAnsi"/>
          <w:lang w:val="de-DE" w:eastAsia="pl-PL"/>
        </w:rPr>
        <w:tab/>
      </w:r>
      <w:proofErr w:type="gramStart"/>
      <w:r w:rsidR="00822549" w:rsidRPr="00822549">
        <w:rPr>
          <w:rFonts w:eastAsia="Times New Roman" w:cstheme="minorHAnsi"/>
          <w:lang w:val="de-DE" w:eastAsia="pl-PL"/>
        </w:rPr>
        <w:t>0…</w:t>
      </w:r>
      <w:r w:rsidR="00822549">
        <w:rPr>
          <w:rFonts w:eastAsia="Times New Roman" w:cstheme="minorHAnsi"/>
          <w:lang w:val="de-DE" w:eastAsia="pl-PL"/>
        </w:rPr>
        <w:t>.</w:t>
      </w:r>
      <w:proofErr w:type="gramEnd"/>
      <w:r w:rsidR="00822549">
        <w:rPr>
          <w:rFonts w:eastAsia="Times New Roman" w:cstheme="minorHAnsi"/>
          <w:lang w:val="de-DE" w:eastAsia="pl-PL"/>
        </w:rPr>
        <w:t>.</w:t>
      </w:r>
      <w:r w:rsidRPr="00822549">
        <w:rPr>
          <w:rFonts w:eastAsia="Times New Roman" w:cstheme="minorHAnsi"/>
          <w:lang w:val="de-DE" w:eastAsia="pl-PL"/>
        </w:rPr>
        <w:t>/ ....................................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proofErr w:type="spellStart"/>
      <w:r w:rsidRPr="00822549">
        <w:rPr>
          <w:rFonts w:eastAsia="Times New Roman" w:cstheme="minorHAnsi"/>
          <w:lang w:val="de-DE" w:eastAsia="pl-PL"/>
        </w:rPr>
        <w:t>Numer</w:t>
      </w:r>
      <w:proofErr w:type="spellEnd"/>
      <w:r w:rsidRPr="00822549">
        <w:rPr>
          <w:rFonts w:eastAsia="Times New Roman" w:cstheme="minorHAnsi"/>
          <w:lang w:val="de-DE" w:eastAsia="pl-PL"/>
        </w:rPr>
        <w:t xml:space="preserve"> REGON:</w:t>
      </w:r>
      <w:r w:rsidRPr="00822549">
        <w:rPr>
          <w:rFonts w:eastAsia="Times New Roman" w:cstheme="minorHAnsi"/>
          <w:lang w:val="de-DE" w:eastAsia="pl-PL"/>
        </w:rPr>
        <w:tab/>
        <w:t xml:space="preserve">..........................................  </w:t>
      </w:r>
      <w:proofErr w:type="spellStart"/>
      <w:r w:rsidRPr="00822549">
        <w:rPr>
          <w:rFonts w:eastAsia="Times New Roman" w:cstheme="minorHAnsi"/>
          <w:lang w:val="de-DE" w:eastAsia="pl-PL"/>
        </w:rPr>
        <w:t>Numer</w:t>
      </w:r>
      <w:proofErr w:type="spellEnd"/>
      <w:r w:rsidRPr="00822549">
        <w:rPr>
          <w:rFonts w:eastAsia="Times New Roman" w:cstheme="minorHAnsi"/>
          <w:lang w:val="de-DE" w:eastAsia="pl-PL"/>
        </w:rPr>
        <w:t xml:space="preserve"> NIP: ...........................................</w:t>
      </w:r>
    </w:p>
    <w:p w:rsidR="00C85E6F" w:rsidRPr="00822549" w:rsidRDefault="00C85E6F" w:rsidP="00822549">
      <w:pPr>
        <w:spacing w:after="0" w:line="276" w:lineRule="auto"/>
        <w:ind w:left="930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Adres kontaktowy email: ……………………………………………</w:t>
      </w:r>
    </w:p>
    <w:p w:rsidR="00C85E6F" w:rsidRPr="00822549" w:rsidRDefault="00C85E6F" w:rsidP="00C85E6F">
      <w:pPr>
        <w:spacing w:after="0" w:line="200" w:lineRule="atLeast"/>
        <w:ind w:left="930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ind w:left="930"/>
        <w:jc w:val="both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0" w:line="240" w:lineRule="auto"/>
        <w:ind w:left="930"/>
        <w:jc w:val="both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Oświadczenia:</w:t>
      </w:r>
      <w:r w:rsidRPr="00822549">
        <w:rPr>
          <w:rFonts w:eastAsia="Times New Roman" w:cstheme="minorHAnsi"/>
          <w:i/>
          <w:lang w:eastAsia="pl-PL"/>
        </w:rPr>
        <w:t xml:space="preserve">  </w:t>
      </w: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i/>
          <w:lang w:eastAsia="pl-PL"/>
        </w:rPr>
      </w:pP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>Oświadczam, że zapoznałem się z warunkami przetargu i przyjmuje te warunki bez zastrzeżeń.</w:t>
      </w: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>Oświadczam, że spełniam wszystkie warunki udziału w przetargu oraz akceptuję wymogi wymienione</w:t>
      </w:r>
      <w:r w:rsidRPr="00822549">
        <w:rPr>
          <w:rFonts w:eastAsia="Times New Roman" w:cstheme="minorHAnsi"/>
          <w:i/>
          <w:lang w:eastAsia="pl-PL"/>
        </w:rPr>
        <w:br/>
        <w:t xml:space="preserve"> w dokumencie „Ogłoszenie zaproszenia do przetargu nieograniczonego na wynajem nieruchomości zabudowanych, stanowiących własność Miasta Kielce i będących w trwałym zarządzie Kieleckiego Parku Technologicznego – Strefa II – Centrum Technologiczne, objętych obszarem Starachowickiej Specjalnej Strefy Ekonomiczne (Podstrefa Kielce).</w:t>
      </w: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 xml:space="preserve">Oświadczam, że akceptuję warunki funkcjonowania wymienione w dokumencie „Regulamin porządkowy </w:t>
      </w:r>
      <w:r w:rsidRPr="00822549">
        <w:rPr>
          <w:rFonts w:eastAsia="Times New Roman" w:cstheme="minorHAnsi"/>
          <w:i/>
          <w:lang w:eastAsia="pl-PL"/>
        </w:rPr>
        <w:br/>
        <w:t>w budynkach Centrum Technologicznego”.</w:t>
      </w: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lastRenderedPageBreak/>
        <w:t xml:space="preserve">Oświadczam/y, że wzór umowy został przeze mnie zaakceptowany i zobowiązuję się </w:t>
      </w:r>
      <w:r w:rsidRPr="00822549">
        <w:rPr>
          <w:rFonts w:eastAsia="Times New Roman" w:cstheme="minorHAnsi"/>
          <w:i/>
          <w:lang w:eastAsia="pl-PL"/>
        </w:rPr>
        <w:br/>
        <w:t>w przypadku wyboru oferty do zawarcia umowy na wymienionych w niej warunkach, miejscu i terminie wyznaczonym przez Organizatora.</w:t>
      </w: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>Oświadczam, że wobec reprezentowanej przeze mnie firmy nie wszczęto postępowania upadłościowego, ani nie ogłoszono jego upadłości.</w:t>
      </w:r>
    </w:p>
    <w:p w:rsidR="00C85E6F" w:rsidRPr="00822549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822549">
        <w:rPr>
          <w:rFonts w:eastAsia="Times New Roman" w:cstheme="minorHAnsi"/>
          <w:bCs/>
          <w:i/>
          <w:lang w:eastAsia="pl-PL"/>
        </w:rPr>
        <w:t>Oświadczam, że reprezentowana przeze mnie firma nie zalega z opłacaniem podatków, opłat lub składek na ubezpieczenia społeczne.</w:t>
      </w:r>
    </w:p>
    <w:p w:rsidR="00C85E6F" w:rsidRPr="00822549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822549">
        <w:rPr>
          <w:rFonts w:eastAsia="Times New Roman" w:cstheme="minorHAnsi"/>
          <w:bCs/>
          <w:i/>
          <w:lang w:eastAsia="pl-PL"/>
        </w:rPr>
        <w:t>Oświadczam, że nie jestem osobą fizyczną prawomocnie skazaną za przestępstwa popełnione w związku</w:t>
      </w:r>
      <w:r w:rsidRPr="00822549">
        <w:rPr>
          <w:rFonts w:eastAsia="Times New Roman" w:cstheme="minorHAnsi"/>
          <w:bCs/>
          <w:i/>
          <w:lang w:eastAsia="pl-PL"/>
        </w:rPr>
        <w:br/>
        <w:t xml:space="preserve"> z udzielenie zamówienia publicznego lub za inne przestępstwo popełnione w celu osiągnięcia korzyści majątkowych</w:t>
      </w:r>
    </w:p>
    <w:p w:rsidR="00C85E6F" w:rsidRPr="00822549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822549">
        <w:rPr>
          <w:rFonts w:eastAsia="Times New Roman" w:cstheme="minorHAnsi"/>
          <w:bCs/>
          <w:i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85E6F" w:rsidRPr="00822549" w:rsidRDefault="00C85E6F" w:rsidP="00C85E6F">
      <w:pPr>
        <w:spacing w:after="240" w:line="240" w:lineRule="auto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>Oświadczam, że dane zawarte w niniejszym formularzu są zgodne z prawdą.</w:t>
      </w: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>Wyrażam zgodę na przechowywanie i przetwarzanie danych firmy dla celów prowadzenia przetargu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w ramach Kieleckiego Parku Technologicznego.</w:t>
      </w: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vanish/>
          <w:lang w:eastAsia="pl-PL"/>
        </w:rPr>
      </w:pPr>
    </w:p>
    <w:tbl>
      <w:tblPr>
        <w:tblpPr w:leftFromText="141" w:rightFromText="141" w:vertAnchor="text" w:horzAnchor="margin" w:tblpY="509"/>
        <w:tblW w:w="1005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3004"/>
      </w:tblGrid>
      <w:tr w:rsidR="00C85E6F" w:rsidRPr="00822549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Podpis osoby upoważnionej do reprezentowania podmiotu:</w:t>
            </w:r>
          </w:p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00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Data:</w:t>
            </w:r>
            <w:r w:rsidRPr="00822549">
              <w:rPr>
                <w:rFonts w:eastAsia="Times New Roman" w:cstheme="minorHAnsi"/>
                <w:b/>
                <w:lang w:eastAsia="pl-PL"/>
              </w:rPr>
              <w:tab/>
              <w:t xml:space="preserve">            </w:t>
            </w:r>
          </w:p>
        </w:tc>
      </w:tr>
    </w:tbl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P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tabs>
          <w:tab w:val="left" w:pos="7575"/>
        </w:tabs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lastRenderedPageBreak/>
        <w:t>KPT-DPR.725.</w:t>
      </w:r>
      <w:r w:rsidR="00F657A0">
        <w:rPr>
          <w:rFonts w:eastAsia="Times New Roman" w:cstheme="minorHAnsi"/>
          <w:lang w:eastAsia="pl-PL"/>
        </w:rPr>
        <w:t>4</w:t>
      </w:r>
      <w:r w:rsidRPr="00822549">
        <w:rPr>
          <w:rFonts w:eastAsia="Times New Roman" w:cstheme="minorHAnsi"/>
          <w:lang w:eastAsia="pl-PL"/>
        </w:rPr>
        <w:t>.2021</w:t>
      </w: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Załącznik do oferty (wzór)</w:t>
      </w:r>
      <w:r w:rsidRPr="00822549">
        <w:rPr>
          <w:rFonts w:eastAsia="Times New Roman" w:cstheme="minorHAnsi"/>
          <w:lang w:eastAsia="pl-PL"/>
        </w:rPr>
        <w:t xml:space="preserve"> - Przedmiot działalności/branża/specjalność/opis produktu lub usługi/rodzaj wdrażanej technologii, zakres działalności, która będzie miała miejsce w Centrum Technologicznym KPT (min 3 strony A4)</w:t>
      </w: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Opis innowacyjności przedsięwzięcia gospodarczego</w:t>
      </w:r>
    </w:p>
    <w:p w:rsidR="00C85E6F" w:rsidRPr="00822549" w:rsidRDefault="00C85E6F" w:rsidP="00C85E6F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Opis przedmiotu działalności firmy branża, specjalność oraz określenie kluczowych grup odbiorców i konkurencji.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Identyfikacja rynku docelowego, poparta danymi.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Identyfikacja otoczenia konkurencyjnego.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Zgodność z właściwymi strategiami rozwoju miasta i regionu.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Wskazanie przewagi nad dotychczasową praktyką.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Wskazanie wizji, misji oraz zakładanych celów i stanu ich realizacji w okresie 5 lat</w:t>
            </w:r>
          </w:p>
        </w:tc>
      </w:tr>
      <w:tr w:rsidR="00C85E6F" w:rsidRPr="00822549" w:rsidTr="00C85E6F">
        <w:trPr>
          <w:trHeight w:val="1798"/>
        </w:trPr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Zdefiniowanie obszarów i form współpracy z JBR i sektorem nauki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:rsidR="00C85E6F" w:rsidRPr="00822549" w:rsidRDefault="00C85E6F" w:rsidP="00C85E6F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pPr w:leftFromText="141" w:rightFromText="141" w:vertAnchor="text" w:horzAnchor="margin" w:tblpY="509"/>
        <w:tblW w:w="991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862"/>
      </w:tblGrid>
      <w:tr w:rsidR="00C85E6F" w:rsidRPr="00822549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Podpis osoby upoważnionej do reprezentowania podmiotu:</w:t>
            </w:r>
          </w:p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8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Data:</w:t>
            </w:r>
            <w:r w:rsidRPr="00822549">
              <w:rPr>
                <w:rFonts w:eastAsia="Times New Roman" w:cstheme="minorHAnsi"/>
                <w:b/>
                <w:lang w:eastAsia="pl-PL"/>
              </w:rPr>
              <w:tab/>
              <w:t xml:space="preserve">            </w:t>
            </w:r>
          </w:p>
        </w:tc>
      </w:tr>
    </w:tbl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011B4C" w:rsidRPr="00822549" w:rsidRDefault="00011B4C" w:rsidP="00011B4C">
      <w:pPr>
        <w:rPr>
          <w:rFonts w:cstheme="minorHAnsi"/>
        </w:rPr>
      </w:pPr>
    </w:p>
    <w:sectPr w:rsidR="00011B4C" w:rsidRPr="00822549" w:rsidSect="00C26F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EB0" w:rsidRDefault="00995EB0" w:rsidP="00013907">
      <w:pPr>
        <w:spacing w:after="0" w:line="240" w:lineRule="auto"/>
      </w:pPr>
      <w:r>
        <w:separator/>
      </w:r>
    </w:p>
  </w:endnote>
  <w:endnote w:type="continuationSeparator" w:id="0">
    <w:p w:rsidR="00995EB0" w:rsidRDefault="00995E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Ubuntu Light">
    <w:altName w:val="Segoe Script"/>
    <w:panose1 w:val="020B0604020202020204"/>
    <w:charset w:val="EE"/>
    <w:family w:val="swiss"/>
    <w:pitch w:val="variable"/>
    <w:sig w:usb0="E00002FF" w:usb1="5000205B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EB0" w:rsidRDefault="00995EB0" w:rsidP="00013907">
      <w:pPr>
        <w:spacing w:after="0" w:line="240" w:lineRule="auto"/>
      </w:pPr>
      <w:r>
        <w:separator/>
      </w:r>
    </w:p>
  </w:footnote>
  <w:footnote w:type="continuationSeparator" w:id="0">
    <w:p w:rsidR="00995EB0" w:rsidRDefault="00995E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F067C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1270"/>
          <wp:wrapNone/>
          <wp:docPr id="34" name="Obraz 34" descr="papier_21_qr-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0" b="5715"/>
          <wp:wrapNone/>
          <wp:docPr id="23" name="Obraz 23" descr="papier_bfe-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Pr="00D72742" w:rsidRDefault="00995EB0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4330" o:spid="_x0000_s2050" type="#_x0000_t75" alt="papier_21-04" style="position:absolute;margin-left:-57.45pt;margin-top:-128.6pt;width:595.2pt;height:841.9pt;z-index:-251653120;mso-wrap-edited:f;mso-width-percent:0;mso-height-percent:0;mso-position-horizontal-relative:margin;mso-position-vertical-relative:margin;mso-width-percent:0;mso-height-percent:0" o:allowincell="f">
          <v:imagedata r:id="rId1" o:title="papier_21-04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995EB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3" style="position:absolute;margin-left:-42.45pt;margin-top:-129.0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21_qr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E6F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F7C45"/>
    <w:rsid w:val="003A1D66"/>
    <w:rsid w:val="003B0534"/>
    <w:rsid w:val="003D02F6"/>
    <w:rsid w:val="003F13E6"/>
    <w:rsid w:val="0041760F"/>
    <w:rsid w:val="00493B85"/>
    <w:rsid w:val="00530311"/>
    <w:rsid w:val="0054724D"/>
    <w:rsid w:val="005E6617"/>
    <w:rsid w:val="006104DC"/>
    <w:rsid w:val="0061396A"/>
    <w:rsid w:val="006A37F9"/>
    <w:rsid w:val="006D6F20"/>
    <w:rsid w:val="00712D4F"/>
    <w:rsid w:val="00783394"/>
    <w:rsid w:val="00786C5D"/>
    <w:rsid w:val="007919B7"/>
    <w:rsid w:val="00822549"/>
    <w:rsid w:val="0088010F"/>
    <w:rsid w:val="008D2457"/>
    <w:rsid w:val="008F3A77"/>
    <w:rsid w:val="00964B25"/>
    <w:rsid w:val="00995EB0"/>
    <w:rsid w:val="009A3B76"/>
    <w:rsid w:val="009C6BC5"/>
    <w:rsid w:val="00AB2A0D"/>
    <w:rsid w:val="00AC6384"/>
    <w:rsid w:val="00AE2A80"/>
    <w:rsid w:val="00B13E06"/>
    <w:rsid w:val="00B2220F"/>
    <w:rsid w:val="00B419FB"/>
    <w:rsid w:val="00B51346"/>
    <w:rsid w:val="00BB32C2"/>
    <w:rsid w:val="00BC5E7B"/>
    <w:rsid w:val="00BE6C50"/>
    <w:rsid w:val="00C26FA6"/>
    <w:rsid w:val="00C54A3F"/>
    <w:rsid w:val="00C67771"/>
    <w:rsid w:val="00C70C21"/>
    <w:rsid w:val="00C85E6F"/>
    <w:rsid w:val="00D02D19"/>
    <w:rsid w:val="00D41BD2"/>
    <w:rsid w:val="00D47B64"/>
    <w:rsid w:val="00D72742"/>
    <w:rsid w:val="00D94917"/>
    <w:rsid w:val="00E24886"/>
    <w:rsid w:val="00EB622D"/>
    <w:rsid w:val="00EB6A60"/>
    <w:rsid w:val="00F067C7"/>
    <w:rsid w:val="00F65734"/>
    <w:rsid w:val="00F657A0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C5F6CB"/>
  <w15:docId w15:val="{98EFA9F7-C5D9-0244-82F1-304F02D76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5E6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na.lipska/Desktop/papier%20firmowy/KPT_ck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9A45B-3C0C-FC42-AC83-E4DFF7CC3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KPT_ck_papier_black_pl.dotx</Template>
  <TotalTime>2</TotalTime>
  <Pages>7</Pages>
  <Words>1233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Microsoft Office User</cp:lastModifiedBy>
  <cp:revision>3</cp:revision>
  <cp:lastPrinted>2017-12-18T13:05:00Z</cp:lastPrinted>
  <dcterms:created xsi:type="dcterms:W3CDTF">2021-07-05T11:42:00Z</dcterms:created>
  <dcterms:modified xsi:type="dcterms:W3CDTF">2021-07-05T13:21:00Z</dcterms:modified>
</cp:coreProperties>
</file>