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035FEC7F" w:rsidR="00D35D8A" w:rsidRPr="001C3085" w:rsidRDefault="00A81E26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KPT-DZI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.725.</w:t>
      </w:r>
      <w:r w:rsidR="00D35D8A">
        <w:rPr>
          <w:rFonts w:asciiTheme="minorHAnsi" w:eastAsia="Calibri" w:hAnsiTheme="minorHAnsi" w:cstheme="minorHAnsi"/>
          <w:b/>
          <w:bCs/>
          <w:sz w:val="20"/>
          <w:szCs w:val="20"/>
        </w:rPr>
        <w:t>2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2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37BA2B0B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Moduł </w:t>
      </w:r>
      <w:r w:rsidR="00A81E26">
        <w:rPr>
          <w:rFonts w:asciiTheme="minorHAnsi" w:eastAsia="Calibri" w:hAnsiTheme="minorHAnsi" w:cstheme="minorHAnsi"/>
          <w:b/>
          <w:bCs/>
          <w:sz w:val="20"/>
          <w:szCs w:val="20"/>
        </w:rPr>
        <w:t>H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- laboratoryjno – produkcyjny o łącznej powierzchni </w:t>
      </w:r>
      <w:r>
        <w:rPr>
          <w:rFonts w:asciiTheme="minorHAnsi" w:eastAsia="Calibri" w:hAnsiTheme="minorHAnsi" w:cstheme="minorHAnsi"/>
          <w:sz w:val="20"/>
          <w:szCs w:val="20"/>
        </w:rPr>
        <w:t>392,00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zlokalizowany na parterze budynku laboratoryjno-produkcyjnego. </w:t>
      </w:r>
    </w:p>
    <w:p w14:paraId="54264942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>Moduł jest częścią budynku laboratoryjno – produkcyjnego o łącznej powierzchni 4 245,62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C1216D0" w14:textId="26FEB2CC" w:rsidR="00A81E26" w:rsidRPr="00A81E26" w:rsidRDefault="00A81E26" w:rsidP="00A81E26">
      <w:pPr>
        <w:spacing w:line="360" w:lineRule="auto"/>
        <w:ind w:right="-648"/>
        <w:rPr>
          <w:rFonts w:asciiTheme="minorHAnsi" w:hAnsiTheme="minorHAnsi" w:cstheme="minorHAnsi"/>
          <w:b/>
          <w:sz w:val="22"/>
          <w:szCs w:val="22"/>
        </w:rPr>
      </w:pPr>
      <w:r w:rsidRPr="00A81E26">
        <w:rPr>
          <w:rFonts w:asciiTheme="minorHAnsi" w:hAnsiTheme="minorHAnsi" w:cstheme="minorHAnsi"/>
          <w:b/>
          <w:sz w:val="22"/>
          <w:szCs w:val="22"/>
        </w:rPr>
        <w:t>Z</w:t>
      </w:r>
      <w:r>
        <w:rPr>
          <w:rFonts w:asciiTheme="minorHAnsi" w:hAnsiTheme="minorHAnsi" w:cstheme="minorHAnsi"/>
          <w:b/>
          <w:sz w:val="22"/>
          <w:szCs w:val="22"/>
        </w:rPr>
        <w:t xml:space="preserve">estawienie powierzchni moduł 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1E26" w14:paraId="1DE854B1" w14:textId="77777777" w:rsidTr="00A81E26">
        <w:tc>
          <w:tcPr>
            <w:tcW w:w="3115" w:type="dxa"/>
          </w:tcPr>
          <w:p w14:paraId="2FAFE274" w14:textId="010E2606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pomieszczenia</w:t>
            </w:r>
          </w:p>
        </w:tc>
        <w:tc>
          <w:tcPr>
            <w:tcW w:w="3115" w:type="dxa"/>
          </w:tcPr>
          <w:p w14:paraId="098F4666" w14:textId="1111E3F7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Nr pomieszczenia</w:t>
            </w:r>
          </w:p>
        </w:tc>
        <w:tc>
          <w:tcPr>
            <w:tcW w:w="3115" w:type="dxa"/>
          </w:tcPr>
          <w:p w14:paraId="588C6AC1" w14:textId="6448BCFA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Powierzchnia po odliczeniu klatki schodowej i pomieszczenia produkcyjnego </w:t>
            </w: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</w:tr>
      <w:tr w:rsidR="00A81E26" w14:paraId="3F3C1D94" w14:textId="77777777" w:rsidTr="00A81E26">
        <w:tc>
          <w:tcPr>
            <w:tcW w:w="3115" w:type="dxa"/>
          </w:tcPr>
          <w:p w14:paraId="7505D753" w14:textId="07A8EF7E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Archiwum</w:t>
            </w:r>
          </w:p>
        </w:tc>
        <w:tc>
          <w:tcPr>
            <w:tcW w:w="3115" w:type="dxa"/>
          </w:tcPr>
          <w:p w14:paraId="7C2280DD" w14:textId="4C585FB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1.01</w:t>
            </w:r>
          </w:p>
        </w:tc>
        <w:tc>
          <w:tcPr>
            <w:tcW w:w="3115" w:type="dxa"/>
          </w:tcPr>
          <w:p w14:paraId="52B685E9" w14:textId="1F5718B8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</w:p>
        </w:tc>
      </w:tr>
      <w:tr w:rsidR="00A81E26" w14:paraId="4661A72B" w14:textId="77777777" w:rsidTr="00A81E26">
        <w:tc>
          <w:tcPr>
            <w:tcW w:w="3115" w:type="dxa"/>
          </w:tcPr>
          <w:p w14:paraId="004779C1" w14:textId="4342EB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5116A36D" w14:textId="755CDED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1.02</w:t>
            </w:r>
          </w:p>
        </w:tc>
        <w:tc>
          <w:tcPr>
            <w:tcW w:w="3115" w:type="dxa"/>
          </w:tcPr>
          <w:p w14:paraId="6C885CEB" w14:textId="6B5C07D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12,1</w:t>
            </w:r>
          </w:p>
        </w:tc>
      </w:tr>
      <w:tr w:rsidR="00A81E26" w14:paraId="242FB0A0" w14:textId="77777777" w:rsidTr="00A81E26">
        <w:tc>
          <w:tcPr>
            <w:tcW w:w="3115" w:type="dxa"/>
          </w:tcPr>
          <w:p w14:paraId="2B5709F1" w14:textId="39D476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5253CEA" w14:textId="25EC857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1.03</w:t>
            </w:r>
          </w:p>
        </w:tc>
        <w:tc>
          <w:tcPr>
            <w:tcW w:w="3115" w:type="dxa"/>
          </w:tcPr>
          <w:p w14:paraId="409EB918" w14:textId="44A57C8A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12,5</w:t>
            </w:r>
          </w:p>
        </w:tc>
      </w:tr>
      <w:tr w:rsidR="00A81E26" w14:paraId="1B0C6F18" w14:textId="77777777" w:rsidTr="00A81E26">
        <w:tc>
          <w:tcPr>
            <w:tcW w:w="3115" w:type="dxa"/>
          </w:tcPr>
          <w:p w14:paraId="5497BAF9" w14:textId="33842A7A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męskie</w:t>
            </w:r>
          </w:p>
        </w:tc>
        <w:tc>
          <w:tcPr>
            <w:tcW w:w="3115" w:type="dxa"/>
          </w:tcPr>
          <w:p w14:paraId="5BECBBEC" w14:textId="7DC7E044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1.04; 1.05</w:t>
            </w:r>
          </w:p>
        </w:tc>
        <w:tc>
          <w:tcPr>
            <w:tcW w:w="3115" w:type="dxa"/>
          </w:tcPr>
          <w:p w14:paraId="23F221EE" w14:textId="1BA789A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</w:p>
        </w:tc>
      </w:tr>
      <w:tr w:rsidR="00A81E26" w14:paraId="7B036AE4" w14:textId="77777777" w:rsidTr="00A81E26">
        <w:tc>
          <w:tcPr>
            <w:tcW w:w="3115" w:type="dxa"/>
          </w:tcPr>
          <w:p w14:paraId="470EB812" w14:textId="6E639F8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damskie</w:t>
            </w:r>
          </w:p>
        </w:tc>
        <w:tc>
          <w:tcPr>
            <w:tcW w:w="3115" w:type="dxa"/>
          </w:tcPr>
          <w:p w14:paraId="1AB867E7" w14:textId="77F394F3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1.06</w:t>
            </w:r>
          </w:p>
        </w:tc>
        <w:tc>
          <w:tcPr>
            <w:tcW w:w="3115" w:type="dxa"/>
          </w:tcPr>
          <w:p w14:paraId="2F76C8D5" w14:textId="0557DAFB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4,4</w:t>
            </w:r>
          </w:p>
        </w:tc>
      </w:tr>
      <w:tr w:rsidR="00A81E26" w14:paraId="12DE56DF" w14:textId="77777777" w:rsidTr="00A81E26">
        <w:tc>
          <w:tcPr>
            <w:tcW w:w="3115" w:type="dxa"/>
          </w:tcPr>
          <w:p w14:paraId="4D28B306" w14:textId="29C577A1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socjalne</w:t>
            </w:r>
          </w:p>
        </w:tc>
        <w:tc>
          <w:tcPr>
            <w:tcW w:w="3115" w:type="dxa"/>
          </w:tcPr>
          <w:p w14:paraId="2D68D34F" w14:textId="56A61F0B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1.07</w:t>
            </w:r>
          </w:p>
        </w:tc>
        <w:tc>
          <w:tcPr>
            <w:tcW w:w="3115" w:type="dxa"/>
          </w:tcPr>
          <w:p w14:paraId="297F4748" w14:textId="7A98363E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16,6</w:t>
            </w:r>
          </w:p>
        </w:tc>
      </w:tr>
      <w:tr w:rsidR="00A81E26" w14:paraId="77A98102" w14:textId="77777777" w:rsidTr="00A81E26">
        <w:tc>
          <w:tcPr>
            <w:tcW w:w="3115" w:type="dxa"/>
          </w:tcPr>
          <w:p w14:paraId="76B767F3" w14:textId="76F875CF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751BC54B" w14:textId="3E01D11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1.08</w:t>
            </w:r>
          </w:p>
        </w:tc>
        <w:tc>
          <w:tcPr>
            <w:tcW w:w="3115" w:type="dxa"/>
          </w:tcPr>
          <w:p w14:paraId="456CBD5D" w14:textId="3C65F07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7F79DF3" w14:textId="77777777" w:rsidTr="00A81E26">
        <w:tc>
          <w:tcPr>
            <w:tcW w:w="3115" w:type="dxa"/>
          </w:tcPr>
          <w:p w14:paraId="3CC71CF8" w14:textId="6B6909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sanit.-hig.</w:t>
            </w:r>
          </w:p>
        </w:tc>
        <w:tc>
          <w:tcPr>
            <w:tcW w:w="3115" w:type="dxa"/>
          </w:tcPr>
          <w:p w14:paraId="3DAF17A8" w14:textId="66BE84D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1.09</w:t>
            </w:r>
          </w:p>
        </w:tc>
        <w:tc>
          <w:tcPr>
            <w:tcW w:w="3115" w:type="dxa"/>
          </w:tcPr>
          <w:p w14:paraId="012B5F67" w14:textId="05B96BF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42747A5" w14:textId="77777777" w:rsidTr="00A81E26">
        <w:tc>
          <w:tcPr>
            <w:tcW w:w="3115" w:type="dxa"/>
          </w:tcPr>
          <w:p w14:paraId="71736192" w14:textId="0CB52D95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Pomieszczenie sanit.-hig.</w:t>
            </w:r>
          </w:p>
        </w:tc>
        <w:tc>
          <w:tcPr>
            <w:tcW w:w="3115" w:type="dxa"/>
          </w:tcPr>
          <w:p w14:paraId="727311CD" w14:textId="35FB1C2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1.10</w:t>
            </w:r>
          </w:p>
        </w:tc>
        <w:tc>
          <w:tcPr>
            <w:tcW w:w="3115" w:type="dxa"/>
          </w:tcPr>
          <w:p w14:paraId="437ED7BD" w14:textId="5B8B2FE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F6BDCEF" w14:textId="77777777" w:rsidTr="00A81E26">
        <w:tc>
          <w:tcPr>
            <w:tcW w:w="3115" w:type="dxa"/>
          </w:tcPr>
          <w:p w14:paraId="21F48AEA" w14:textId="59CB7A00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magazynowe</w:t>
            </w:r>
          </w:p>
        </w:tc>
        <w:tc>
          <w:tcPr>
            <w:tcW w:w="3115" w:type="dxa"/>
          </w:tcPr>
          <w:p w14:paraId="3D820428" w14:textId="7D72C04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1.11</w:t>
            </w:r>
          </w:p>
        </w:tc>
        <w:tc>
          <w:tcPr>
            <w:tcW w:w="3115" w:type="dxa"/>
          </w:tcPr>
          <w:p w14:paraId="3FE64182" w14:textId="356F9B4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</w:t>
            </w:r>
          </w:p>
        </w:tc>
      </w:tr>
      <w:tr w:rsidR="00A81E26" w14:paraId="2B4C8786" w14:textId="77777777" w:rsidTr="00A81E26">
        <w:tc>
          <w:tcPr>
            <w:tcW w:w="3115" w:type="dxa"/>
          </w:tcPr>
          <w:p w14:paraId="6807AC51" w14:textId="1B60750D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Korytarz</w:t>
            </w:r>
          </w:p>
        </w:tc>
        <w:tc>
          <w:tcPr>
            <w:tcW w:w="3115" w:type="dxa"/>
          </w:tcPr>
          <w:p w14:paraId="096A840F" w14:textId="36485185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1.12</w:t>
            </w:r>
          </w:p>
        </w:tc>
        <w:tc>
          <w:tcPr>
            <w:tcW w:w="3115" w:type="dxa"/>
          </w:tcPr>
          <w:p w14:paraId="5658E4C0" w14:textId="15A5B82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25,5</w:t>
            </w:r>
          </w:p>
        </w:tc>
      </w:tr>
      <w:tr w:rsidR="00A81E26" w14:paraId="05C03622" w14:textId="77777777" w:rsidTr="00A81E26">
        <w:tc>
          <w:tcPr>
            <w:tcW w:w="3115" w:type="dxa"/>
          </w:tcPr>
          <w:p w14:paraId="31F7D721" w14:textId="1C4A1FA6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Korytarz</w:t>
            </w:r>
          </w:p>
        </w:tc>
        <w:tc>
          <w:tcPr>
            <w:tcW w:w="3115" w:type="dxa"/>
          </w:tcPr>
          <w:p w14:paraId="0C04D05A" w14:textId="0F6C256C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3115" w:type="dxa"/>
          </w:tcPr>
          <w:p w14:paraId="2FB9CB7D" w14:textId="1195BE0E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18,2</w:t>
            </w:r>
          </w:p>
        </w:tc>
      </w:tr>
      <w:tr w:rsidR="00A81E26" w14:paraId="73ACA49C" w14:textId="77777777" w:rsidTr="00A81E26">
        <w:tc>
          <w:tcPr>
            <w:tcW w:w="3115" w:type="dxa"/>
          </w:tcPr>
          <w:p w14:paraId="39E960E9" w14:textId="1FBD9A08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937AB14" w14:textId="42E46C5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3115" w:type="dxa"/>
          </w:tcPr>
          <w:p w14:paraId="77AAEF56" w14:textId="38A8E06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25,7</w:t>
            </w:r>
          </w:p>
        </w:tc>
      </w:tr>
      <w:tr w:rsidR="00A81E26" w14:paraId="0D07A00B" w14:textId="77777777" w:rsidTr="00A81E26">
        <w:tc>
          <w:tcPr>
            <w:tcW w:w="3115" w:type="dxa"/>
          </w:tcPr>
          <w:p w14:paraId="4133E3F1" w14:textId="52233912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mag.-tech.</w:t>
            </w:r>
          </w:p>
        </w:tc>
        <w:tc>
          <w:tcPr>
            <w:tcW w:w="3115" w:type="dxa"/>
          </w:tcPr>
          <w:p w14:paraId="7EBC6459" w14:textId="501DF43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3115" w:type="dxa"/>
          </w:tcPr>
          <w:p w14:paraId="1C629555" w14:textId="41B6780F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15,2</w:t>
            </w:r>
          </w:p>
        </w:tc>
      </w:tr>
      <w:tr w:rsidR="00A81E26" w14:paraId="43055B2F" w14:textId="77777777" w:rsidTr="00A81E26">
        <w:tc>
          <w:tcPr>
            <w:tcW w:w="3115" w:type="dxa"/>
          </w:tcPr>
          <w:p w14:paraId="78938861" w14:textId="4767F3D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produkcyjne</w:t>
            </w:r>
          </w:p>
        </w:tc>
        <w:tc>
          <w:tcPr>
            <w:tcW w:w="3115" w:type="dxa"/>
          </w:tcPr>
          <w:p w14:paraId="4EE3EEE4" w14:textId="282FBAC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3115" w:type="dxa"/>
          </w:tcPr>
          <w:p w14:paraId="19509233" w14:textId="1028B5B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105,4</w:t>
            </w:r>
          </w:p>
        </w:tc>
      </w:tr>
      <w:tr w:rsidR="00A81E26" w14:paraId="7F9B29EF" w14:textId="77777777" w:rsidTr="00A81E26">
        <w:tc>
          <w:tcPr>
            <w:tcW w:w="3115" w:type="dxa"/>
          </w:tcPr>
          <w:p w14:paraId="3F87FDCE" w14:textId="1AA93F1D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Studio Foto</w:t>
            </w:r>
          </w:p>
        </w:tc>
        <w:tc>
          <w:tcPr>
            <w:tcW w:w="3115" w:type="dxa"/>
          </w:tcPr>
          <w:p w14:paraId="5F20989B" w14:textId="4A1E20D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3115" w:type="dxa"/>
          </w:tcPr>
          <w:p w14:paraId="008B6B2C" w14:textId="763374E1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70,1</w:t>
            </w:r>
          </w:p>
        </w:tc>
      </w:tr>
      <w:tr w:rsidR="00A81E26" w14:paraId="6C168C5F" w14:textId="77777777" w:rsidTr="00A81E26">
        <w:tc>
          <w:tcPr>
            <w:tcW w:w="3115" w:type="dxa"/>
          </w:tcPr>
          <w:p w14:paraId="7EA4A371" w14:textId="5E79F495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Klatka schodowa</w:t>
            </w:r>
          </w:p>
        </w:tc>
        <w:tc>
          <w:tcPr>
            <w:tcW w:w="3115" w:type="dxa"/>
          </w:tcPr>
          <w:p w14:paraId="0D1F27E8" w14:textId="00DFA8B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3115" w:type="dxa"/>
          </w:tcPr>
          <w:p w14:paraId="7F4A9A83" w14:textId="12555B2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34,8</w:t>
            </w:r>
          </w:p>
        </w:tc>
      </w:tr>
      <w:tr w:rsidR="00100E9A" w14:paraId="0544E1E6" w14:textId="77777777" w:rsidTr="00F34A82">
        <w:tc>
          <w:tcPr>
            <w:tcW w:w="3115" w:type="dxa"/>
          </w:tcPr>
          <w:p w14:paraId="24A409C0" w14:textId="6DCF6F7F" w:rsidR="00100E9A" w:rsidRDefault="00100E9A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</w:p>
        </w:tc>
        <w:tc>
          <w:tcPr>
            <w:tcW w:w="6230" w:type="dxa"/>
            <w:gridSpan w:val="2"/>
          </w:tcPr>
          <w:p w14:paraId="3B4C9D8C" w14:textId="61DDBBD3" w:rsidR="00100E9A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392,00 </w:t>
            </w:r>
          </w:p>
        </w:tc>
      </w:tr>
    </w:tbl>
    <w:p w14:paraId="64A42FA5" w14:textId="09C4C5E1" w:rsidR="00217CAA" w:rsidRDefault="00217CAA" w:rsidP="00A81E26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CE802A8" w14:textId="77777777" w:rsidR="00217CAA" w:rsidRPr="0064241C" w:rsidRDefault="00217CAA" w:rsidP="0064241C">
      <w:pPr>
        <w:autoSpaceDE w:val="0"/>
        <w:ind w:left="108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64241C" w:rsidRPr="0064241C" w14:paraId="5EAC9D3A" w14:textId="77777777" w:rsidTr="001D102C">
        <w:tc>
          <w:tcPr>
            <w:tcW w:w="9345" w:type="dxa"/>
            <w:gridSpan w:val="3"/>
          </w:tcPr>
          <w:p w14:paraId="043ACBE4" w14:textId="16318C63" w:rsidR="0064241C" w:rsidRPr="0064241C" w:rsidRDefault="0064241C" w:rsidP="006424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41C">
              <w:rPr>
                <w:rFonts w:asciiTheme="minorHAnsi" w:hAnsiTheme="minorHAnsi" w:cstheme="minorHAnsi"/>
                <w:b/>
                <w:sz w:val="22"/>
                <w:szCs w:val="22"/>
              </w:rPr>
              <w:t>Moduł H – wyposażenie dodatkowe:</w:t>
            </w:r>
          </w:p>
        </w:tc>
      </w:tr>
      <w:tr w:rsidR="0064241C" w14:paraId="78AA4601" w14:textId="77777777" w:rsidTr="0064241C">
        <w:tc>
          <w:tcPr>
            <w:tcW w:w="562" w:type="dxa"/>
          </w:tcPr>
          <w:p w14:paraId="1F18AB24" w14:textId="7ECBBC53" w:rsidR="0064241C" w:rsidRPr="0064241C" w:rsidRDefault="0064241C" w:rsidP="006424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68" w:type="dxa"/>
          </w:tcPr>
          <w:p w14:paraId="106A3B3B" w14:textId="2F3582C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pozycji</w:t>
            </w:r>
          </w:p>
        </w:tc>
        <w:tc>
          <w:tcPr>
            <w:tcW w:w="3115" w:type="dxa"/>
          </w:tcPr>
          <w:p w14:paraId="566EEDEB" w14:textId="0820ACB9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</w:tr>
      <w:tr w:rsidR="0064241C" w14:paraId="155B0693" w14:textId="77777777" w:rsidTr="0064241C">
        <w:tc>
          <w:tcPr>
            <w:tcW w:w="562" w:type="dxa"/>
          </w:tcPr>
          <w:p w14:paraId="374C9B4F" w14:textId="3A2EFEC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668" w:type="dxa"/>
          </w:tcPr>
          <w:p w14:paraId="10EF04C9" w14:textId="4D0580A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amera KIP20hi-1536P-FL-W</w:t>
            </w:r>
          </w:p>
        </w:tc>
        <w:tc>
          <w:tcPr>
            <w:tcW w:w="3115" w:type="dxa"/>
          </w:tcPr>
          <w:p w14:paraId="3C9759C1" w14:textId="243B1119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64241C" w14:paraId="6528A788" w14:textId="77777777" w:rsidTr="0064241C">
        <w:tc>
          <w:tcPr>
            <w:tcW w:w="562" w:type="dxa"/>
          </w:tcPr>
          <w:p w14:paraId="6017F77D" w14:textId="67260F8A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668" w:type="dxa"/>
          </w:tcPr>
          <w:p w14:paraId="127E5832" w14:textId="154F74A8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amera KIP40hi-1536P-FL-W</w:t>
            </w:r>
          </w:p>
        </w:tc>
        <w:tc>
          <w:tcPr>
            <w:tcW w:w="3115" w:type="dxa"/>
          </w:tcPr>
          <w:p w14:paraId="140A2B37" w14:textId="090BAB2D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64241C" w14:paraId="43346EDE" w14:textId="77777777" w:rsidTr="0064241C">
        <w:tc>
          <w:tcPr>
            <w:tcW w:w="562" w:type="dxa"/>
          </w:tcPr>
          <w:p w14:paraId="63B00257" w14:textId="1FB28E94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5668" w:type="dxa"/>
          </w:tcPr>
          <w:p w14:paraId="7256C00F" w14:textId="3315E39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ejestrator NVR-08POE-3MS</w:t>
            </w:r>
          </w:p>
        </w:tc>
        <w:tc>
          <w:tcPr>
            <w:tcW w:w="3115" w:type="dxa"/>
          </w:tcPr>
          <w:p w14:paraId="0512F457" w14:textId="69C81853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64241C" w14:paraId="79E1CFBC" w14:textId="77777777" w:rsidTr="0064241C">
        <w:tc>
          <w:tcPr>
            <w:tcW w:w="562" w:type="dxa"/>
          </w:tcPr>
          <w:p w14:paraId="4D8E1C81" w14:textId="20148435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668" w:type="dxa"/>
          </w:tcPr>
          <w:p w14:paraId="5FE8633E" w14:textId="246106B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Dysk hodd 4tb</w:t>
            </w:r>
          </w:p>
        </w:tc>
        <w:tc>
          <w:tcPr>
            <w:tcW w:w="3115" w:type="dxa"/>
          </w:tcPr>
          <w:p w14:paraId="71342E51" w14:textId="3C5A2283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64241C" w14:paraId="238A6FAD" w14:textId="77777777" w:rsidTr="0064241C">
        <w:tc>
          <w:tcPr>
            <w:tcW w:w="562" w:type="dxa"/>
          </w:tcPr>
          <w:p w14:paraId="66EB584E" w14:textId="4E20A0D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</w:p>
        </w:tc>
        <w:tc>
          <w:tcPr>
            <w:tcW w:w="5668" w:type="dxa"/>
          </w:tcPr>
          <w:p w14:paraId="6DA78FA9" w14:textId="2C8DDA06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abel UTP</w:t>
            </w:r>
          </w:p>
        </w:tc>
        <w:tc>
          <w:tcPr>
            <w:tcW w:w="3115" w:type="dxa"/>
          </w:tcPr>
          <w:p w14:paraId="503F32BD" w14:textId="68EAC6D1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63E3CE72" w14:textId="65997877" w:rsidR="00AA610A" w:rsidRDefault="00AA610A" w:rsidP="00331FD0">
      <w:pPr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3C39AA86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</w:t>
      </w:r>
      <w:r w:rsidR="00A801A6">
        <w:rPr>
          <w:rFonts w:asciiTheme="minorHAnsi" w:hAnsiTheme="minorHAnsi" w:cstheme="minorHAnsi"/>
          <w:sz w:val="22"/>
          <w:szCs w:val="22"/>
        </w:rPr>
        <w:t>Katarzyną Bembnowicz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, </w:t>
      </w:r>
      <w:bookmarkStart w:id="0" w:name="_GoBack"/>
      <w:bookmarkEnd w:id="0"/>
      <w:r w:rsidR="00A801A6">
        <w:rPr>
          <w:rStyle w:val="Hipercze"/>
          <w:rFonts w:asciiTheme="minorHAnsi" w:hAnsiTheme="minorHAnsi" w:cstheme="minorHAnsi"/>
          <w:sz w:val="22"/>
          <w:szCs w:val="22"/>
        </w:rPr>
        <w:fldChar w:fldCharType="begin"/>
      </w:r>
      <w:r w:rsidR="00A801A6">
        <w:rPr>
          <w:rStyle w:val="Hipercze"/>
          <w:rFonts w:asciiTheme="minorHAnsi" w:hAnsiTheme="minorHAnsi" w:cstheme="minorHAnsi"/>
          <w:sz w:val="22"/>
          <w:szCs w:val="22"/>
        </w:rPr>
        <w:instrText xml:space="preserve"> HYPERLINK "mailto:</w:instrText>
      </w:r>
      <w:r w:rsidR="00A801A6" w:rsidRPr="00A801A6">
        <w:rPr>
          <w:rStyle w:val="Hipercze"/>
          <w:rFonts w:asciiTheme="minorHAnsi" w:hAnsiTheme="minorHAnsi" w:cstheme="minorHAnsi"/>
          <w:sz w:val="22"/>
          <w:szCs w:val="22"/>
        </w:rPr>
        <w:instrText>kaatrzyna.bembnowicz@techopark.kielce.pl</w:instrText>
      </w:r>
      <w:r w:rsidR="00A801A6">
        <w:rPr>
          <w:rStyle w:val="Hipercze"/>
          <w:rFonts w:asciiTheme="minorHAnsi" w:hAnsiTheme="minorHAnsi" w:cstheme="minorHAnsi"/>
          <w:sz w:val="22"/>
          <w:szCs w:val="22"/>
        </w:rPr>
        <w:instrText xml:space="preserve">" </w:instrText>
      </w:r>
      <w:r w:rsidR="00A801A6">
        <w:rPr>
          <w:rStyle w:val="Hipercze"/>
          <w:rFonts w:asciiTheme="minorHAnsi" w:hAnsiTheme="minorHAnsi" w:cstheme="minorHAnsi"/>
          <w:sz w:val="22"/>
          <w:szCs w:val="22"/>
        </w:rPr>
        <w:fldChar w:fldCharType="separate"/>
      </w:r>
      <w:r w:rsidR="00A801A6" w:rsidRPr="00546DC6">
        <w:rPr>
          <w:rStyle w:val="Hipercze"/>
          <w:rFonts w:asciiTheme="minorHAnsi" w:hAnsiTheme="minorHAnsi" w:cstheme="minorHAnsi"/>
          <w:sz w:val="22"/>
          <w:szCs w:val="22"/>
        </w:rPr>
        <w:t>kaatrzyna.bembnowicz@techopark.kielce.pl</w:t>
      </w:r>
      <w:r w:rsidR="00A801A6"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="00A801A6">
        <w:rPr>
          <w:rFonts w:asciiTheme="minorHAnsi" w:hAnsiTheme="minorHAnsi" w:cstheme="minorHAnsi"/>
          <w:sz w:val="22"/>
          <w:szCs w:val="22"/>
        </w:rPr>
        <w:t xml:space="preserve">   pod nr tel. 41 278 72 37</w:t>
      </w:r>
      <w:r w:rsidR="00D35D8A" w:rsidRPr="00D35D8A">
        <w:rPr>
          <w:rFonts w:asciiTheme="minorHAnsi" w:hAnsiTheme="minorHAnsi" w:cstheme="minorHAnsi"/>
          <w:sz w:val="22"/>
          <w:szCs w:val="22"/>
        </w:rPr>
        <w:t>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8"/>
      <w:footerReference w:type="default" r:id="rId9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="00A801A6" w:rsidRPr="00A801A6">
      <w:rPr>
        <w:rFonts w:ascii="Cambria" w:hAnsi="Cambria"/>
        <w:noProof/>
        <w:szCs w:val="28"/>
      </w:rPr>
      <w:t>2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504E" w14:textId="4BEC7190" w:rsidR="00836848" w:rsidRDefault="00836848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03748E"/>
    <w:multiLevelType w:val="hybridMultilevel"/>
    <w:tmpl w:val="AFA8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0E9A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492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241C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F22EB"/>
    <w:rsid w:val="008F292F"/>
    <w:rsid w:val="00912AE1"/>
    <w:rsid w:val="0091532C"/>
    <w:rsid w:val="00932442"/>
    <w:rsid w:val="009331BF"/>
    <w:rsid w:val="00942B1A"/>
    <w:rsid w:val="00956C81"/>
    <w:rsid w:val="0096150C"/>
    <w:rsid w:val="00962C9A"/>
    <w:rsid w:val="00983CE4"/>
    <w:rsid w:val="00986DC0"/>
    <w:rsid w:val="00986F5F"/>
    <w:rsid w:val="00992786"/>
    <w:rsid w:val="0099512B"/>
    <w:rsid w:val="009A19CC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01A6"/>
    <w:rsid w:val="00A81856"/>
    <w:rsid w:val="00A81E2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55E9A"/>
    <w:rsid w:val="00B602A7"/>
    <w:rsid w:val="00B62113"/>
    <w:rsid w:val="00B6627C"/>
    <w:rsid w:val="00B6722F"/>
    <w:rsid w:val="00B73F9B"/>
    <w:rsid w:val="00B75BF9"/>
    <w:rsid w:val="00B9229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51F06"/>
    <w:rsid w:val="00C528AA"/>
    <w:rsid w:val="00C63F6F"/>
    <w:rsid w:val="00C660D4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1034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B68C6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2A71F-096A-46EE-A043-92C3B71E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Pap_firm_AMMF_black</Template>
  <TotalTime>14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Karolina Grochowina</cp:lastModifiedBy>
  <cp:revision>4</cp:revision>
  <cp:lastPrinted>2020-03-18T07:33:00Z</cp:lastPrinted>
  <dcterms:created xsi:type="dcterms:W3CDTF">2022-07-12T10:32:00Z</dcterms:created>
  <dcterms:modified xsi:type="dcterms:W3CDTF">2022-07-22T09:04:00Z</dcterms:modified>
</cp:coreProperties>
</file>