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8CF" w:rsidRPr="000A7566" w:rsidRDefault="007618CF" w:rsidP="007618CF">
      <w:pPr>
        <w:jc w:val="both"/>
        <w:rPr>
          <w:b/>
          <w:szCs w:val="20"/>
        </w:rPr>
      </w:pPr>
    </w:p>
    <w:p w:rsidR="007618CF" w:rsidRDefault="007618CF" w:rsidP="007618CF">
      <w:pPr>
        <w:jc w:val="both"/>
        <w:rPr>
          <w:b/>
          <w:bCs/>
          <w:sz w:val="20"/>
          <w:szCs w:val="20"/>
        </w:rPr>
      </w:pPr>
      <w:r w:rsidRPr="00AA7089">
        <w:rPr>
          <w:b/>
          <w:bCs/>
          <w:sz w:val="20"/>
          <w:szCs w:val="20"/>
        </w:rPr>
        <w:t>KPT-DPR.725.</w:t>
      </w:r>
      <w:r>
        <w:rPr>
          <w:b/>
          <w:bCs/>
          <w:sz w:val="20"/>
          <w:szCs w:val="20"/>
        </w:rPr>
        <w:t>10.2018</w:t>
      </w:r>
    </w:p>
    <w:p w:rsidR="00C154C6" w:rsidRPr="004966DB" w:rsidRDefault="00C154C6" w:rsidP="00C154C6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</w:p>
    <w:p w:rsidR="00C154C6" w:rsidRPr="00C154C6" w:rsidRDefault="00C154C6" w:rsidP="00C154C6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C154C6">
        <w:rPr>
          <w:rFonts w:asciiTheme="majorHAnsi" w:hAnsiTheme="majorHAnsi"/>
          <w:b/>
          <w:color w:val="C62D54"/>
          <w:sz w:val="36"/>
          <w:szCs w:val="36"/>
        </w:rPr>
        <w:t>FORMULARZ OFERTOWY</w:t>
      </w:r>
    </w:p>
    <w:p w:rsidR="00C154C6" w:rsidRPr="004966DB" w:rsidRDefault="00C154C6" w:rsidP="00C154C6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</w:p>
    <w:p w:rsidR="00C154C6" w:rsidRPr="004966DB" w:rsidRDefault="00C154C6" w:rsidP="00C154C6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pl-PL"/>
        </w:rPr>
      </w:pPr>
    </w:p>
    <w:p w:rsidR="00C154C6" w:rsidRPr="004966DB" w:rsidRDefault="00C154C6" w:rsidP="00C154C6">
      <w:pPr>
        <w:tabs>
          <w:tab w:val="left" w:pos="5245"/>
        </w:tabs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154C6" w:rsidRPr="004966DB" w:rsidRDefault="00C154C6" w:rsidP="00C154C6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jako upoważniony/nieni  przedstawiciel/le firmy: ...................................................................................................................................................................</w:t>
      </w:r>
    </w:p>
    <w:p w:rsidR="00C154C6" w:rsidRPr="004966DB" w:rsidRDefault="00C154C6" w:rsidP="00C154C6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154C6" w:rsidRPr="004966DB" w:rsidRDefault="00C154C6" w:rsidP="00C154C6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C154C6" w:rsidRPr="004966DB" w:rsidRDefault="00C154C6" w:rsidP="00C154C6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C154C6" w:rsidRPr="004966DB" w:rsidRDefault="00C154C6" w:rsidP="00C154C6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154C6" w:rsidRPr="004966DB" w:rsidRDefault="00C154C6" w:rsidP="00C154C6">
      <w:pPr>
        <w:spacing w:after="0" w:line="360" w:lineRule="auto"/>
        <w:rPr>
          <w:rFonts w:eastAsia="Times New Roman" w:cs="Times New Roman"/>
          <w:sz w:val="20"/>
          <w:szCs w:val="20"/>
          <w:lang w:eastAsia="pl-PL"/>
        </w:rPr>
      </w:pPr>
    </w:p>
    <w:p w:rsidR="00C154C6" w:rsidRPr="004966DB" w:rsidRDefault="00C154C6" w:rsidP="00C154C6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966DB">
        <w:rPr>
          <w:rFonts w:eastAsia="Times New Roman" w:cs="Times New Roman"/>
          <w:b/>
          <w:sz w:val="20"/>
          <w:szCs w:val="20"/>
          <w:lang w:eastAsia="pl-PL"/>
        </w:rPr>
        <w:t>1. Oświadczam/y, że oferowana przeze mnie/na</w:t>
      </w:r>
      <w:r>
        <w:rPr>
          <w:rFonts w:eastAsia="Times New Roman" w:cs="Times New Roman"/>
          <w:b/>
          <w:sz w:val="20"/>
          <w:szCs w:val="20"/>
          <w:lang w:eastAsia="pl-PL"/>
        </w:rPr>
        <w:t>s cena za m² powierzchni Moduł F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t xml:space="preserve"> antresoli 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br/>
        <w:t xml:space="preserve">– o powierzchni </w:t>
      </w:r>
      <w:r>
        <w:rPr>
          <w:rFonts w:eastAsia="Times New Roman" w:cs="Times New Roman"/>
          <w:b/>
          <w:sz w:val="20"/>
          <w:szCs w:val="20"/>
          <w:lang w:eastAsia="pl-PL"/>
        </w:rPr>
        <w:t>181,07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t xml:space="preserve"> m2.</w:t>
      </w:r>
    </w:p>
    <w:p w:rsidR="00C154C6" w:rsidRPr="004966DB" w:rsidRDefault="00C154C6" w:rsidP="00C154C6">
      <w:pPr>
        <w:spacing w:after="0" w:line="360" w:lineRule="auto"/>
        <w:ind w:left="720"/>
        <w:rPr>
          <w:rFonts w:eastAsia="Times New Roman" w:cs="Times New Roman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154C6" w:rsidRPr="004966DB" w:rsidTr="00F91C13">
        <w:trPr>
          <w:trHeight w:val="394"/>
        </w:trPr>
        <w:tc>
          <w:tcPr>
            <w:tcW w:w="9322" w:type="dxa"/>
            <w:vAlign w:val="center"/>
          </w:tcPr>
          <w:p w:rsidR="00C154C6" w:rsidRPr="004966DB" w:rsidRDefault="00C154C6" w:rsidP="00C154C6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 nie mniej niż 1</w:t>
            </w: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0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</w:t>
            </w: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zł/m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C154C6" w:rsidRPr="004966DB" w:rsidTr="00F91C13">
        <w:trPr>
          <w:trHeight w:val="567"/>
        </w:trPr>
        <w:tc>
          <w:tcPr>
            <w:tcW w:w="9322" w:type="dxa"/>
          </w:tcPr>
          <w:p w:rsidR="00C154C6" w:rsidRPr="004966DB" w:rsidRDefault="00C154C6" w:rsidP="00F91C13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C154C6" w:rsidRPr="004966DB" w:rsidRDefault="00C154C6" w:rsidP="00F91C13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154C6" w:rsidRPr="004966DB" w:rsidRDefault="00C154C6" w:rsidP="00C154C6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C154C6" w:rsidRPr="004966DB" w:rsidRDefault="00C154C6" w:rsidP="00C154C6">
      <w:pPr>
        <w:numPr>
          <w:ilvl w:val="1"/>
          <w:numId w:val="1"/>
        </w:numPr>
        <w:spacing w:after="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Proponowana długość umowy najmu (max. do lat 10, nie mniej niż 3 lata)</w:t>
      </w:r>
    </w:p>
    <w:p w:rsidR="00C154C6" w:rsidRPr="004966DB" w:rsidRDefault="00C154C6" w:rsidP="00C154C6">
      <w:pPr>
        <w:spacing w:after="0" w:line="360" w:lineRule="auto"/>
        <w:ind w:left="720" w:right="-4"/>
        <w:rPr>
          <w:rFonts w:eastAsia="Times New Roman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C154C6" w:rsidRPr="004966DB" w:rsidTr="00F91C13">
        <w:trPr>
          <w:trHeight w:val="394"/>
        </w:trPr>
        <w:tc>
          <w:tcPr>
            <w:tcW w:w="4606" w:type="dxa"/>
            <w:vAlign w:val="center"/>
          </w:tcPr>
          <w:p w:rsidR="00C154C6" w:rsidRPr="004966DB" w:rsidRDefault="00C154C6" w:rsidP="00F91C13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C154C6" w:rsidRPr="004966DB" w:rsidRDefault="00C154C6" w:rsidP="00F91C13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C154C6" w:rsidRPr="004966DB" w:rsidRDefault="00C154C6" w:rsidP="00C154C6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154C6" w:rsidRPr="004966DB" w:rsidRDefault="00C154C6" w:rsidP="00C154C6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154C6" w:rsidRPr="004966DB" w:rsidRDefault="00C154C6" w:rsidP="00C154C6">
      <w:pPr>
        <w:spacing w:before="240"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154C6" w:rsidRPr="004966DB" w:rsidTr="00F91C13">
        <w:trPr>
          <w:trHeight w:val="539"/>
        </w:trPr>
        <w:tc>
          <w:tcPr>
            <w:tcW w:w="9606" w:type="dxa"/>
            <w:gridSpan w:val="3"/>
            <w:vAlign w:val="center"/>
          </w:tcPr>
          <w:p w:rsidR="00C154C6" w:rsidRPr="004966DB" w:rsidRDefault="00C154C6" w:rsidP="00F91C13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154C6" w:rsidRPr="004966DB" w:rsidTr="00F91C13">
        <w:trPr>
          <w:trHeight w:val="394"/>
        </w:trPr>
        <w:tc>
          <w:tcPr>
            <w:tcW w:w="2943" w:type="dxa"/>
            <w:vAlign w:val="center"/>
          </w:tcPr>
          <w:p w:rsidR="00C154C6" w:rsidRPr="004966DB" w:rsidRDefault="00C154C6" w:rsidP="00F91C13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154C6" w:rsidRPr="004966DB" w:rsidRDefault="00C154C6" w:rsidP="00F91C13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154C6" w:rsidRPr="004966DB" w:rsidRDefault="00C154C6" w:rsidP="00F91C13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C154C6" w:rsidRPr="004966DB" w:rsidTr="00F91C13">
        <w:trPr>
          <w:trHeight w:val="394"/>
        </w:trPr>
        <w:tc>
          <w:tcPr>
            <w:tcW w:w="2943" w:type="dxa"/>
            <w:vAlign w:val="center"/>
          </w:tcPr>
          <w:p w:rsidR="00C154C6" w:rsidRPr="004966DB" w:rsidRDefault="00C154C6" w:rsidP="00F91C13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154C6" w:rsidRPr="004966DB" w:rsidRDefault="00C154C6" w:rsidP="00F91C13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154C6" w:rsidRPr="004966DB" w:rsidRDefault="00C154C6" w:rsidP="00F91C13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154C6" w:rsidRPr="004966DB" w:rsidTr="00F91C13">
        <w:trPr>
          <w:trHeight w:val="394"/>
        </w:trPr>
        <w:tc>
          <w:tcPr>
            <w:tcW w:w="2943" w:type="dxa"/>
            <w:vAlign w:val="center"/>
          </w:tcPr>
          <w:p w:rsidR="00C154C6" w:rsidRPr="004966DB" w:rsidRDefault="00C154C6" w:rsidP="00F91C13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C154C6" w:rsidRPr="004966DB" w:rsidRDefault="00C154C6" w:rsidP="00F91C13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C154C6" w:rsidRPr="004966DB" w:rsidRDefault="00C154C6" w:rsidP="00F91C13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C154C6" w:rsidRPr="004966DB" w:rsidRDefault="00C154C6" w:rsidP="00C154C6">
      <w:pPr>
        <w:spacing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C154C6" w:rsidRPr="004966DB" w:rsidRDefault="00C154C6" w:rsidP="00C154C6">
      <w:pPr>
        <w:spacing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154C6" w:rsidRPr="004966DB" w:rsidTr="00F91C13">
        <w:trPr>
          <w:trHeight w:val="394"/>
        </w:trPr>
        <w:tc>
          <w:tcPr>
            <w:tcW w:w="9606" w:type="dxa"/>
            <w:gridSpan w:val="3"/>
            <w:vAlign w:val="center"/>
          </w:tcPr>
          <w:p w:rsidR="00C154C6" w:rsidRPr="004966DB" w:rsidRDefault="00C154C6" w:rsidP="00F91C13">
            <w:pPr>
              <w:spacing w:after="0" w:line="360" w:lineRule="auto"/>
              <w:ind w:right="-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154C6" w:rsidRPr="004966DB" w:rsidTr="00F91C13">
        <w:trPr>
          <w:trHeight w:val="394"/>
        </w:trPr>
        <w:tc>
          <w:tcPr>
            <w:tcW w:w="2943" w:type="dxa"/>
            <w:vAlign w:val="center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C154C6" w:rsidRPr="004966DB" w:rsidTr="00F91C13">
        <w:trPr>
          <w:trHeight w:val="394"/>
        </w:trPr>
        <w:tc>
          <w:tcPr>
            <w:tcW w:w="2943" w:type="dxa"/>
            <w:vAlign w:val="center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154C6" w:rsidRPr="004966DB" w:rsidTr="00F91C13">
        <w:trPr>
          <w:trHeight w:val="394"/>
        </w:trPr>
        <w:tc>
          <w:tcPr>
            <w:tcW w:w="2943" w:type="dxa"/>
            <w:vAlign w:val="center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środków trwałych</w:t>
            </w:r>
          </w:p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154C6" w:rsidRPr="004966DB" w:rsidTr="00F91C13">
        <w:trPr>
          <w:trHeight w:val="394"/>
        </w:trPr>
        <w:tc>
          <w:tcPr>
            <w:tcW w:w="2943" w:type="dxa"/>
            <w:vAlign w:val="center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154C6" w:rsidRPr="004966DB" w:rsidRDefault="00C154C6" w:rsidP="00F91C13">
            <w:pPr>
              <w:spacing w:after="0" w:line="24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C154C6" w:rsidRPr="004966DB" w:rsidRDefault="00C154C6" w:rsidP="00C154C6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C154C6" w:rsidRPr="004966DB" w:rsidRDefault="00C154C6" w:rsidP="00C154C6">
      <w:pPr>
        <w:spacing w:after="200" w:line="276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154C6" w:rsidRPr="004966DB" w:rsidTr="00F91C13">
        <w:trPr>
          <w:trHeight w:val="394"/>
        </w:trPr>
        <w:tc>
          <w:tcPr>
            <w:tcW w:w="2943" w:type="dxa"/>
            <w:vAlign w:val="center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C154C6" w:rsidRPr="004966DB" w:rsidTr="00F91C13">
        <w:trPr>
          <w:trHeight w:val="394"/>
        </w:trPr>
        <w:tc>
          <w:tcPr>
            <w:tcW w:w="2943" w:type="dxa"/>
            <w:vAlign w:val="center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154C6" w:rsidRPr="004966DB" w:rsidRDefault="00C154C6" w:rsidP="00F91C13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C154C6" w:rsidRPr="004966DB" w:rsidRDefault="00C154C6" w:rsidP="00C154C6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C154C6" w:rsidRPr="004966DB" w:rsidRDefault="00C154C6" w:rsidP="00C154C6">
      <w:pPr>
        <w:spacing w:after="0" w:line="240" w:lineRule="auto"/>
        <w:ind w:left="360" w:right="-4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1.6. Opis innowacyjności przedsięwzięcia gospodarczego*</w:t>
      </w:r>
    </w:p>
    <w:p w:rsidR="00C154C6" w:rsidRPr="004966DB" w:rsidRDefault="00C154C6" w:rsidP="00C154C6">
      <w:pPr>
        <w:spacing w:after="0" w:line="240" w:lineRule="auto"/>
        <w:ind w:left="720" w:right="-4"/>
        <w:rPr>
          <w:rFonts w:eastAsia="Times New Roman" w:cs="Times New Roman"/>
          <w:sz w:val="20"/>
          <w:szCs w:val="20"/>
          <w:lang w:eastAsia="pl-PL"/>
        </w:rPr>
      </w:pPr>
      <w:r w:rsidRPr="004966DB">
        <w:rPr>
          <w:rFonts w:eastAsia="Times New Roman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154C6" w:rsidRPr="004966DB" w:rsidRDefault="00C154C6" w:rsidP="00C154C6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C154C6" w:rsidRPr="004966DB" w:rsidRDefault="00C154C6" w:rsidP="00C154C6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C154C6" w:rsidRPr="004966DB" w:rsidRDefault="00C154C6" w:rsidP="00C154C6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154C6" w:rsidRPr="004966DB" w:rsidRDefault="00C154C6" w:rsidP="00C154C6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19EC0" wp14:editId="5174081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828D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C154C6" w:rsidRPr="004966DB" w:rsidRDefault="00C154C6" w:rsidP="00C154C6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154C6" w:rsidRPr="004966DB" w:rsidRDefault="00C154C6" w:rsidP="00C154C6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C154C6" w:rsidRPr="004966DB" w:rsidRDefault="00C154C6" w:rsidP="00C154C6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2. Dane dotyczące firmy:</w:t>
      </w:r>
    </w:p>
    <w:p w:rsidR="00C154C6" w:rsidRPr="004966DB" w:rsidRDefault="00C154C6" w:rsidP="00C154C6">
      <w:pPr>
        <w:spacing w:after="60" w:line="240" w:lineRule="auto"/>
        <w:ind w:left="720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C154C6" w:rsidRPr="004966DB" w:rsidRDefault="00C154C6" w:rsidP="00C154C6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Imię Nazwisko osoby (osób) upoważnionych do podpisania umowy:</w:t>
      </w:r>
    </w:p>
    <w:p w:rsidR="00C154C6" w:rsidRPr="00C154C6" w:rsidRDefault="00C154C6" w:rsidP="00C154C6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br/>
        <w:t>………………………………………………</w:t>
      </w:r>
      <w:r w:rsidRPr="00C154C6">
        <w:rPr>
          <w:rFonts w:eastAsia="Times New Roman" w:cs="Arial"/>
          <w:sz w:val="20"/>
          <w:szCs w:val="20"/>
          <w:lang w:eastAsia="pl-PL"/>
        </w:rPr>
        <w:t>…………………………………………………………</w:t>
      </w:r>
    </w:p>
    <w:p w:rsidR="00C154C6" w:rsidRPr="00C154C6" w:rsidRDefault="00C154C6" w:rsidP="00C154C6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154C6">
        <w:rPr>
          <w:rFonts w:eastAsia="Times New Roman" w:cs="Arial"/>
          <w:sz w:val="20"/>
          <w:szCs w:val="20"/>
          <w:lang w:eastAsia="pl-PL"/>
        </w:rPr>
        <w:t xml:space="preserve">Nazwa firmy: </w:t>
      </w:r>
    </w:p>
    <w:p w:rsidR="00C154C6" w:rsidRPr="00C154C6" w:rsidRDefault="00C154C6" w:rsidP="00C154C6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154C6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C154C6" w:rsidRPr="00C154C6" w:rsidRDefault="00C154C6" w:rsidP="00C154C6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154C6">
        <w:rPr>
          <w:rFonts w:eastAsia="Times New Roman" w:cs="Arial"/>
          <w:sz w:val="20"/>
          <w:szCs w:val="20"/>
          <w:lang w:eastAsia="pl-PL"/>
        </w:rPr>
        <w:t>Adres firmy: …………………………………………………………………………………………………………</w:t>
      </w:r>
    </w:p>
    <w:p w:rsidR="00C154C6" w:rsidRPr="00C154C6" w:rsidRDefault="00C154C6" w:rsidP="00C154C6">
      <w:pPr>
        <w:spacing w:after="60" w:line="36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154C6">
        <w:rPr>
          <w:rFonts w:eastAsia="Times New Roman" w:cs="Arial"/>
          <w:sz w:val="20"/>
          <w:szCs w:val="20"/>
          <w:lang w:eastAsia="pl-PL"/>
        </w:rPr>
        <w:t>Numer telefonu:</w:t>
      </w:r>
      <w:r w:rsidRPr="00C154C6">
        <w:rPr>
          <w:rFonts w:eastAsia="Times New Roman" w:cs="Arial"/>
          <w:sz w:val="20"/>
          <w:szCs w:val="20"/>
          <w:lang w:eastAsia="pl-PL"/>
        </w:rPr>
        <w:tab/>
        <w:t>0……/ ………………………………….………………</w:t>
      </w:r>
    </w:p>
    <w:p w:rsidR="00C154C6" w:rsidRPr="00C154C6" w:rsidRDefault="00C154C6" w:rsidP="00C154C6">
      <w:pPr>
        <w:spacing w:after="60" w:line="36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154C6">
        <w:rPr>
          <w:rFonts w:eastAsia="Times New Roman" w:cs="Arial"/>
          <w:sz w:val="20"/>
          <w:szCs w:val="20"/>
          <w:lang w:eastAsia="pl-PL"/>
        </w:rPr>
        <w:t>Numer faksu:</w:t>
      </w:r>
      <w:r w:rsidRPr="00C154C6">
        <w:rPr>
          <w:rFonts w:eastAsia="Times New Roman" w:cs="Arial"/>
          <w:sz w:val="20"/>
          <w:szCs w:val="20"/>
          <w:lang w:eastAsia="pl-PL"/>
        </w:rPr>
        <w:tab/>
        <w:t>0.…/ ....................................</w:t>
      </w:r>
    </w:p>
    <w:p w:rsidR="00C154C6" w:rsidRPr="00C154C6" w:rsidRDefault="00C154C6" w:rsidP="00C154C6">
      <w:pPr>
        <w:spacing w:after="60" w:line="36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C154C6">
        <w:rPr>
          <w:rFonts w:eastAsia="Times New Roman" w:cs="Arial"/>
          <w:sz w:val="20"/>
          <w:szCs w:val="20"/>
          <w:lang w:eastAsia="pl-PL"/>
        </w:rPr>
        <w:t>Numer REGON:</w:t>
      </w:r>
      <w:r w:rsidRPr="00C154C6">
        <w:rPr>
          <w:rFonts w:eastAsia="Times New Roman" w:cs="Arial"/>
          <w:sz w:val="20"/>
          <w:szCs w:val="20"/>
          <w:lang w:eastAsia="pl-PL"/>
        </w:rPr>
        <w:tab/>
        <w:t>..........................................  Numer NIP: ..........................................</w:t>
      </w:r>
    </w:p>
    <w:p w:rsidR="00C154C6" w:rsidRPr="004966DB" w:rsidRDefault="00C154C6" w:rsidP="00C154C6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Adres kontaktowy email: ……………………………………………</w:t>
      </w:r>
    </w:p>
    <w:p w:rsidR="00C154C6" w:rsidRPr="004966DB" w:rsidRDefault="00C154C6" w:rsidP="00C154C6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</w:p>
    <w:p w:rsidR="00C154C6" w:rsidRPr="004966DB" w:rsidRDefault="00C154C6" w:rsidP="00C154C6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C154C6" w:rsidRPr="004966DB" w:rsidRDefault="00C154C6" w:rsidP="00C154C6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154C6" w:rsidRPr="004966DB" w:rsidRDefault="00C154C6" w:rsidP="00C154C6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C154C6" w:rsidRPr="004966DB" w:rsidRDefault="00C154C6" w:rsidP="00C154C6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Oświadczenia: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 </w:t>
      </w:r>
    </w:p>
    <w:p w:rsidR="00C154C6" w:rsidRPr="004966DB" w:rsidRDefault="00C154C6" w:rsidP="00C154C6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</w:p>
    <w:p w:rsidR="00C154C6" w:rsidRPr="004966DB" w:rsidRDefault="00C154C6" w:rsidP="00C154C6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C154C6" w:rsidRPr="004966DB" w:rsidRDefault="00C154C6" w:rsidP="00C154C6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C154C6" w:rsidRPr="004966DB" w:rsidRDefault="00C154C6" w:rsidP="00C154C6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C154C6" w:rsidRPr="004966DB" w:rsidRDefault="00C154C6" w:rsidP="00C154C6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C154C6" w:rsidRPr="004966DB" w:rsidRDefault="00C154C6" w:rsidP="00C154C6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C154C6" w:rsidRPr="004966DB" w:rsidRDefault="00C154C6" w:rsidP="00C154C6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C154C6" w:rsidRPr="004966DB" w:rsidRDefault="00C154C6" w:rsidP="00C154C6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C154C6" w:rsidRPr="004966DB" w:rsidRDefault="00C154C6" w:rsidP="00C154C6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154C6" w:rsidRPr="004966DB" w:rsidRDefault="00C154C6" w:rsidP="00C154C6">
      <w:pPr>
        <w:spacing w:after="24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C154C6" w:rsidRPr="004966DB" w:rsidRDefault="00C154C6" w:rsidP="00C154C6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C154C6" w:rsidRPr="004966DB" w:rsidRDefault="00C154C6" w:rsidP="00C154C6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154C6" w:rsidRPr="004966DB" w:rsidTr="00F91C13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4C6" w:rsidRPr="004966DB" w:rsidRDefault="00C154C6" w:rsidP="00F91C13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154C6" w:rsidRPr="004966DB" w:rsidRDefault="00C154C6" w:rsidP="00F91C13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4C6" w:rsidRPr="004966DB" w:rsidRDefault="00C154C6" w:rsidP="00F91C13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154C6" w:rsidRPr="004966DB" w:rsidRDefault="00C154C6" w:rsidP="00C154C6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C154C6" w:rsidRPr="004966DB" w:rsidRDefault="00C154C6" w:rsidP="00C154C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154C6" w:rsidRPr="004966DB" w:rsidRDefault="00C154C6" w:rsidP="00C154C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154C6" w:rsidRPr="004966DB" w:rsidRDefault="00C154C6" w:rsidP="00C154C6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KPT-DPR.725.</w:t>
      </w:r>
      <w:r>
        <w:rPr>
          <w:rFonts w:eastAsia="Times New Roman" w:cs="Arial"/>
          <w:sz w:val="20"/>
          <w:szCs w:val="20"/>
          <w:lang w:eastAsia="pl-PL"/>
        </w:rPr>
        <w:t>10.2018</w:t>
      </w:r>
    </w:p>
    <w:p w:rsidR="00C154C6" w:rsidRPr="004966DB" w:rsidRDefault="00C154C6" w:rsidP="00C154C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154C6" w:rsidRPr="00C154C6" w:rsidRDefault="00C154C6" w:rsidP="00C154C6">
      <w:pPr>
        <w:jc w:val="center"/>
        <w:rPr>
          <w:rFonts w:asciiTheme="majorHAnsi" w:hAnsiTheme="majorHAnsi"/>
          <w:b/>
          <w:color w:val="C62D54"/>
          <w:szCs w:val="36"/>
        </w:rPr>
      </w:pPr>
      <w:r w:rsidRPr="00C154C6">
        <w:rPr>
          <w:rFonts w:asciiTheme="majorHAnsi" w:hAnsiTheme="majorHAnsi"/>
          <w:b/>
          <w:color w:val="C62D54"/>
          <w:szCs w:val="36"/>
        </w:rPr>
        <w:t>Załącznik do oferty (wzór) - Przedmiot działalności /branża/ specjalność/ opis produktu lub usługi/rodzaj wdrażanej technologii, zakres działalności, która będzie miała miejsce w Centrum Technologicznym KPT (min 3 strony A4)</w:t>
      </w:r>
    </w:p>
    <w:p w:rsidR="00C154C6" w:rsidRPr="004966DB" w:rsidRDefault="00C154C6" w:rsidP="00C154C6">
      <w:pPr>
        <w:spacing w:after="0" w:line="240" w:lineRule="auto"/>
        <w:rPr>
          <w:rFonts w:eastAsia="Times New Roman" w:cs="Arial"/>
          <w:color w:val="ED7D31" w:themeColor="accent2"/>
          <w:sz w:val="20"/>
          <w:szCs w:val="20"/>
          <w:lang w:eastAsia="pl-PL"/>
        </w:rPr>
      </w:pPr>
    </w:p>
    <w:p w:rsidR="00C154C6" w:rsidRPr="004966DB" w:rsidRDefault="00C154C6" w:rsidP="00C154C6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Opis innowacyjności przedsięwzięcia gospodarczego</w:t>
      </w:r>
    </w:p>
    <w:p w:rsidR="00C154C6" w:rsidRPr="004966DB" w:rsidRDefault="00C154C6" w:rsidP="00C154C6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154C6" w:rsidRPr="004966DB" w:rsidTr="00F91C13">
        <w:tc>
          <w:tcPr>
            <w:tcW w:w="9212" w:type="dxa"/>
          </w:tcPr>
          <w:p w:rsidR="00C154C6" w:rsidRPr="004966DB" w:rsidRDefault="00C154C6" w:rsidP="00C154C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C154C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C154C6" w:rsidRPr="004966DB" w:rsidTr="00F91C13">
        <w:tc>
          <w:tcPr>
            <w:tcW w:w="9212" w:type="dxa"/>
          </w:tcPr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C154C6" w:rsidRPr="004966DB" w:rsidRDefault="00C154C6" w:rsidP="00C154C6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C154C6" w:rsidRPr="004966DB" w:rsidRDefault="00C154C6" w:rsidP="00C154C6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154C6" w:rsidRPr="004966DB" w:rsidTr="00F91C13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4C6" w:rsidRPr="004966DB" w:rsidRDefault="00C154C6" w:rsidP="00F91C13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154C6" w:rsidRPr="004966DB" w:rsidRDefault="00C154C6" w:rsidP="00F91C13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C154C6" w:rsidRPr="004966DB" w:rsidRDefault="00C154C6" w:rsidP="00F91C13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54C6" w:rsidRPr="004966DB" w:rsidRDefault="00C154C6" w:rsidP="00F91C13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154C6" w:rsidRPr="004966DB" w:rsidRDefault="00C154C6" w:rsidP="00C154C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C54A3F" w:rsidRPr="00C54A3F" w:rsidRDefault="00C54A3F" w:rsidP="00891636">
      <w:pPr>
        <w:tabs>
          <w:tab w:val="left" w:pos="5245"/>
        </w:tabs>
        <w:spacing w:after="120" w:line="360" w:lineRule="auto"/>
        <w:rPr>
          <w:sz w:val="20"/>
          <w:szCs w:val="20"/>
        </w:rPr>
      </w:pPr>
      <w:bookmarkStart w:id="0" w:name="_GoBack"/>
      <w:bookmarkEnd w:id="0"/>
    </w:p>
    <w:sectPr w:rsidR="00C54A3F" w:rsidRPr="00C54A3F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BCB" w:rsidRDefault="00311BCB" w:rsidP="00013907">
      <w:pPr>
        <w:spacing w:after="0" w:line="240" w:lineRule="auto"/>
      </w:pPr>
      <w:r>
        <w:separator/>
      </w:r>
    </w:p>
  </w:endnote>
  <w:endnote w:type="continuationSeparator" w:id="0">
    <w:p w:rsidR="00311BCB" w:rsidRDefault="00311BCB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C154C6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C154C6">
      <w:rPr>
        <w:b/>
        <w:bCs/>
        <w:noProof/>
        <w:color w:val="C62D54"/>
        <w:sz w:val="16"/>
        <w:szCs w:val="16"/>
      </w:rPr>
      <w:t>6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BCB" w:rsidRDefault="00311BCB" w:rsidP="00013907">
      <w:pPr>
        <w:spacing w:after="0" w:line="240" w:lineRule="auto"/>
      </w:pPr>
      <w:r>
        <w:separator/>
      </w:r>
    </w:p>
  </w:footnote>
  <w:footnote w:type="continuationSeparator" w:id="0">
    <w:p w:rsidR="00311BCB" w:rsidRDefault="00311BCB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DE" w:rsidRDefault="00C154C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C154C6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01214"/>
      <w:docPartObj>
        <w:docPartGallery w:val="Watermarks"/>
      </w:docPartObj>
    </w:sdtPr>
    <w:sdtEndPr/>
    <w:sdtContent>
      <w:p w:rsidR="00D94917" w:rsidRDefault="00C154C6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B176C4"/>
    <w:multiLevelType w:val="hybridMultilevel"/>
    <w:tmpl w:val="B84E31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2410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3" w15:restartNumberingAfterBreak="0">
    <w:nsid w:val="188725AF"/>
    <w:multiLevelType w:val="hybridMultilevel"/>
    <w:tmpl w:val="BBC04584"/>
    <w:lvl w:ilvl="0" w:tplc="2DEC13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3CEB367C"/>
    <w:multiLevelType w:val="hybridMultilevel"/>
    <w:tmpl w:val="9E5E26C8"/>
    <w:lvl w:ilvl="0" w:tplc="C9E28D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3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5525F5"/>
    <w:multiLevelType w:val="hybridMultilevel"/>
    <w:tmpl w:val="6C881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0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23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8"/>
  </w:num>
  <w:num w:numId="4">
    <w:abstractNumId w:val="3"/>
  </w:num>
  <w:num w:numId="5">
    <w:abstractNumId w:val="1"/>
  </w:num>
  <w:num w:numId="6">
    <w:abstractNumId w:val="10"/>
  </w:num>
  <w:num w:numId="7">
    <w:abstractNumId w:val="2"/>
  </w:num>
  <w:num w:numId="8">
    <w:abstractNumId w:val="23"/>
  </w:num>
  <w:num w:numId="9">
    <w:abstractNumId w:val="19"/>
  </w:num>
  <w:num w:numId="10">
    <w:abstractNumId w:val="11"/>
  </w:num>
  <w:num w:numId="11">
    <w:abstractNumId w:val="4"/>
  </w:num>
  <w:num w:numId="12">
    <w:abstractNumId w:val="7"/>
  </w:num>
  <w:num w:numId="13">
    <w:abstractNumId w:val="15"/>
  </w:num>
  <w:num w:numId="14">
    <w:abstractNumId w:val="8"/>
  </w:num>
  <w:num w:numId="15">
    <w:abstractNumId w:val="20"/>
  </w:num>
  <w:num w:numId="16">
    <w:abstractNumId w:val="21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</w:num>
  <w:num w:numId="19">
    <w:abstractNumId w:val="17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5"/>
  </w:num>
  <w:num w:numId="23">
    <w:abstractNumId w:val="0"/>
  </w:num>
  <w:num w:numId="2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CB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E141D"/>
    <w:rsid w:val="002F7C45"/>
    <w:rsid w:val="00311BCB"/>
    <w:rsid w:val="003B0534"/>
    <w:rsid w:val="003F13E6"/>
    <w:rsid w:val="0041760F"/>
    <w:rsid w:val="00530311"/>
    <w:rsid w:val="0054724D"/>
    <w:rsid w:val="005E6617"/>
    <w:rsid w:val="006104DC"/>
    <w:rsid w:val="006A37F9"/>
    <w:rsid w:val="006D6F20"/>
    <w:rsid w:val="00712D4F"/>
    <w:rsid w:val="007618CF"/>
    <w:rsid w:val="00783394"/>
    <w:rsid w:val="007919B7"/>
    <w:rsid w:val="007C59D9"/>
    <w:rsid w:val="0088010F"/>
    <w:rsid w:val="00891636"/>
    <w:rsid w:val="008F3A77"/>
    <w:rsid w:val="00964B25"/>
    <w:rsid w:val="009A3B76"/>
    <w:rsid w:val="009C6BC5"/>
    <w:rsid w:val="00AC6384"/>
    <w:rsid w:val="00AF6F43"/>
    <w:rsid w:val="00B13E06"/>
    <w:rsid w:val="00B2220F"/>
    <w:rsid w:val="00B419FB"/>
    <w:rsid w:val="00B51346"/>
    <w:rsid w:val="00BB32C2"/>
    <w:rsid w:val="00BC5E7B"/>
    <w:rsid w:val="00BE6C50"/>
    <w:rsid w:val="00C154C6"/>
    <w:rsid w:val="00C54A3F"/>
    <w:rsid w:val="00C70C21"/>
    <w:rsid w:val="00CF4929"/>
    <w:rsid w:val="00D02D19"/>
    <w:rsid w:val="00D10D17"/>
    <w:rsid w:val="00D41BD2"/>
    <w:rsid w:val="00D72742"/>
    <w:rsid w:val="00D94917"/>
    <w:rsid w:val="00E24886"/>
    <w:rsid w:val="00E77391"/>
    <w:rsid w:val="00EB622D"/>
    <w:rsid w:val="00EB6A60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  <w14:docId w14:val="1789FCAD"/>
  <w15:docId w15:val="{0D6AA4BB-C63D-474B-A3FC-4CC39E6E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F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C59D9"/>
    <w:pPr>
      <w:ind w:left="720"/>
      <w:contextualSpacing/>
    </w:pPr>
  </w:style>
  <w:style w:type="paragraph" w:customStyle="1" w:styleId="Zawartotabeli">
    <w:name w:val="Zawartość tabeli"/>
    <w:basedOn w:val="Normalny"/>
    <w:rsid w:val="00891636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10-LAT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E53F0-43A3-4531-B26D-CE37FBB09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0</TotalTime>
  <Pages>6</Pages>
  <Words>1135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2</cp:revision>
  <cp:lastPrinted>2018-11-08T09:11:00Z</cp:lastPrinted>
  <dcterms:created xsi:type="dcterms:W3CDTF">2018-11-08T09:14:00Z</dcterms:created>
  <dcterms:modified xsi:type="dcterms:W3CDTF">2018-11-08T09:14:00Z</dcterms:modified>
</cp:coreProperties>
</file>