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79B67BED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B4323A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B4323A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3B72995A" w:rsidR="00D35D8A" w:rsidRPr="001C3085" w:rsidRDefault="00B4323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Pomieszczenie 1.07</w:t>
      </w:r>
      <w:r w:rsidR="00D35D8A" w:rsidRPr="001C3085">
        <w:rPr>
          <w:rFonts w:asciiTheme="minorHAnsi" w:eastAsia="Calibri" w:hAnsiTheme="minorHAnsi" w:cstheme="minorHAnsi"/>
          <w:sz w:val="20"/>
          <w:szCs w:val="20"/>
        </w:rPr>
        <w:t xml:space="preserve">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18,15</w:t>
      </w:r>
      <w:r w:rsidR="00D35D8A">
        <w:rPr>
          <w:rFonts w:asciiTheme="minorHAnsi" w:eastAsia="Calibri" w:hAnsiTheme="minorHAnsi" w:cstheme="minorHAnsi"/>
          <w:sz w:val="20"/>
          <w:szCs w:val="20"/>
        </w:rPr>
        <w:t xml:space="preserve"> m</w:t>
      </w:r>
      <w:r w:rsidR="00D35D8A"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>
        <w:rPr>
          <w:rFonts w:asciiTheme="minorHAnsi" w:eastAsia="Calibri" w:hAnsiTheme="minorHAnsi" w:cstheme="minorHAnsi"/>
          <w:sz w:val="20"/>
          <w:szCs w:val="20"/>
        </w:rPr>
        <w:t xml:space="preserve"> zlokalizowany na piętrze</w:t>
      </w:r>
      <w:r w:rsidR="00D35D8A" w:rsidRPr="001C3085">
        <w:rPr>
          <w:rFonts w:asciiTheme="minorHAnsi" w:eastAsia="Calibri" w:hAnsiTheme="minorHAnsi" w:cstheme="minorHAnsi"/>
          <w:sz w:val="20"/>
          <w:szCs w:val="20"/>
        </w:rPr>
        <w:t xml:space="preserve"> budynku laboratoryjno-produkcyjnego. </w:t>
      </w:r>
    </w:p>
    <w:p w14:paraId="54264942" w14:textId="25DC2310" w:rsidR="00D35D8A" w:rsidRPr="001C3085" w:rsidRDefault="00C66BF1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Theme="minorHAnsi" w:eastAsia="Calibri" w:hAnsiTheme="minorHAnsi" w:cstheme="minorHAnsi"/>
          <w:sz w:val="20"/>
          <w:szCs w:val="20"/>
        </w:rPr>
        <w:t>Pomieszczenie</w:t>
      </w:r>
      <w:r w:rsidR="00D35D8A" w:rsidRPr="001C3085">
        <w:rPr>
          <w:rFonts w:asciiTheme="minorHAnsi" w:eastAsia="Calibri" w:hAnsiTheme="minorHAnsi" w:cstheme="minorHAnsi"/>
          <w:sz w:val="20"/>
          <w:szCs w:val="20"/>
        </w:rPr>
        <w:t xml:space="preserve"> jest częścią budynku </w:t>
      </w:r>
      <w:proofErr w:type="spellStart"/>
      <w:r w:rsidR="00D35D8A"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="00D35D8A"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="00D35D8A"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06DE4EAE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 w:rsidR="00B4323A">
        <w:rPr>
          <w:rFonts w:asciiTheme="minorHAnsi" w:hAnsiTheme="minorHAnsi" w:cstheme="minorHAnsi"/>
          <w:b/>
          <w:sz w:val="22"/>
          <w:szCs w:val="22"/>
        </w:rPr>
        <w:t>estawienie powierzchni: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5E40EFEB" w:rsidR="00A81E26" w:rsidRDefault="0096150C" w:rsidP="0081203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</w:t>
            </w:r>
            <w:bookmarkStart w:id="0" w:name="_GoBack"/>
            <w:bookmarkEnd w:id="0"/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23026940" w:rsidR="00A81E26" w:rsidRDefault="00C66BF1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7C2280DD" w14:textId="60391B1D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C66BF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5" w:type="dxa"/>
          </w:tcPr>
          <w:p w14:paraId="52B685E9" w14:textId="755E5A8F" w:rsidR="00A81E26" w:rsidRDefault="00C66BF1" w:rsidP="00C66BF1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18,15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79DAE99C" w:rsidR="00100E9A" w:rsidRDefault="00C66BF1" w:rsidP="00C66BF1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             </w:t>
            </w:r>
            <w:r w:rsidR="0081203A">
              <w:rPr>
                <w:rFonts w:asciiTheme="minorHAnsi" w:hAnsiTheme="minorHAnsi" w:cstheme="minorHAnsi"/>
                <w:sz w:val="22"/>
                <w:szCs w:val="22"/>
              </w:rPr>
              <w:t>18,15</w:t>
            </w:r>
          </w:p>
        </w:tc>
      </w:tr>
    </w:tbl>
    <w:p w14:paraId="64A42FA5" w14:textId="09C4C5E1" w:rsidR="00217CAA" w:rsidRDefault="00217CAA" w:rsidP="00A81E2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40A213BF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B4323A">
        <w:rPr>
          <w:rFonts w:asciiTheme="minorHAnsi" w:hAnsiTheme="minorHAnsi" w:cstheme="minorHAnsi"/>
          <w:sz w:val="22"/>
          <w:szCs w:val="22"/>
        </w:rPr>
        <w:t>Iwona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C66BF1" w:rsidRPr="00B5054E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iwona.smigielska@technopark.kielce.pl</w:t>
        </w:r>
      </w:hyperlink>
      <w:r w:rsidR="00B4323A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81203A" w:rsidRPr="0081203A">
      <w:rPr>
        <w:rFonts w:ascii="Cambria" w:hAnsi="Cambria"/>
        <w:noProof/>
        <w:szCs w:val="28"/>
      </w:rPr>
      <w:t>1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03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4323A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6BF1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n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0B677-FC40-4DBD-97EA-2B389746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21</TotalTime>
  <Pages>1</Pages>
  <Words>156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7</cp:revision>
  <cp:lastPrinted>2020-03-18T07:33:00Z</cp:lastPrinted>
  <dcterms:created xsi:type="dcterms:W3CDTF">2022-07-12T10:32:00Z</dcterms:created>
  <dcterms:modified xsi:type="dcterms:W3CDTF">2024-04-10T08:07:00Z</dcterms:modified>
</cp:coreProperties>
</file>